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pPr w:leftFromText="141" w:rightFromText="141" w:vertAnchor="page" w:horzAnchor="margin" w:tblpY="1341"/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8"/>
        <w:gridCol w:w="1632"/>
        <w:gridCol w:w="3969"/>
      </w:tblGrid>
      <w:tr w:rsidR="00A81CB7" w14:paraId="52896BCE" w14:textId="77777777" w:rsidTr="00462BC1">
        <w:trPr>
          <w:trHeight w:val="1454"/>
        </w:trPr>
        <w:tc>
          <w:tcPr>
            <w:tcW w:w="4038" w:type="dxa"/>
            <w:vAlign w:val="bottom"/>
          </w:tcPr>
          <w:p w14:paraId="550A739A" w14:textId="448E5B29" w:rsidR="00A81CB7" w:rsidRPr="00A10E66" w:rsidRDefault="005B5AA2" w:rsidP="00A81CB7">
            <w:pPr>
              <w:rPr>
                <w:b/>
              </w:rPr>
            </w:pPr>
            <w:r>
              <w:rPr>
                <w:b/>
              </w:rPr>
              <w:t>EELNÕU</w:t>
            </w:r>
          </w:p>
        </w:tc>
        <w:tc>
          <w:tcPr>
            <w:tcW w:w="1632" w:type="dxa"/>
            <w:vAlign w:val="bottom"/>
          </w:tcPr>
          <w:p w14:paraId="0D01BE4E" w14:textId="10067263" w:rsidR="00A81CB7" w:rsidRPr="00A10E66" w:rsidRDefault="00A81CB7" w:rsidP="00A81CB7">
            <w:pPr>
              <w:rPr>
                <w:b/>
              </w:rPr>
            </w:pPr>
          </w:p>
        </w:tc>
        <w:tc>
          <w:tcPr>
            <w:tcW w:w="3969" w:type="dxa"/>
            <w:vAlign w:val="bottom"/>
          </w:tcPr>
          <w:p w14:paraId="16EE6445" w14:textId="77777777" w:rsidR="00A81CB7" w:rsidRPr="00BC1A62" w:rsidRDefault="00A81CB7" w:rsidP="00A81CB7">
            <w:pPr>
              <w:pStyle w:val="AK"/>
              <w:jc w:val="left"/>
            </w:pPr>
          </w:p>
        </w:tc>
      </w:tr>
      <w:tr w:rsidR="00A81CB7" w:rsidRPr="001D4CFB" w14:paraId="0E61702D" w14:textId="77777777" w:rsidTr="006A26B4">
        <w:trPr>
          <w:trHeight w:val="1525"/>
        </w:trPr>
        <w:tc>
          <w:tcPr>
            <w:tcW w:w="4038" w:type="dxa"/>
            <w:vAlign w:val="center"/>
          </w:tcPr>
          <w:p w14:paraId="5B89C596" w14:textId="78233A8E" w:rsidR="00A81CB7" w:rsidRPr="00C3423A" w:rsidRDefault="00567B30" w:rsidP="00255645">
            <w:pPr>
              <w:pStyle w:val="Adressaat"/>
              <w:framePr w:hSpace="0" w:wrap="auto" w:vAnchor="margin" w:hAnchor="text" w:yAlign="inline"/>
            </w:pPr>
            <w:r>
              <w:t>KORRALDUS</w:t>
            </w:r>
          </w:p>
        </w:tc>
        <w:tc>
          <w:tcPr>
            <w:tcW w:w="1632" w:type="dxa"/>
            <w:tcBorders>
              <w:left w:val="nil"/>
            </w:tcBorders>
            <w:vAlign w:val="bottom"/>
          </w:tcPr>
          <w:p w14:paraId="4F6DF42B" w14:textId="77777777" w:rsidR="00A81CB7" w:rsidRDefault="00A81CB7" w:rsidP="00255645">
            <w:pPr>
              <w:pStyle w:val="Adressaat"/>
              <w:framePr w:hSpace="0" w:wrap="auto" w:vAnchor="margin" w:hAnchor="text" w:yAlign="inline"/>
            </w:pPr>
          </w:p>
          <w:p w14:paraId="483CE5F2" w14:textId="77777777" w:rsidR="00A81CB7" w:rsidRPr="00C3423A" w:rsidRDefault="00A81CB7" w:rsidP="00255645">
            <w:pPr>
              <w:pStyle w:val="Adressaat"/>
              <w:framePr w:hSpace="0" w:wrap="auto" w:vAnchor="margin" w:hAnchor="text" w:yAlign="inline"/>
            </w:pPr>
          </w:p>
        </w:tc>
        <w:tc>
          <w:tcPr>
            <w:tcW w:w="3969" w:type="dxa"/>
            <w:vAlign w:val="bottom"/>
          </w:tcPr>
          <w:p w14:paraId="4C922668" w14:textId="77777777" w:rsidR="00A81CB7" w:rsidRPr="006B118C" w:rsidRDefault="00A81CB7" w:rsidP="00255645">
            <w:pPr>
              <w:spacing w:line="240" w:lineRule="auto"/>
              <w:jc w:val="left"/>
            </w:pPr>
          </w:p>
          <w:p w14:paraId="1DD84F28" w14:textId="6A8999E4" w:rsidR="00A81CB7" w:rsidRPr="001D4CFB" w:rsidRDefault="00A81CB7" w:rsidP="0066643F">
            <w:pPr>
              <w:spacing w:line="240" w:lineRule="auto"/>
              <w:jc w:val="left"/>
            </w:pPr>
            <w:r w:rsidRPr="00BF2336">
              <w:t xml:space="preserve"> </w:t>
            </w:r>
            <w:sdt>
              <w:sdtPr>
                <w:alias w:val="Registreerimise kuupäev"/>
                <w:tag w:val="RMRegistrationDate"/>
                <w:id w:val="-2066484660"/>
                <w:placeholder>
                  <w:docPart w:val="EA0AB8696FCF463B8B522F57A37B4682"/>
                </w:placeholder>
                <w:showingPlcHdr/>
                <w:dataBinding w:prefixMappings="xmlns:ns0='http://schemas.microsoft.com/office/2006/metadata/properties' xmlns:ns1='http://www.w3.org/2001/XMLSchema-instance' xmlns:ns2='141f1e58-04cc-45e0-9e96-d6560759fb97' " w:xpath="/ns0:properties[1]/documentManagement[1]/ns2:RMRegistrationDate[1]" w:storeItemID="{3F8531F2-CDB4-4DD0-8B30-1E063ADC061F}"/>
                <w:date w:fullDate="2025-05-07T11:44:00Z">
                  <w:dateFormat w:val="d. MMMM 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974FC8" w:rsidRPr="00192414">
                  <w:rPr>
                    <w:rStyle w:val="Kohatitetekst"/>
                  </w:rPr>
                  <w:t>[Registreerimise kuupäev]</w:t>
                </w:r>
              </w:sdtContent>
            </w:sdt>
            <w:r w:rsidR="00544ED0">
              <w:t xml:space="preserve"> nr</w:t>
            </w:r>
            <w:r w:rsidRPr="00BF2336">
              <w:t xml:space="preserve"> </w:t>
            </w:r>
            <w:sdt>
              <w:sdtPr>
                <w:alias w:val="Registreerimisnumber"/>
                <w:tag w:val="RMReferenceCode"/>
                <w:id w:val="-1867818586"/>
                <w:placeholder>
                  <w:docPart w:val="13AD8CBD24A746B5BCE34435A25E09F8"/>
                </w:placeholder>
                <w:showingPlcHdr/>
                <w:dataBinding w:prefixMappings="xmlns:ns0='http://schemas.microsoft.com/office/2006/metadata/properties' xmlns:ns1='http://www.w3.org/2001/XMLSchema-instance' xmlns:ns2='141f1e58-04cc-45e0-9e96-d6560759fb97' " w:xpath="/ns0:properties[1]/documentManagement[1]/ns2:RMReferenceCode[1]" w:storeItemID="{3F8531F2-CDB4-4DD0-8B30-1E063ADC061F}"/>
                <w:text/>
              </w:sdtPr>
              <w:sdtEndPr/>
              <w:sdtContent>
                <w:r w:rsidR="00974FC8" w:rsidRPr="00192414">
                  <w:rPr>
                    <w:rStyle w:val="Kohatitetekst"/>
                  </w:rPr>
                  <w:t>[Registreerimisnumber]</w:t>
                </w:r>
              </w:sdtContent>
            </w:sdt>
          </w:p>
        </w:tc>
      </w:tr>
    </w:tbl>
    <w:p w14:paraId="1316A8AB" w14:textId="11AA739D" w:rsidR="00A81CB7" w:rsidRDefault="00005ADE" w:rsidP="00A81CB7">
      <w:r>
        <w:rPr>
          <w:noProof/>
        </w:rPr>
        <w:drawing>
          <wp:anchor distT="0" distB="0" distL="114300" distR="114300" simplePos="0" relativeHeight="251658241" behindDoc="1" locked="0" layoutInCell="1" allowOverlap="1" wp14:anchorId="66FB90B9" wp14:editId="781C4F2A">
            <wp:simplePos x="0" y="0"/>
            <wp:positionH relativeFrom="column">
              <wp:posOffset>-628650</wp:posOffset>
            </wp:positionH>
            <wp:positionV relativeFrom="paragraph">
              <wp:posOffset>11430</wp:posOffset>
            </wp:positionV>
            <wp:extent cx="2028825" cy="657225"/>
            <wp:effectExtent l="0" t="0" r="9525" b="9525"/>
            <wp:wrapNone/>
            <wp:docPr id="611437542" name="Pilt 1" descr="Pilt, millel on kujutatud visand, joonistamine, Joonistuskunst, Fon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437542" name="Pilt 1" descr="Pilt, millel on kujutatud visand, joonistamine, Joonistuskunst, Font&#10;&#10;Kirjeldus on genereeritud automaatselt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1CB7" w:rsidRPr="00B466B3">
        <w:rPr>
          <w:noProof/>
          <w:lang w:eastAsia="et-EE" w:bidi="ar-SA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440017B" wp14:editId="1428D714">
                <wp:simplePos x="0" y="0"/>
                <wp:positionH relativeFrom="column">
                  <wp:posOffset>3491865</wp:posOffset>
                </wp:positionH>
                <wp:positionV relativeFrom="page">
                  <wp:posOffset>295275</wp:posOffset>
                </wp:positionV>
                <wp:extent cx="2762250" cy="1087120"/>
                <wp:effectExtent l="0" t="0" r="0" b="0"/>
                <wp:wrapNone/>
                <wp:docPr id="307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1087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F8BCBB" w14:textId="2348E154" w:rsidR="00C3423A" w:rsidRPr="00A81CB7" w:rsidRDefault="00C3423A" w:rsidP="00C3423A">
                            <w:pPr>
                              <w:pStyle w:val="JPP"/>
                              <w:rPr>
                                <w:b/>
                              </w:rPr>
                            </w:pPr>
                            <w:r w:rsidRPr="00A81CB7">
                              <w:rPr>
                                <w:b/>
                              </w:rPr>
                              <w:t>ASUTUSESISESEKS</w:t>
                            </w:r>
                            <w:r w:rsidR="00A81CB7">
                              <w:rPr>
                                <w:b/>
                              </w:rPr>
                              <w:t xml:space="preserve"> </w:t>
                            </w:r>
                            <w:r w:rsidRPr="00A81CB7">
                              <w:rPr>
                                <w:b/>
                              </w:rPr>
                              <w:t xml:space="preserve"> KASUTAMISEKS</w:t>
                            </w:r>
                          </w:p>
                          <w:p w14:paraId="686D15E4" w14:textId="35538F2D" w:rsidR="00C3423A" w:rsidRDefault="00C3423A" w:rsidP="00C3423A">
                            <w:pPr>
                              <w:pStyle w:val="JPP"/>
                            </w:pPr>
                            <w:r>
                              <w:t xml:space="preserve">Märge tehtud: </w:t>
                            </w:r>
                            <w:r w:rsidRPr="00272399">
                              <w:fldChar w:fldCharType="begin"/>
                            </w:r>
                            <w:r w:rsidRPr="00272399">
                              <w:instrText xml:space="preserve"> DOCPROPERTY  delta_accessRestrictionBeginDate  \* MERGEFORMAT </w:instrText>
                            </w:r>
                            <w:r w:rsidRPr="00272399">
                              <w:fldChar w:fldCharType="end"/>
                            </w:r>
                          </w:p>
                          <w:p w14:paraId="3BEDC25E" w14:textId="52593B5F" w:rsidR="00C3423A" w:rsidRPr="00272399" w:rsidRDefault="00C3423A" w:rsidP="00C3423A">
                            <w:pPr>
                              <w:pStyle w:val="JPP"/>
                            </w:pPr>
                            <w:r>
                              <w:t xml:space="preserve">Juurdepääsupiirang kehtib kuni: </w:t>
                            </w:r>
                            <w:sdt>
                              <w:sdtPr>
                                <w:alias w:val="Juurdepääsupiirangu lõpp"/>
                                <w:tag w:val="RMAccessRestrictedUntil"/>
                                <w:id w:val="2081401220"/>
                                <w:placeholder>
                                  <w:docPart w:val="3B98FB387A86469AA7107B081ED47EB7"/>
                                </w:placeholder>
                                <w:showingPlcHdr/>
                                <w:dataBinding w:prefixMappings="xmlns:ns0='http://schemas.microsoft.com/office/2006/metadata/properties' xmlns:ns1='http://www.w3.org/2001/XMLSchema-instance' xmlns:ns2='141f1e58-04cc-45e0-9e96-d6560759fb97' " w:xpath="/ns0:properties[1]/documentManagement[1]/ns2:RMAccessRestrictedUntil[1]" w:storeItemID="{3F8531F2-CDB4-4DD0-8B30-1E063ADC061F}"/>
                                <w:date w:fullDate="2100-05-06T00:00:00Z">
                                  <w:dateFormat w:val="dd.MM.yyyy"/>
                                  <w:lid w:val="et-EE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r w:rsidR="005B5AA2" w:rsidRPr="00192414">
                                  <w:rPr>
                                    <w:rStyle w:val="Kohatitetekst"/>
                                  </w:rPr>
                                  <w:t>[Juurdepääsupiirangu lõpp]</w:t>
                                </w:r>
                              </w:sdtContent>
                            </w:sdt>
                          </w:p>
                          <w:p w14:paraId="2B465143" w14:textId="3E3D0A9A" w:rsidR="00C3423A" w:rsidRDefault="00C3423A" w:rsidP="00C3423A">
                            <w:pPr>
                              <w:pStyle w:val="JPP"/>
                            </w:pPr>
                            <w:r>
                              <w:t>Alus:</w:t>
                            </w:r>
                            <w:r w:rsidRPr="00626198">
                              <w:t xml:space="preserve"> </w:t>
                            </w:r>
                            <w:sdt>
                              <w:sdtPr>
                                <w:alias w:val="Alus"/>
                                <w:tag w:val="RMAccessRestrictionReason"/>
                                <w:id w:val="-1507283113"/>
                                <w:lock w:val="contentLocked"/>
                                <w:placeholder>
                                  <w:docPart w:val="8A166F30C32743F7A7DC2BD79E7F510E"/>
                                </w:placeholder>
                                <w:dataBinding w:prefixMappings="xmlns:ns0='http://schemas.microsoft.com/office/2006/metadata/properties' xmlns:ns1='http://www.w3.org/2001/XMLSchema-instance' xmlns:ns2='141f1e58-04cc-45e0-9e96-d6560759fb97' " w:xpath="/ns0:properties[1]/documentManagement[1]/ns2:RMAccessRestrictionReason[1]" w:storeItemID="{3F8531F2-CDB4-4DD0-8B30-1E063ADC061F}"/>
                                <w:text/>
                              </w:sdtPr>
                              <w:sdtEndPr/>
                              <w:sdtContent>
                                <w:r w:rsidR="006A26B4">
                                  <w:t>AvTS § 35 lg 1 p 12</w:t>
                                </w:r>
                              </w:sdtContent>
                            </w:sdt>
                          </w:p>
                          <w:p w14:paraId="43A84B42" w14:textId="366D0E73" w:rsidR="00C3423A" w:rsidRDefault="00C3423A" w:rsidP="00C3423A">
                            <w:pPr>
                              <w:pStyle w:val="JPP"/>
                            </w:pPr>
                            <w:r>
                              <w:t xml:space="preserve">Teabevaldaja: </w:t>
                            </w:r>
                            <w:r w:rsidRPr="00272399">
                              <w:fldChar w:fldCharType="begin"/>
                            </w:r>
                            <w:r w:rsidRPr="00272399">
                              <w:instrText xml:space="preserve"> DOCPROPERTY  delta_accessRestrictionReason  \* MERGEFORMAT </w:instrText>
                            </w:r>
                            <w:r w:rsidRPr="00272399">
                              <w:fldChar w:fldCharType="end"/>
                            </w:r>
                            <w:r w:rsidR="00557E16">
                              <w:t>Maa-</w:t>
                            </w:r>
                            <w:r w:rsidR="00005ADE">
                              <w:t xml:space="preserve"> ja Ruumi</w:t>
                            </w:r>
                            <w:r w:rsidR="00557E16">
                              <w:t>amet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40017B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left:0;text-align:left;margin-left:274.95pt;margin-top:23.25pt;width:217.5pt;height:8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" stroked="f">
                <v:textbox>
                  <w:txbxContent>
                    <w:p w14:paraId="33F8BCBB" w14:textId="2348E154" w:rsidR="00C3423A" w:rsidRPr="00A81CB7" w:rsidRDefault="00C3423A" w:rsidP="00C3423A">
                      <w:pPr>
                        <w:pStyle w:val="JPP"/>
                        <w:rPr>
                          <w:b/>
                        </w:rPr>
                      </w:pPr>
                      <w:r w:rsidRPr="00A81CB7">
                        <w:rPr>
                          <w:b/>
                        </w:rPr>
                        <w:t>ASUTUSESISESEKS</w:t>
                      </w:r>
                      <w:r w:rsidR="00A81CB7">
                        <w:rPr>
                          <w:b/>
                        </w:rPr>
                        <w:t xml:space="preserve"> </w:t>
                      </w:r>
                      <w:r w:rsidRPr="00A81CB7">
                        <w:rPr>
                          <w:b/>
                        </w:rPr>
                        <w:t xml:space="preserve"> KASUTAMISEKS</w:t>
                      </w:r>
                    </w:p>
                    <w:p w14:paraId="686D15E4" w14:textId="35538F2D" w:rsidR="00C3423A" w:rsidRDefault="00C3423A" w:rsidP="00C3423A">
                      <w:pPr>
                        <w:pStyle w:val="JPP"/>
                      </w:pPr>
                      <w:r>
                        <w:t xml:space="preserve">Märge tehtud: </w:t>
                      </w:r>
                      <w:r w:rsidRPr="00272399">
                        <w:fldChar w:fldCharType="begin"/>
                      </w:r>
                      <w:r w:rsidRPr="00272399">
                        <w:instrText xml:space="preserve"> DOCPROPERTY  delta_accessRestrictionBeginDate  \* MERGEFORMAT </w:instrText>
                      </w:r>
                      <w:r w:rsidRPr="00272399">
                        <w:fldChar w:fldCharType="end"/>
                      </w:r>
                    </w:p>
                    <w:p w14:paraId="3BEDC25E" w14:textId="52593B5F" w:rsidR="00C3423A" w:rsidRPr="00272399" w:rsidRDefault="00C3423A" w:rsidP="00C3423A">
                      <w:pPr>
                        <w:pStyle w:val="JPP"/>
                      </w:pPr>
                      <w:r>
                        <w:t xml:space="preserve">Juurdepääsupiirang kehtib kuni: </w:t>
                      </w:r>
                      <w:sdt>
                        <w:sdtPr>
                          <w:alias w:val="Juurdepääsupiirangu lõpp"/>
                          <w:tag w:val="RMAccessRestrictedUntil"/>
                          <w:id w:val="2081401220"/>
                          <w:placeholder>
                            <w:docPart w:val="3B98FB387A86469AA7107B081ED47EB7"/>
                          </w:placeholder>
                          <w:showingPlcHdr/>
                          <w:dataBinding w:prefixMappings="xmlns:ns0='http://schemas.microsoft.com/office/2006/metadata/properties' xmlns:ns1='http://www.w3.org/2001/XMLSchema-instance' xmlns:ns2='141f1e58-04cc-45e0-9e96-d6560759fb97' " w:xpath="/ns0:properties[1]/documentManagement[1]/ns2:RMAccessRestrictedUntil[1]" w:storeItemID="{3F8531F2-CDB4-4DD0-8B30-1E063ADC061F}"/>
                          <w:date w:fullDate="2100-05-06T00:00:00Z">
                            <w:dateFormat w:val="dd.MM.yyyy"/>
                            <w:lid w:val="et-EE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r w:rsidR="005B5AA2" w:rsidRPr="00192414">
                            <w:rPr>
                              <w:rStyle w:val="Kohatitetekst"/>
                            </w:rPr>
                            <w:t>[Juurdepääsupiirangu lõpp]</w:t>
                          </w:r>
                        </w:sdtContent>
                      </w:sdt>
                    </w:p>
                    <w:p w14:paraId="2B465143" w14:textId="3E3D0A9A" w:rsidR="00C3423A" w:rsidRDefault="00C3423A" w:rsidP="00C3423A">
                      <w:pPr>
                        <w:pStyle w:val="JPP"/>
                      </w:pPr>
                      <w:r>
                        <w:t>Alus:</w:t>
                      </w:r>
                      <w:r w:rsidRPr="00626198">
                        <w:t xml:space="preserve"> </w:t>
                      </w:r>
                      <w:sdt>
                        <w:sdtPr>
                          <w:alias w:val="Alus"/>
                          <w:tag w:val="RMAccessRestrictionReason"/>
                          <w:id w:val="-1507283113"/>
                          <w:lock w:val="contentLocked"/>
                          <w:placeholder>
                            <w:docPart w:val="8A166F30C32743F7A7DC2BD79E7F510E"/>
                          </w:placeholder>
                          <w:dataBinding w:prefixMappings="xmlns:ns0='http://schemas.microsoft.com/office/2006/metadata/properties' xmlns:ns1='http://www.w3.org/2001/XMLSchema-instance' xmlns:ns2='141f1e58-04cc-45e0-9e96-d6560759fb97' " w:xpath="/ns0:properties[1]/documentManagement[1]/ns2:RMAccessRestrictionReason[1]" w:storeItemID="{3F8531F2-CDB4-4DD0-8B30-1E063ADC061F}"/>
                          <w:text/>
                        </w:sdtPr>
                        <w:sdtEndPr/>
                        <w:sdtContent>
                          <w:r w:rsidR="006A26B4">
                            <w:t>AvTS § 35 lg 1 p 12</w:t>
                          </w:r>
                        </w:sdtContent>
                      </w:sdt>
                    </w:p>
                    <w:p w14:paraId="43A84B42" w14:textId="366D0E73" w:rsidR="00C3423A" w:rsidRDefault="00C3423A" w:rsidP="00C3423A">
                      <w:pPr>
                        <w:pStyle w:val="JPP"/>
                      </w:pPr>
                      <w:r>
                        <w:t xml:space="preserve">Teabevaldaja: </w:t>
                      </w:r>
                      <w:r w:rsidRPr="00272399">
                        <w:fldChar w:fldCharType="begin"/>
                      </w:r>
                      <w:r w:rsidRPr="00272399">
                        <w:instrText xml:space="preserve"> DOCPROPERTY  delta_accessRestrictionReason  \* MERGEFORMAT </w:instrText>
                      </w:r>
                      <w:r w:rsidRPr="00272399">
                        <w:fldChar w:fldCharType="end"/>
                      </w:r>
                      <w:r w:rsidR="00557E16">
                        <w:t>Maa-</w:t>
                      </w:r>
                      <w:r w:rsidR="00005ADE">
                        <w:t xml:space="preserve"> ja Ruumi</w:t>
                      </w:r>
                      <w:r w:rsidR="00557E16">
                        <w:t>amet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dt>
      <w:sdtPr>
        <w:rPr>
          <w:rFonts w:eastAsia="SimSun"/>
          <w:bCs/>
          <w:kern w:val="1"/>
          <w:lang w:eastAsia="zh-CN" w:bidi="hi-IN"/>
        </w:rPr>
        <w:alias w:val="Tiitel"/>
        <w:tag w:val=""/>
        <w:id w:val="1521119432"/>
        <w:placeholder>
          <w:docPart w:val="BC5F034C103C4C71A1EB8B21AB93853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2D76A2C4" w14:textId="6763546B" w:rsidR="00C459CC" w:rsidRPr="00CA7CE5" w:rsidRDefault="009B11EF" w:rsidP="00F8359E">
          <w:pPr>
            <w:pStyle w:val="peakiri"/>
            <w:tabs>
              <w:tab w:val="left" w:pos="4111"/>
              <w:tab w:val="left" w:pos="4253"/>
            </w:tabs>
            <w:ind w:right="5101"/>
            <w:jc w:val="left"/>
            <w:rPr>
              <w:bCs/>
            </w:rPr>
          </w:pPr>
          <w:r w:rsidRPr="00CA7CE5">
            <w:rPr>
              <w:rFonts w:eastAsia="SimSun"/>
              <w:bCs/>
              <w:kern w:val="1"/>
              <w:lang w:eastAsia="zh-CN" w:bidi="hi-IN"/>
            </w:rPr>
            <w:t>Riigi maakorralduse läbiviimine Murru ja Taali metskond 124 kinnisasjadel eelnõu</w:t>
          </w:r>
        </w:p>
      </w:sdtContent>
    </w:sdt>
    <w:p w14:paraId="316F8FAC" w14:textId="77777777" w:rsidR="006A26B4" w:rsidRPr="00CA7CE5" w:rsidRDefault="006A26B4" w:rsidP="006A26B4">
      <w:pPr>
        <w:numPr>
          <w:ilvl w:val="0"/>
          <w:numId w:val="1"/>
        </w:numPr>
        <w:tabs>
          <w:tab w:val="left" w:pos="5670"/>
        </w:tabs>
        <w:rPr>
          <w:rFonts w:eastAsia="Times New Roman"/>
          <w:kern w:val="0"/>
          <w:lang w:eastAsia="en-US" w:bidi="ar-SA"/>
        </w:rPr>
      </w:pPr>
      <w:r w:rsidRPr="00CA7CE5">
        <w:rPr>
          <w:rFonts w:eastAsia="Times New Roman"/>
          <w:kern w:val="0"/>
          <w:lang w:eastAsia="en-US" w:bidi="ar-SA"/>
        </w:rPr>
        <w:t>ASJAOLUD JA MENETLUSE KÄIK</w:t>
      </w:r>
    </w:p>
    <w:p w14:paraId="1FE793A0" w14:textId="77777777" w:rsidR="006A26B4" w:rsidRPr="00CA7CE5" w:rsidRDefault="006A26B4" w:rsidP="006A26B4">
      <w:pPr>
        <w:tabs>
          <w:tab w:val="left" w:pos="5670"/>
        </w:tabs>
        <w:rPr>
          <w:rFonts w:eastAsia="Times New Roman"/>
          <w:kern w:val="0"/>
          <w:lang w:eastAsia="en-US" w:bidi="ar-SA"/>
        </w:rPr>
      </w:pPr>
    </w:p>
    <w:p w14:paraId="62B086CB" w14:textId="77777777" w:rsidR="003C7D7B" w:rsidRPr="00CA7CE5" w:rsidRDefault="003C7D7B" w:rsidP="003C7D7B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CA7CE5">
        <w:t>Riigihalduse ministri 13.02.2018 käskkirjaga nr 1.1-4/40 kehtestati Pärnu maakonnaplaneering „Rail Baltic raudtee trassi koridori asukoha määramine“. Raudteetaristu ja teenindusrajatiste asukoht ja raudtee maavajadus on täpsustatud raudtee põhiprojektiga. Majandus- ja Kommunikatsiooniministeerium (edaspidi MKM), Keskkonnaministeerium ja Maa-amet sõlmisid 06.09.2016 koostöökokkuleppe nr 24.5-6/16-025, mille kohaselt viib Rail Balticu projektis maade omandamise menetlusi läbi Maa-amet. Raudteetaristu arendamist koordineerib alates 01.07.2023 Vabariigi Valitsuse seaduse (edaspidi VVS) § 61 lõike 1 alusel MKM-i asemel Kliimaministeerium (edaspidi KLIM). VVS § 105</w:t>
      </w:r>
      <w:r w:rsidRPr="00CA7CE5">
        <w:rPr>
          <w:rFonts w:eastAsia="Times New Roman"/>
          <w:kern w:val="0"/>
          <w:vertAlign w:val="superscript"/>
          <w:lang w:eastAsia="en-US" w:bidi="ar-SA"/>
        </w:rPr>
        <w:t>19</w:t>
      </w:r>
      <w:r w:rsidRPr="00CA7CE5">
        <w:t xml:space="preserve"> lõigete 3 ja 5 alusel loeti MKM-i ja Keskkonnaministeeriumi asemel koostöökokkuleppe osapoolteks KLIM ning Regionaal- ja Põllumajandusministeerium (edaspidi ReM). VVS § 105</w:t>
      </w:r>
      <w:r w:rsidRPr="00CA7CE5">
        <w:rPr>
          <w:rFonts w:eastAsia="Times New Roman"/>
          <w:kern w:val="0"/>
          <w:vertAlign w:val="superscript"/>
          <w:lang w:eastAsia="en-US" w:bidi="ar-SA"/>
        </w:rPr>
        <w:t>20</w:t>
      </w:r>
      <w:r w:rsidRPr="00CA7CE5">
        <w:t xml:space="preserve"> kohaselt on alates 01.01.2025 Maa-amet korraldatud ümber Maa- ja Ruumiametiks (edaspidi MaRu) ning on ReM-i asemel MKM-i valitsemisalas. Taristuminister ning energeetika- ja keskkonnaminister andsid Maa- ja Ruumiameti peadirektorile 20.05.2025 notariaalse volituse esindada riiki KLIM-i valitsemisele kuuluvate kinnistutega maakorraldustoimingute läbiviimisel.</w:t>
      </w:r>
    </w:p>
    <w:p w14:paraId="1D72279B" w14:textId="77777777" w:rsidR="006A26B4" w:rsidRPr="00CA7CE5" w:rsidRDefault="006A26B4" w:rsidP="006A26B4">
      <w:pPr>
        <w:tabs>
          <w:tab w:val="left" w:pos="5670"/>
        </w:tabs>
        <w:spacing w:line="240" w:lineRule="auto"/>
      </w:pPr>
    </w:p>
    <w:p w14:paraId="6573034A" w14:textId="62832079" w:rsidR="00526146" w:rsidRPr="00CA7CE5" w:rsidRDefault="00690666" w:rsidP="006A26B4">
      <w:pPr>
        <w:tabs>
          <w:tab w:val="left" w:pos="5670"/>
        </w:tabs>
        <w:spacing w:line="240" w:lineRule="auto"/>
      </w:pPr>
      <w:r w:rsidRPr="00CA7CE5">
        <w:t>Pärnu</w:t>
      </w:r>
      <w:r w:rsidR="006A26B4" w:rsidRPr="00CA7CE5">
        <w:t xml:space="preserve"> maakonnas </w:t>
      </w:r>
      <w:r w:rsidRPr="00CA7CE5">
        <w:t>Tori</w:t>
      </w:r>
      <w:r w:rsidR="006A26B4" w:rsidRPr="00CA7CE5">
        <w:t xml:space="preserve"> vallas </w:t>
      </w:r>
      <w:r w:rsidR="00D146A7" w:rsidRPr="00CA7CE5">
        <w:t>Murru</w:t>
      </w:r>
      <w:r w:rsidR="006A26B4" w:rsidRPr="00CA7CE5">
        <w:t xml:space="preserve"> külas paikneva</w:t>
      </w:r>
      <w:r w:rsidR="0075217D" w:rsidRPr="00CA7CE5">
        <w:t xml:space="preserve"> </w:t>
      </w:r>
      <w:r w:rsidR="00D146A7" w:rsidRPr="00CA7CE5">
        <w:t>Murru</w:t>
      </w:r>
      <w:r w:rsidR="006A26B4" w:rsidRPr="00CA7CE5">
        <w:t xml:space="preserve"> kinnistu registriosa nr </w:t>
      </w:r>
      <w:r w:rsidR="007D3562" w:rsidRPr="00CA7CE5">
        <w:t>295406</w:t>
      </w:r>
      <w:r w:rsidR="000A2FB4" w:rsidRPr="00CA7CE5">
        <w:t xml:space="preserve"> </w:t>
      </w:r>
      <w:r w:rsidR="007D3562" w:rsidRPr="00CA7CE5">
        <w:t xml:space="preserve">(edaspidi </w:t>
      </w:r>
      <w:r w:rsidR="007D3562" w:rsidRPr="00CA7CE5">
        <w:rPr>
          <w:i/>
          <w:iCs/>
        </w:rPr>
        <w:t xml:space="preserve">Murru kinnistu) </w:t>
      </w:r>
      <w:r w:rsidR="005320A1" w:rsidRPr="00CA7CE5">
        <w:t>k</w:t>
      </w:r>
      <w:r w:rsidR="006A26B4" w:rsidRPr="00CA7CE5">
        <w:t xml:space="preserve">oosseisu </w:t>
      </w:r>
      <w:r w:rsidR="007D3562" w:rsidRPr="00CA7CE5">
        <w:t xml:space="preserve">kuulunud </w:t>
      </w:r>
      <w:r w:rsidR="005C2768" w:rsidRPr="00CA7CE5">
        <w:t xml:space="preserve">Murru </w:t>
      </w:r>
      <w:r w:rsidR="006A26B4" w:rsidRPr="00CA7CE5">
        <w:t>katastriüksus</w:t>
      </w:r>
      <w:r w:rsidR="001F3849" w:rsidRPr="00CA7CE5">
        <w:t>ed</w:t>
      </w:r>
      <w:r w:rsidR="005C2768" w:rsidRPr="00CA7CE5">
        <w:t xml:space="preserve"> </w:t>
      </w:r>
      <w:r w:rsidR="001F3849" w:rsidRPr="00CA7CE5">
        <w:t>katastritunnus</w:t>
      </w:r>
      <w:r w:rsidR="005C2768" w:rsidRPr="00CA7CE5">
        <w:t>ega</w:t>
      </w:r>
      <w:r w:rsidR="001F3849" w:rsidRPr="00CA7CE5">
        <w:t xml:space="preserve"> 14902:002:0182</w:t>
      </w:r>
      <w:r w:rsidR="005C2768" w:rsidRPr="00CA7CE5">
        <w:t xml:space="preserve"> ja</w:t>
      </w:r>
      <w:r w:rsidR="00EB0C35" w:rsidRPr="00CA7CE5">
        <w:t xml:space="preserve"> </w:t>
      </w:r>
      <w:r w:rsidR="001F3849" w:rsidRPr="00CA7CE5">
        <w:t>14902:002:0183</w:t>
      </w:r>
      <w:r w:rsidR="006A26B4" w:rsidRPr="00CA7CE5">
        <w:t>, jäi</w:t>
      </w:r>
      <w:r w:rsidR="00EB0C35" w:rsidRPr="00CA7CE5">
        <w:t>d</w:t>
      </w:r>
      <w:r w:rsidR="006A26B4" w:rsidRPr="00CA7CE5">
        <w:t xml:space="preserve"> Rail Baltic raudtee põhiprojekti kohaselt </w:t>
      </w:r>
      <w:r w:rsidR="0075217D" w:rsidRPr="00CA7CE5">
        <w:t>o</w:t>
      </w:r>
      <w:r w:rsidR="006A26B4" w:rsidRPr="00CA7CE5">
        <w:t xml:space="preserve">saliselt, </w:t>
      </w:r>
      <w:r w:rsidR="006A26B4" w:rsidRPr="00CA7CE5">
        <w:rPr>
          <w:i/>
          <w:iCs/>
        </w:rPr>
        <w:t xml:space="preserve">ca </w:t>
      </w:r>
      <w:r w:rsidR="00EB0C35" w:rsidRPr="00CA7CE5">
        <w:t>3,26</w:t>
      </w:r>
      <w:r w:rsidR="0075217D" w:rsidRPr="00CA7CE5">
        <w:t xml:space="preserve"> </w:t>
      </w:r>
      <w:r w:rsidR="006A26B4" w:rsidRPr="00CA7CE5">
        <w:t xml:space="preserve">ha </w:t>
      </w:r>
      <w:r w:rsidR="00EB0C35" w:rsidRPr="00CA7CE5">
        <w:t xml:space="preserve">ja </w:t>
      </w:r>
      <w:r w:rsidR="00EB0C35" w:rsidRPr="00CA7CE5">
        <w:rPr>
          <w:i/>
          <w:iCs/>
        </w:rPr>
        <w:t>ca</w:t>
      </w:r>
      <w:r w:rsidR="00EB0C35" w:rsidRPr="00CA7CE5">
        <w:t xml:space="preserve"> 4,41 ha </w:t>
      </w:r>
      <w:r w:rsidR="006A26B4" w:rsidRPr="00CA7CE5">
        <w:t>ulatuses raudtee</w:t>
      </w:r>
      <w:r w:rsidR="005320A1" w:rsidRPr="00CA7CE5">
        <w:t xml:space="preserve">, </w:t>
      </w:r>
      <w:r w:rsidR="0075217D" w:rsidRPr="00CA7CE5">
        <w:t>juurdepääsutee</w:t>
      </w:r>
      <w:r w:rsidR="006A26B4" w:rsidRPr="00CA7CE5">
        <w:t xml:space="preserve"> </w:t>
      </w:r>
      <w:r w:rsidR="005320A1" w:rsidRPr="00CA7CE5">
        <w:t xml:space="preserve">ja Kaseküla tee L2 laienduse </w:t>
      </w:r>
      <w:r w:rsidR="006A26B4" w:rsidRPr="00CA7CE5">
        <w:t xml:space="preserve">maaeralduste alale. </w:t>
      </w:r>
      <w:r w:rsidR="007D3562" w:rsidRPr="00CA7CE5">
        <w:t xml:space="preserve">Kinnistu </w:t>
      </w:r>
      <w:r w:rsidRPr="00CA7CE5">
        <w:t>omanik</w:t>
      </w:r>
      <w:r w:rsidR="0075217D" w:rsidRPr="00CA7CE5">
        <w:t>u</w:t>
      </w:r>
      <w:r w:rsidRPr="00CA7CE5">
        <w:t xml:space="preserve">na </w:t>
      </w:r>
      <w:r w:rsidR="006A26B4" w:rsidRPr="00CA7CE5">
        <w:t xml:space="preserve">on kinnistusraamatusse </w:t>
      </w:r>
      <w:r w:rsidR="005320A1" w:rsidRPr="00CA7CE5">
        <w:t>04.08.1997 (ümber kirjutatud 12.02.2002)</w:t>
      </w:r>
      <w:r w:rsidR="006A26B4" w:rsidRPr="00CA7CE5">
        <w:t xml:space="preserve"> sisse kantud </w:t>
      </w:r>
      <w:r w:rsidR="005320A1" w:rsidRPr="00CA7CE5">
        <w:t>Jaan-Hardi Prints</w:t>
      </w:r>
      <w:r w:rsidR="0075217D" w:rsidRPr="00CA7CE5">
        <w:t xml:space="preserve"> (isikukood </w:t>
      </w:r>
      <w:hyperlink r:id="rId12" w:tgtFrame="_blank" w:history="1">
        <w:r w:rsidR="005320A1" w:rsidRPr="00CA7CE5">
          <w:rPr>
            <w:rStyle w:val="Hperlink"/>
            <w:color w:val="auto"/>
            <w:u w:val="none"/>
          </w:rPr>
          <w:t>37505074268</w:t>
        </w:r>
      </w:hyperlink>
      <w:r w:rsidR="0075217D" w:rsidRPr="00CA7CE5">
        <w:t>).</w:t>
      </w:r>
      <w:r w:rsidR="005320A1" w:rsidRPr="00CA7CE5">
        <w:rPr>
          <w:rFonts w:eastAsia="Times New Roman"/>
          <w:bCs/>
          <w:kern w:val="0"/>
          <w:lang w:eastAsia="en-US" w:bidi="ar-SA"/>
        </w:rPr>
        <w:t xml:space="preserve"> </w:t>
      </w:r>
      <w:r w:rsidR="00FA40F5" w:rsidRPr="00CA7CE5">
        <w:t xml:space="preserve">Kinnistu registriosa nr </w:t>
      </w:r>
      <w:r w:rsidR="005320A1" w:rsidRPr="00CA7CE5">
        <w:t>295406</w:t>
      </w:r>
      <w:r w:rsidR="00FA40F5" w:rsidRPr="00CA7CE5">
        <w:t xml:space="preserve"> III jakku</w:t>
      </w:r>
      <w:r w:rsidR="003766CC" w:rsidRPr="00CA7CE5">
        <w:t xml:space="preserve"> </w:t>
      </w:r>
      <w:r w:rsidR="00FA40F5" w:rsidRPr="00CA7CE5">
        <w:t xml:space="preserve">kandena nr </w:t>
      </w:r>
      <w:r w:rsidR="005320A1" w:rsidRPr="00CA7CE5">
        <w:t>1</w:t>
      </w:r>
      <w:r w:rsidR="003766CC" w:rsidRPr="00CA7CE5">
        <w:t xml:space="preserve"> on</w:t>
      </w:r>
      <w:r w:rsidR="00FA40F5" w:rsidRPr="00CA7CE5">
        <w:t xml:space="preserve"> sisse kantud tähtajatu isiklik kasutusõigus Elektrilevi OÜ (registrikood 11050857</w:t>
      </w:r>
      <w:r w:rsidR="005320A1" w:rsidRPr="00CA7CE5">
        <w:t>, endine ärinimi osaühing Jaotusvõrk</w:t>
      </w:r>
      <w:r w:rsidR="00FA40F5" w:rsidRPr="00CA7CE5">
        <w:t>) kasuks</w:t>
      </w:r>
      <w:r w:rsidR="005320A1" w:rsidRPr="00CA7CE5">
        <w:t>.</w:t>
      </w:r>
      <w:r w:rsidR="00FA40F5" w:rsidRPr="00CA7CE5">
        <w:t xml:space="preserve"> </w:t>
      </w:r>
    </w:p>
    <w:p w14:paraId="31F34080" w14:textId="77777777" w:rsidR="005320A1" w:rsidRPr="00CA7CE5" w:rsidRDefault="005320A1" w:rsidP="006A26B4">
      <w:pPr>
        <w:tabs>
          <w:tab w:val="left" w:pos="5670"/>
        </w:tabs>
        <w:spacing w:line="240" w:lineRule="auto"/>
        <w:rPr>
          <w:rFonts w:eastAsia="Times New Roman"/>
          <w:bCs/>
          <w:kern w:val="0"/>
          <w:lang w:eastAsia="en-US" w:bidi="ar-SA"/>
        </w:rPr>
      </w:pPr>
    </w:p>
    <w:p w14:paraId="0B95DBF9" w14:textId="6BD159E5" w:rsidR="006A26B4" w:rsidRPr="00CA7CE5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CA7CE5">
        <w:rPr>
          <w:rFonts w:eastAsia="Times New Roman"/>
          <w:kern w:val="0"/>
          <w:lang w:eastAsia="en-US" w:bidi="ar-SA"/>
        </w:rPr>
        <w:t xml:space="preserve">Maa-amet teavitas </w:t>
      </w:r>
      <w:r w:rsidR="00F14F49" w:rsidRPr="00CA7CE5">
        <w:rPr>
          <w:rFonts w:eastAsia="Times New Roman"/>
          <w:kern w:val="0"/>
          <w:lang w:eastAsia="en-US" w:bidi="ar-SA"/>
        </w:rPr>
        <w:t>05.11.2024</w:t>
      </w:r>
      <w:r w:rsidR="002654E3" w:rsidRPr="00CA7CE5">
        <w:rPr>
          <w:rFonts w:eastAsia="Times New Roman"/>
          <w:kern w:val="0"/>
          <w:lang w:eastAsia="en-US" w:bidi="ar-SA"/>
        </w:rPr>
        <w:t xml:space="preserve"> kirjaga nr 7-21/24/13</w:t>
      </w:r>
      <w:r w:rsidR="00F14F49" w:rsidRPr="00CA7CE5">
        <w:rPr>
          <w:rFonts w:eastAsia="Times New Roman"/>
          <w:kern w:val="0"/>
          <w:lang w:eastAsia="en-US" w:bidi="ar-SA"/>
        </w:rPr>
        <w:t>624</w:t>
      </w:r>
      <w:r w:rsidRPr="00CA7CE5">
        <w:rPr>
          <w:rFonts w:eastAsia="Times New Roman"/>
          <w:kern w:val="0"/>
          <w:lang w:eastAsia="en-US" w:bidi="ar-SA"/>
        </w:rPr>
        <w:t xml:space="preserve"> kinnisasja omanikk</w:t>
      </w:r>
      <w:r w:rsidR="002654E3" w:rsidRPr="00CA7CE5">
        <w:rPr>
          <w:rFonts w:eastAsia="Times New Roman"/>
          <w:kern w:val="0"/>
          <w:lang w:eastAsia="en-US" w:bidi="ar-SA"/>
        </w:rPr>
        <w:t>u</w:t>
      </w:r>
      <w:r w:rsidRPr="00CA7CE5">
        <w:rPr>
          <w:rFonts w:eastAsia="Times New Roman"/>
          <w:kern w:val="0"/>
          <w:lang w:eastAsia="en-US" w:bidi="ar-SA"/>
        </w:rPr>
        <w:t xml:space="preserve"> kinnisasja osalise omandamise menetluse</w:t>
      </w:r>
      <w:r w:rsidR="00FB6B14" w:rsidRPr="00CA7CE5">
        <w:rPr>
          <w:rFonts w:eastAsia="Times New Roman"/>
          <w:kern w:val="0"/>
          <w:lang w:eastAsia="en-US" w:bidi="ar-SA"/>
        </w:rPr>
        <w:t>st</w:t>
      </w:r>
      <w:r w:rsidRPr="00CA7CE5">
        <w:rPr>
          <w:rFonts w:eastAsia="Times New Roman"/>
          <w:kern w:val="0"/>
          <w:lang w:eastAsia="en-US" w:bidi="ar-SA"/>
        </w:rPr>
        <w:t xml:space="preserve"> </w:t>
      </w:r>
      <w:r w:rsidR="0077204D" w:rsidRPr="00CA7CE5">
        <w:rPr>
          <w:rFonts w:eastAsia="Times New Roman"/>
          <w:kern w:val="0"/>
          <w:lang w:eastAsia="en-US" w:bidi="ar-SA"/>
        </w:rPr>
        <w:t>kinnisasja avalikes huvides omandamise seaduse (edaspidi KAHOS) § 4 lõike 1 punkti 7 alusel raudtee ehitamiseks. Maa-amet</w:t>
      </w:r>
      <w:r w:rsidR="00FB6B14" w:rsidRPr="00CA7CE5">
        <w:rPr>
          <w:rFonts w:eastAsia="Times New Roman"/>
          <w:kern w:val="0"/>
          <w:lang w:eastAsia="en-US" w:bidi="ar-SA"/>
        </w:rPr>
        <w:t xml:space="preserve"> selgitas, </w:t>
      </w:r>
      <w:r w:rsidR="002654E3" w:rsidRPr="00CA7CE5">
        <w:rPr>
          <w:rFonts w:eastAsia="Times New Roman"/>
          <w:kern w:val="0"/>
          <w:lang w:eastAsia="en-US" w:bidi="ar-SA"/>
        </w:rPr>
        <w:t>et avalikes huvides tehtava</w:t>
      </w:r>
      <w:r w:rsidR="00F14F49" w:rsidRPr="00CA7CE5">
        <w:rPr>
          <w:rFonts w:eastAsia="Times New Roman"/>
          <w:kern w:val="0"/>
          <w:lang w:eastAsia="en-US" w:bidi="ar-SA"/>
        </w:rPr>
        <w:t>te</w:t>
      </w:r>
      <w:r w:rsidR="002654E3" w:rsidRPr="00CA7CE5">
        <w:rPr>
          <w:rFonts w:eastAsia="Times New Roman"/>
          <w:kern w:val="0"/>
          <w:lang w:eastAsia="en-US" w:bidi="ar-SA"/>
        </w:rPr>
        <w:t xml:space="preserve"> äralõi</w:t>
      </w:r>
      <w:r w:rsidR="00F14F49" w:rsidRPr="00CA7CE5">
        <w:rPr>
          <w:rFonts w:eastAsia="Times New Roman"/>
          <w:kern w:val="0"/>
          <w:lang w:eastAsia="en-US" w:bidi="ar-SA"/>
        </w:rPr>
        <w:t>gete</w:t>
      </w:r>
      <w:r w:rsidR="002654E3" w:rsidRPr="00CA7CE5">
        <w:rPr>
          <w:rFonts w:eastAsia="Times New Roman"/>
          <w:kern w:val="0"/>
          <w:lang w:eastAsia="en-US" w:bidi="ar-SA"/>
        </w:rPr>
        <w:t xml:space="preserve"> tõttu tükeldu</w:t>
      </w:r>
      <w:r w:rsidR="0077204D" w:rsidRPr="00CA7CE5">
        <w:rPr>
          <w:rFonts w:eastAsia="Times New Roman"/>
          <w:kern w:val="0"/>
          <w:lang w:eastAsia="en-US" w:bidi="ar-SA"/>
        </w:rPr>
        <w:t xml:space="preserve">b Murru kinnisasi selliselt, et </w:t>
      </w:r>
      <w:r w:rsidR="00F14F49" w:rsidRPr="00CA7CE5">
        <w:rPr>
          <w:rFonts w:eastAsia="Times New Roman"/>
          <w:kern w:val="0"/>
          <w:lang w:eastAsia="en-US" w:bidi="ar-SA"/>
        </w:rPr>
        <w:t>katastriüksuse 14902:002:0182</w:t>
      </w:r>
      <w:r w:rsidR="0077204D" w:rsidRPr="00CA7CE5">
        <w:rPr>
          <w:rFonts w:eastAsia="Times New Roman"/>
          <w:kern w:val="0"/>
          <w:lang w:eastAsia="en-US" w:bidi="ar-SA"/>
        </w:rPr>
        <w:t xml:space="preserve"> kaguossa tekib</w:t>
      </w:r>
      <w:r w:rsidR="00EB1B1A" w:rsidRPr="00CA7CE5">
        <w:rPr>
          <w:rFonts w:eastAsia="Times New Roman"/>
          <w:kern w:val="0"/>
          <w:lang w:eastAsia="en-US" w:bidi="ar-SA"/>
        </w:rPr>
        <w:t xml:space="preserve"> </w:t>
      </w:r>
      <w:r w:rsidR="0077204D" w:rsidRPr="00CA7CE5">
        <w:rPr>
          <w:rFonts w:eastAsia="Times New Roman"/>
          <w:i/>
          <w:iCs/>
          <w:kern w:val="0"/>
          <w:lang w:eastAsia="en-US" w:bidi="ar-SA"/>
        </w:rPr>
        <w:t>ca</w:t>
      </w:r>
      <w:r w:rsidR="0077204D" w:rsidRPr="00CA7CE5">
        <w:rPr>
          <w:rFonts w:eastAsia="Times New Roman"/>
          <w:kern w:val="0"/>
          <w:lang w:eastAsia="en-US" w:bidi="ar-SA"/>
        </w:rPr>
        <w:t xml:space="preserve"> 0,3 ha</w:t>
      </w:r>
      <w:r w:rsidR="00EB1B1A" w:rsidRPr="00CA7CE5">
        <w:rPr>
          <w:rFonts w:eastAsia="Times New Roman"/>
          <w:kern w:val="0"/>
          <w:lang w:eastAsia="en-US" w:bidi="ar-SA"/>
        </w:rPr>
        <w:t xml:space="preserve"> lahustükk</w:t>
      </w:r>
      <w:r w:rsidR="005C2768" w:rsidRPr="00CA7CE5">
        <w:rPr>
          <w:rFonts w:eastAsia="Times New Roman"/>
          <w:kern w:val="0"/>
          <w:lang w:eastAsia="en-US" w:bidi="ar-SA"/>
        </w:rPr>
        <w:t xml:space="preserve"> ja </w:t>
      </w:r>
      <w:r w:rsidR="00EB1B1A" w:rsidRPr="00CA7CE5">
        <w:rPr>
          <w:rFonts w:eastAsia="Times New Roman"/>
          <w:kern w:val="0"/>
          <w:lang w:eastAsia="en-US" w:bidi="ar-SA"/>
        </w:rPr>
        <w:t xml:space="preserve">katastriüksuse </w:t>
      </w:r>
      <w:r w:rsidR="00F14F49" w:rsidRPr="00CA7CE5">
        <w:rPr>
          <w:rFonts w:eastAsia="Times New Roman"/>
          <w:kern w:val="0"/>
          <w:lang w:eastAsia="en-US" w:bidi="ar-SA"/>
        </w:rPr>
        <w:t>14902:002:0183</w:t>
      </w:r>
      <w:r w:rsidR="002654E3" w:rsidRPr="00CA7CE5">
        <w:rPr>
          <w:rFonts w:eastAsia="Times New Roman"/>
          <w:kern w:val="0"/>
          <w:lang w:eastAsia="en-US" w:bidi="ar-SA"/>
        </w:rPr>
        <w:t xml:space="preserve"> </w:t>
      </w:r>
      <w:r w:rsidR="00EB1B1A" w:rsidRPr="00CA7CE5">
        <w:rPr>
          <w:rFonts w:eastAsia="Times New Roman"/>
          <w:kern w:val="0"/>
          <w:lang w:eastAsia="en-US" w:bidi="ar-SA"/>
        </w:rPr>
        <w:t>kaguossa tekib</w:t>
      </w:r>
      <w:r w:rsidR="008F277A" w:rsidRPr="00CA7CE5">
        <w:rPr>
          <w:rFonts w:eastAsia="Times New Roman"/>
          <w:kern w:val="0"/>
          <w:lang w:eastAsia="en-US" w:bidi="ar-SA"/>
        </w:rPr>
        <w:t xml:space="preserve"> </w:t>
      </w:r>
      <w:r w:rsidR="008F277A" w:rsidRPr="00CA7CE5">
        <w:rPr>
          <w:rFonts w:eastAsia="Times New Roman"/>
          <w:i/>
          <w:iCs/>
          <w:kern w:val="0"/>
          <w:lang w:eastAsia="en-US" w:bidi="ar-SA"/>
        </w:rPr>
        <w:t xml:space="preserve">ca </w:t>
      </w:r>
      <w:r w:rsidR="008F277A" w:rsidRPr="00CA7CE5">
        <w:rPr>
          <w:rFonts w:eastAsia="Times New Roman"/>
          <w:kern w:val="0"/>
          <w:lang w:eastAsia="en-US" w:bidi="ar-SA"/>
        </w:rPr>
        <w:t xml:space="preserve">1,15 </w:t>
      </w:r>
      <w:r w:rsidR="002654E3" w:rsidRPr="00CA7CE5">
        <w:rPr>
          <w:rFonts w:eastAsia="Times New Roman"/>
          <w:kern w:val="0"/>
          <w:lang w:eastAsia="en-US" w:bidi="ar-SA"/>
        </w:rPr>
        <w:t>ha suuru</w:t>
      </w:r>
      <w:r w:rsidR="00EB1B1A" w:rsidRPr="00CA7CE5">
        <w:rPr>
          <w:rFonts w:eastAsia="Times New Roman"/>
          <w:kern w:val="0"/>
          <w:lang w:eastAsia="en-US" w:bidi="ar-SA"/>
        </w:rPr>
        <w:t>ne</w:t>
      </w:r>
      <w:r w:rsidR="002654E3" w:rsidRPr="00CA7CE5">
        <w:rPr>
          <w:rFonts w:eastAsia="Times New Roman"/>
          <w:kern w:val="0"/>
          <w:lang w:eastAsia="en-US" w:bidi="ar-SA"/>
        </w:rPr>
        <w:t xml:space="preserve"> </w:t>
      </w:r>
      <w:r w:rsidR="00F14F49" w:rsidRPr="00CA7CE5">
        <w:rPr>
          <w:rFonts w:eastAsia="Times New Roman"/>
          <w:kern w:val="0"/>
          <w:lang w:eastAsia="en-US" w:bidi="ar-SA"/>
        </w:rPr>
        <w:t>lahustük</w:t>
      </w:r>
      <w:r w:rsidR="00EB1B1A" w:rsidRPr="00CA7CE5">
        <w:rPr>
          <w:rFonts w:eastAsia="Times New Roman"/>
          <w:kern w:val="0"/>
          <w:lang w:eastAsia="en-US" w:bidi="ar-SA"/>
        </w:rPr>
        <w:t>k</w:t>
      </w:r>
      <w:r w:rsidR="0032568D" w:rsidRPr="00CA7CE5">
        <w:rPr>
          <w:rFonts w:eastAsia="Times New Roman"/>
          <w:kern w:val="0"/>
          <w:lang w:eastAsia="en-US" w:bidi="ar-SA"/>
        </w:rPr>
        <w:t>. Nimetatud lahustükkide</w:t>
      </w:r>
      <w:r w:rsidR="002654E3" w:rsidRPr="00CA7CE5">
        <w:rPr>
          <w:rFonts w:eastAsia="Times New Roman"/>
          <w:kern w:val="0"/>
          <w:lang w:eastAsia="en-US" w:bidi="ar-SA"/>
        </w:rPr>
        <w:t xml:space="preserve"> omandamist võib kinnisasja omanik </w:t>
      </w:r>
      <w:r w:rsidR="0077204D" w:rsidRPr="00CA7CE5">
        <w:rPr>
          <w:rFonts w:eastAsia="Times New Roman"/>
          <w:kern w:val="0"/>
          <w:lang w:eastAsia="en-US" w:bidi="ar-SA"/>
        </w:rPr>
        <w:t xml:space="preserve">KAHOS § 10 lõike 1 alusel </w:t>
      </w:r>
      <w:r w:rsidR="002654E3" w:rsidRPr="00CA7CE5">
        <w:rPr>
          <w:rFonts w:eastAsia="Times New Roman"/>
          <w:kern w:val="0"/>
          <w:lang w:eastAsia="en-US" w:bidi="ar-SA"/>
        </w:rPr>
        <w:t xml:space="preserve">nõuda, kui </w:t>
      </w:r>
      <w:r w:rsidR="0077204D" w:rsidRPr="00CA7CE5">
        <w:rPr>
          <w:rFonts w:eastAsia="Times New Roman"/>
          <w:kern w:val="0"/>
          <w:lang w:eastAsia="en-US" w:bidi="ar-SA"/>
        </w:rPr>
        <w:t xml:space="preserve">need </w:t>
      </w:r>
      <w:r w:rsidR="002654E3" w:rsidRPr="00CA7CE5">
        <w:rPr>
          <w:rFonts w:eastAsia="Times New Roman"/>
          <w:kern w:val="0"/>
          <w:lang w:eastAsia="en-US" w:bidi="ar-SA"/>
        </w:rPr>
        <w:t>muutu</w:t>
      </w:r>
      <w:r w:rsidR="0077204D" w:rsidRPr="00CA7CE5">
        <w:rPr>
          <w:rFonts w:eastAsia="Times New Roman"/>
          <w:kern w:val="0"/>
          <w:lang w:eastAsia="en-US" w:bidi="ar-SA"/>
        </w:rPr>
        <w:t>vad</w:t>
      </w:r>
      <w:r w:rsidR="002654E3" w:rsidRPr="00CA7CE5">
        <w:rPr>
          <w:rFonts w:eastAsia="Times New Roman"/>
          <w:kern w:val="0"/>
          <w:lang w:eastAsia="en-US" w:bidi="ar-SA"/>
        </w:rPr>
        <w:t xml:space="preserve"> tükeldumise tõttu ebaotstarbekalt kasutatavaks.</w:t>
      </w:r>
      <w:r w:rsidR="00FA40F5" w:rsidRPr="00CA7CE5">
        <w:rPr>
          <w:rFonts w:eastAsia="Times New Roman"/>
          <w:kern w:val="0"/>
          <w:lang w:eastAsia="en-US" w:bidi="ar-SA"/>
        </w:rPr>
        <w:t xml:space="preserve"> Kinnisasja omanik </w:t>
      </w:r>
      <w:r w:rsidR="0077204D" w:rsidRPr="00CA7CE5">
        <w:rPr>
          <w:rFonts w:eastAsia="Times New Roman"/>
          <w:kern w:val="0"/>
          <w:lang w:eastAsia="en-US" w:bidi="ar-SA"/>
        </w:rPr>
        <w:t>avaldas</w:t>
      </w:r>
      <w:r w:rsidR="004E075C" w:rsidRPr="00CA7CE5">
        <w:rPr>
          <w:rFonts w:eastAsia="Times New Roman"/>
          <w:kern w:val="0"/>
          <w:lang w:eastAsia="en-US" w:bidi="ar-SA"/>
        </w:rPr>
        <w:t xml:space="preserve"> 12.11.2024</w:t>
      </w:r>
      <w:r w:rsidR="0077204D" w:rsidRPr="00CA7CE5">
        <w:rPr>
          <w:rFonts w:eastAsia="Times New Roman"/>
          <w:kern w:val="0"/>
          <w:lang w:eastAsia="en-US" w:bidi="ar-SA"/>
        </w:rPr>
        <w:t xml:space="preserve"> soovi võõrandada</w:t>
      </w:r>
      <w:r w:rsidR="00FA40F5" w:rsidRPr="00CA7CE5">
        <w:rPr>
          <w:rFonts w:eastAsia="Times New Roman"/>
          <w:kern w:val="0"/>
          <w:lang w:eastAsia="en-US" w:bidi="ar-SA"/>
        </w:rPr>
        <w:t xml:space="preserve"> ka </w:t>
      </w:r>
      <w:r w:rsidR="00A03CA1" w:rsidRPr="00CA7CE5">
        <w:rPr>
          <w:rFonts w:eastAsia="Times New Roman"/>
          <w:kern w:val="0"/>
          <w:lang w:eastAsia="en-US" w:bidi="ar-SA"/>
        </w:rPr>
        <w:t>Murru</w:t>
      </w:r>
      <w:r w:rsidR="00FA40F5" w:rsidRPr="00CA7CE5">
        <w:rPr>
          <w:rFonts w:eastAsia="Times New Roman"/>
          <w:kern w:val="0"/>
          <w:lang w:eastAsia="en-US" w:bidi="ar-SA"/>
        </w:rPr>
        <w:t xml:space="preserve"> kinnisasja tükeldumisel tekkiva</w:t>
      </w:r>
      <w:r w:rsidR="00A03CA1" w:rsidRPr="00CA7CE5">
        <w:rPr>
          <w:rFonts w:eastAsia="Times New Roman"/>
          <w:kern w:val="0"/>
          <w:lang w:eastAsia="en-US" w:bidi="ar-SA"/>
        </w:rPr>
        <w:t>d</w:t>
      </w:r>
      <w:r w:rsidR="00F10953" w:rsidRPr="00CA7CE5">
        <w:rPr>
          <w:rFonts w:eastAsia="Times New Roman"/>
          <w:kern w:val="0"/>
          <w:lang w:eastAsia="en-US" w:bidi="ar-SA"/>
        </w:rPr>
        <w:t xml:space="preserve"> </w:t>
      </w:r>
      <w:r w:rsidR="00FA40F5" w:rsidRPr="00CA7CE5">
        <w:rPr>
          <w:rFonts w:eastAsia="Times New Roman"/>
          <w:i/>
          <w:iCs/>
          <w:kern w:val="0"/>
          <w:lang w:eastAsia="en-US" w:bidi="ar-SA"/>
        </w:rPr>
        <w:t>ca</w:t>
      </w:r>
      <w:r w:rsidR="00FA40F5" w:rsidRPr="00CA7CE5">
        <w:rPr>
          <w:rFonts w:eastAsia="Times New Roman"/>
          <w:kern w:val="0"/>
          <w:lang w:eastAsia="en-US" w:bidi="ar-SA"/>
        </w:rPr>
        <w:t xml:space="preserve"> 0,</w:t>
      </w:r>
      <w:r w:rsidR="00A03CA1" w:rsidRPr="00CA7CE5">
        <w:rPr>
          <w:rFonts w:eastAsia="Times New Roman"/>
          <w:kern w:val="0"/>
          <w:lang w:eastAsia="en-US" w:bidi="ar-SA"/>
        </w:rPr>
        <w:t xml:space="preserve">3 </w:t>
      </w:r>
      <w:r w:rsidR="00FA40F5" w:rsidRPr="00CA7CE5">
        <w:rPr>
          <w:rFonts w:eastAsia="Times New Roman"/>
          <w:kern w:val="0"/>
          <w:lang w:eastAsia="en-US" w:bidi="ar-SA"/>
        </w:rPr>
        <w:t xml:space="preserve">ha </w:t>
      </w:r>
      <w:r w:rsidR="00A03CA1" w:rsidRPr="00CA7CE5">
        <w:rPr>
          <w:rFonts w:eastAsia="Times New Roman"/>
          <w:kern w:val="0"/>
          <w:lang w:eastAsia="en-US" w:bidi="ar-SA"/>
        </w:rPr>
        <w:t xml:space="preserve">ja </w:t>
      </w:r>
      <w:r w:rsidR="00A03CA1" w:rsidRPr="00CA7CE5">
        <w:rPr>
          <w:rFonts w:eastAsia="Times New Roman"/>
          <w:i/>
          <w:iCs/>
          <w:kern w:val="0"/>
          <w:lang w:eastAsia="en-US" w:bidi="ar-SA"/>
        </w:rPr>
        <w:t>ca</w:t>
      </w:r>
      <w:r w:rsidR="00A03CA1" w:rsidRPr="00CA7CE5">
        <w:rPr>
          <w:rFonts w:eastAsia="Times New Roman"/>
          <w:kern w:val="0"/>
          <w:lang w:eastAsia="en-US" w:bidi="ar-SA"/>
        </w:rPr>
        <w:t xml:space="preserve"> 1,15 ha </w:t>
      </w:r>
      <w:r w:rsidR="00FA40F5" w:rsidRPr="00CA7CE5">
        <w:rPr>
          <w:rFonts w:eastAsia="Times New Roman"/>
          <w:kern w:val="0"/>
          <w:lang w:eastAsia="en-US" w:bidi="ar-SA"/>
        </w:rPr>
        <w:t>suuruse</w:t>
      </w:r>
      <w:r w:rsidR="00A03CA1" w:rsidRPr="00CA7CE5">
        <w:rPr>
          <w:rFonts w:eastAsia="Times New Roman"/>
          <w:kern w:val="0"/>
          <w:lang w:eastAsia="en-US" w:bidi="ar-SA"/>
        </w:rPr>
        <w:t>d</w:t>
      </w:r>
      <w:r w:rsidR="00FA40F5" w:rsidRPr="00CA7CE5">
        <w:rPr>
          <w:rFonts w:eastAsia="Times New Roman"/>
          <w:kern w:val="0"/>
          <w:lang w:eastAsia="en-US" w:bidi="ar-SA"/>
        </w:rPr>
        <w:t xml:space="preserve"> osa</w:t>
      </w:r>
      <w:r w:rsidR="00A03CA1" w:rsidRPr="00CA7CE5">
        <w:rPr>
          <w:rFonts w:eastAsia="Times New Roman"/>
          <w:kern w:val="0"/>
          <w:lang w:eastAsia="en-US" w:bidi="ar-SA"/>
        </w:rPr>
        <w:t>d</w:t>
      </w:r>
      <w:r w:rsidR="0077204D" w:rsidRPr="00CA7CE5">
        <w:rPr>
          <w:rFonts w:eastAsia="Times New Roman"/>
          <w:kern w:val="0"/>
          <w:lang w:eastAsia="en-US" w:bidi="ar-SA"/>
        </w:rPr>
        <w:t xml:space="preserve">. Samuti </w:t>
      </w:r>
      <w:r w:rsidR="00F10953" w:rsidRPr="00CA7CE5">
        <w:rPr>
          <w:rFonts w:eastAsia="Times New Roman"/>
          <w:kern w:val="0"/>
          <w:lang w:eastAsia="en-US" w:bidi="ar-SA"/>
        </w:rPr>
        <w:t>soovis</w:t>
      </w:r>
      <w:r w:rsidR="0077204D" w:rsidRPr="00CA7CE5">
        <w:rPr>
          <w:rFonts w:eastAsia="Times New Roman"/>
          <w:kern w:val="0"/>
          <w:lang w:eastAsia="en-US" w:bidi="ar-SA"/>
        </w:rPr>
        <w:t xml:space="preserve"> ta</w:t>
      </w:r>
      <w:r w:rsidR="00F10953" w:rsidRPr="00CA7CE5">
        <w:rPr>
          <w:rFonts w:eastAsia="Times New Roman"/>
          <w:kern w:val="0"/>
          <w:lang w:eastAsia="en-US" w:bidi="ar-SA"/>
        </w:rPr>
        <w:t xml:space="preserve"> kogu omandatava osa (</w:t>
      </w:r>
      <w:r w:rsidR="00F10953" w:rsidRPr="00CA7CE5">
        <w:rPr>
          <w:rFonts w:eastAsia="Times New Roman"/>
          <w:i/>
          <w:iCs/>
          <w:kern w:val="0"/>
          <w:lang w:eastAsia="en-US" w:bidi="ar-SA"/>
        </w:rPr>
        <w:t>ca</w:t>
      </w:r>
      <w:r w:rsidR="00F10953" w:rsidRPr="00CA7CE5">
        <w:rPr>
          <w:rFonts w:eastAsia="Times New Roman"/>
          <w:kern w:val="0"/>
          <w:lang w:eastAsia="en-US" w:bidi="ar-SA"/>
        </w:rPr>
        <w:t xml:space="preserve"> </w:t>
      </w:r>
      <w:r w:rsidR="00A03CA1" w:rsidRPr="00CA7CE5">
        <w:rPr>
          <w:rFonts w:eastAsia="Times New Roman"/>
          <w:kern w:val="0"/>
          <w:lang w:eastAsia="en-US" w:bidi="ar-SA"/>
        </w:rPr>
        <w:t>9,12</w:t>
      </w:r>
      <w:r w:rsidR="00F10953" w:rsidRPr="00CA7CE5">
        <w:rPr>
          <w:rFonts w:eastAsia="Times New Roman"/>
          <w:kern w:val="0"/>
          <w:lang w:eastAsia="en-US" w:bidi="ar-SA"/>
        </w:rPr>
        <w:t xml:space="preserve"> ha) vahetamist riigile kuuluva kinnisasjaga.</w:t>
      </w:r>
    </w:p>
    <w:p w14:paraId="1B5B9E55" w14:textId="77777777" w:rsidR="00EB1B1A" w:rsidRPr="00CA7CE5" w:rsidRDefault="00EB1B1A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0C12607A" w14:textId="55F2104F" w:rsidR="00AA0EF3" w:rsidRPr="00CA7CE5" w:rsidRDefault="00FB6B14" w:rsidP="00614218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CA7CE5">
        <w:rPr>
          <w:rFonts w:eastAsia="Times New Roman"/>
          <w:kern w:val="0"/>
          <w:lang w:eastAsia="en-US" w:bidi="ar-SA"/>
        </w:rPr>
        <w:t xml:space="preserve">Maa- ja Ruumiamet esitas 11.04.2025 kirjaga nr </w:t>
      </w:r>
      <w:r w:rsidRPr="00753F15">
        <w:rPr>
          <w:rFonts w:eastAsia="Times New Roman"/>
          <w:kern w:val="0"/>
          <w:lang w:eastAsia="en-US" w:bidi="ar-SA"/>
        </w:rPr>
        <w:t>7-21/24/</w:t>
      </w:r>
      <w:r w:rsidR="00A03CA1" w:rsidRPr="00753F15">
        <w:rPr>
          <w:rFonts w:eastAsia="Times New Roman"/>
          <w:kern w:val="0"/>
          <w:lang w:eastAsia="en-US" w:bidi="ar-SA"/>
        </w:rPr>
        <w:t>13624</w:t>
      </w:r>
      <w:r w:rsidRPr="00753F15">
        <w:rPr>
          <w:rFonts w:eastAsia="Times New Roman"/>
          <w:kern w:val="0"/>
          <w:lang w:eastAsia="en-US" w:bidi="ar-SA"/>
        </w:rPr>
        <w:t>-5</w:t>
      </w:r>
      <w:r w:rsidRPr="00CA7CE5">
        <w:rPr>
          <w:rFonts w:eastAsia="Times New Roman"/>
          <w:kern w:val="0"/>
          <w:lang w:eastAsia="en-US" w:bidi="ar-SA"/>
        </w:rPr>
        <w:t xml:space="preserve"> pakkumuse </w:t>
      </w:r>
      <w:r w:rsidR="00A03CA1" w:rsidRPr="00CA7CE5">
        <w:rPr>
          <w:rFonts w:eastAsia="Times New Roman"/>
          <w:kern w:val="0"/>
          <w:lang w:eastAsia="en-US" w:bidi="ar-SA"/>
        </w:rPr>
        <w:t>Murru</w:t>
      </w:r>
      <w:r w:rsidRPr="00CA7CE5">
        <w:rPr>
          <w:rFonts w:eastAsia="Times New Roman"/>
          <w:kern w:val="0"/>
          <w:lang w:eastAsia="en-US" w:bidi="ar-SA"/>
        </w:rPr>
        <w:t xml:space="preserve"> kinnisasja </w:t>
      </w:r>
      <w:r w:rsidR="00D94224" w:rsidRPr="00CA7CE5">
        <w:rPr>
          <w:rFonts w:eastAsia="Times New Roman"/>
          <w:i/>
          <w:iCs/>
          <w:kern w:val="0"/>
          <w:lang w:eastAsia="en-US" w:bidi="ar-SA"/>
        </w:rPr>
        <w:t xml:space="preserve">ca </w:t>
      </w:r>
      <w:r w:rsidR="00A03CA1" w:rsidRPr="00CA7CE5">
        <w:rPr>
          <w:rFonts w:eastAsia="Times New Roman"/>
          <w:kern w:val="0"/>
          <w:lang w:eastAsia="en-US" w:bidi="ar-SA"/>
        </w:rPr>
        <w:t>9,12</w:t>
      </w:r>
      <w:r w:rsidR="00D94224" w:rsidRPr="00CA7CE5">
        <w:rPr>
          <w:rFonts w:eastAsia="Times New Roman"/>
          <w:kern w:val="0"/>
          <w:lang w:eastAsia="en-US" w:bidi="ar-SA"/>
        </w:rPr>
        <w:t xml:space="preserve"> ha suuruse </w:t>
      </w:r>
      <w:r w:rsidRPr="00CA7CE5">
        <w:rPr>
          <w:rFonts w:eastAsia="Times New Roman"/>
          <w:kern w:val="0"/>
          <w:lang w:eastAsia="en-US" w:bidi="ar-SA"/>
        </w:rPr>
        <w:t xml:space="preserve">osa tasu eest omandamiseks </w:t>
      </w:r>
      <w:r w:rsidR="00574B44" w:rsidRPr="00CA7CE5">
        <w:rPr>
          <w:rFonts w:eastAsia="Times New Roman"/>
          <w:kern w:val="0"/>
          <w:lang w:eastAsia="en-US" w:bidi="ar-SA"/>
        </w:rPr>
        <w:t>või maakorralduse läbiviimiseks</w:t>
      </w:r>
      <w:r w:rsidR="008305CC" w:rsidRPr="00CA7CE5">
        <w:rPr>
          <w:rFonts w:eastAsia="Times New Roman"/>
          <w:kern w:val="0"/>
          <w:lang w:eastAsia="en-US" w:bidi="ar-SA"/>
        </w:rPr>
        <w:t xml:space="preserve"> riigile kuuluva kinnisasjaga. </w:t>
      </w:r>
      <w:r w:rsidR="00574B44" w:rsidRPr="00CA7CE5">
        <w:rPr>
          <w:rFonts w:eastAsia="Times New Roman"/>
          <w:kern w:val="0"/>
          <w:lang w:eastAsia="en-US" w:bidi="ar-SA"/>
        </w:rPr>
        <w:t xml:space="preserve">Kinnisasja piiride muutmisel ja osade vahetamisel </w:t>
      </w:r>
      <w:r w:rsidR="0091138C" w:rsidRPr="00CA7CE5">
        <w:rPr>
          <w:rFonts w:eastAsia="Times New Roman"/>
          <w:kern w:val="0"/>
          <w:lang w:eastAsia="en-US" w:bidi="ar-SA"/>
        </w:rPr>
        <w:t xml:space="preserve">moodustatakse </w:t>
      </w:r>
      <w:r w:rsidR="00AA083D" w:rsidRPr="00CA7CE5">
        <w:rPr>
          <w:rFonts w:eastAsia="Times New Roman"/>
          <w:kern w:val="0"/>
          <w:lang w:eastAsia="en-US" w:bidi="ar-SA"/>
        </w:rPr>
        <w:t xml:space="preserve">Murru </w:t>
      </w:r>
      <w:r w:rsidR="0091138C" w:rsidRPr="00CA7CE5">
        <w:rPr>
          <w:rFonts w:eastAsia="Times New Roman"/>
          <w:kern w:val="0"/>
          <w:lang w:eastAsia="en-US" w:bidi="ar-SA"/>
        </w:rPr>
        <w:t xml:space="preserve"> ja Taali metskond </w:t>
      </w:r>
      <w:r w:rsidR="00AA083D" w:rsidRPr="00CA7CE5">
        <w:rPr>
          <w:rFonts w:eastAsia="Times New Roman"/>
          <w:kern w:val="0"/>
          <w:lang w:eastAsia="en-US" w:bidi="ar-SA"/>
        </w:rPr>
        <w:t>124</w:t>
      </w:r>
      <w:r w:rsidR="0091138C" w:rsidRPr="00CA7CE5">
        <w:rPr>
          <w:rFonts w:eastAsia="Times New Roman"/>
          <w:kern w:val="0"/>
          <w:lang w:eastAsia="en-US" w:bidi="ar-SA"/>
        </w:rPr>
        <w:t xml:space="preserve"> kinnisasjad uutes piirides selliselt, et </w:t>
      </w:r>
      <w:r w:rsidR="003C7D7B" w:rsidRPr="00CA7CE5">
        <w:rPr>
          <w:rFonts w:eastAsia="Times New Roman"/>
          <w:kern w:val="0"/>
          <w:lang w:eastAsia="en-US" w:bidi="ar-SA"/>
        </w:rPr>
        <w:t xml:space="preserve">Murru kinnisasja </w:t>
      </w:r>
      <w:r w:rsidR="00031B12" w:rsidRPr="00CA7CE5">
        <w:rPr>
          <w:rFonts w:eastAsia="Times New Roman"/>
          <w:kern w:val="0"/>
          <w:lang w:eastAsia="en-US" w:bidi="ar-SA"/>
        </w:rPr>
        <w:t xml:space="preserve"> </w:t>
      </w:r>
      <w:r w:rsidR="0091138C" w:rsidRPr="00CA7CE5">
        <w:rPr>
          <w:rFonts w:eastAsia="Times New Roman"/>
          <w:i/>
          <w:iCs/>
          <w:kern w:val="0"/>
          <w:lang w:eastAsia="en-US" w:bidi="ar-SA"/>
        </w:rPr>
        <w:t>ca</w:t>
      </w:r>
      <w:r w:rsidR="0091138C" w:rsidRPr="00CA7CE5">
        <w:rPr>
          <w:rFonts w:eastAsia="Times New Roman"/>
          <w:kern w:val="0"/>
          <w:lang w:eastAsia="en-US" w:bidi="ar-SA"/>
        </w:rPr>
        <w:t xml:space="preserve"> </w:t>
      </w:r>
      <w:r w:rsidR="00AA083D" w:rsidRPr="00CA7CE5">
        <w:rPr>
          <w:rFonts w:eastAsia="Times New Roman"/>
          <w:kern w:val="0"/>
          <w:lang w:eastAsia="en-US" w:bidi="ar-SA"/>
        </w:rPr>
        <w:t>9,12</w:t>
      </w:r>
      <w:r w:rsidR="0091138C" w:rsidRPr="00CA7CE5">
        <w:rPr>
          <w:rFonts w:eastAsia="Times New Roman"/>
          <w:kern w:val="0"/>
          <w:lang w:eastAsia="en-US" w:bidi="ar-SA"/>
        </w:rPr>
        <w:t xml:space="preserve"> ha suurune osa</w:t>
      </w:r>
      <w:r w:rsidR="003C7D7B" w:rsidRPr="00CA7CE5">
        <w:rPr>
          <w:rFonts w:eastAsia="Times New Roman"/>
          <w:kern w:val="0"/>
          <w:lang w:eastAsia="en-US" w:bidi="ar-SA"/>
        </w:rPr>
        <w:t>st</w:t>
      </w:r>
      <w:r w:rsidR="0091138C" w:rsidRPr="00CA7CE5">
        <w:rPr>
          <w:rFonts w:eastAsia="Times New Roman"/>
          <w:kern w:val="0"/>
          <w:lang w:eastAsia="en-US" w:bidi="ar-SA"/>
        </w:rPr>
        <w:t xml:space="preserve"> (</w:t>
      </w:r>
      <w:r w:rsidR="002611F0" w:rsidRPr="00CA7CE5">
        <w:rPr>
          <w:rFonts w:eastAsia="Times New Roman"/>
          <w:i/>
          <w:iCs/>
          <w:kern w:val="0"/>
          <w:lang w:eastAsia="en-US" w:bidi="ar-SA"/>
        </w:rPr>
        <w:t>ca</w:t>
      </w:r>
      <w:r w:rsidR="002611F0" w:rsidRPr="00CA7CE5">
        <w:rPr>
          <w:rFonts w:eastAsia="Times New Roman"/>
          <w:kern w:val="0"/>
          <w:lang w:eastAsia="en-US" w:bidi="ar-SA"/>
        </w:rPr>
        <w:t xml:space="preserve"> 3,56 ha </w:t>
      </w:r>
      <w:r w:rsidR="00AA083D" w:rsidRPr="00CA7CE5">
        <w:rPr>
          <w:rFonts w:eastAsia="Times New Roman"/>
          <w:kern w:val="0"/>
          <w:lang w:eastAsia="en-US" w:bidi="ar-SA"/>
        </w:rPr>
        <w:t xml:space="preserve">katastriüksusest </w:t>
      </w:r>
      <w:bookmarkStart w:id="0" w:name="_Hlk210808133"/>
      <w:r w:rsidR="00AA083D" w:rsidRPr="00CA7CE5">
        <w:rPr>
          <w:rFonts w:eastAsia="Times New Roman"/>
          <w:kern w:val="0"/>
          <w:lang w:eastAsia="en-US" w:bidi="ar-SA"/>
        </w:rPr>
        <w:t>14902:002:0182</w:t>
      </w:r>
      <w:bookmarkEnd w:id="0"/>
      <w:r w:rsidR="00AA083D" w:rsidRPr="00CA7CE5">
        <w:rPr>
          <w:rFonts w:eastAsia="Times New Roman"/>
          <w:kern w:val="0"/>
          <w:lang w:eastAsia="en-US" w:bidi="ar-SA"/>
        </w:rPr>
        <w:t xml:space="preserve"> ja </w:t>
      </w:r>
      <w:r w:rsidR="002611F0" w:rsidRPr="00CA7CE5">
        <w:rPr>
          <w:rFonts w:eastAsia="Times New Roman"/>
          <w:i/>
          <w:iCs/>
          <w:kern w:val="0"/>
          <w:lang w:eastAsia="en-US" w:bidi="ar-SA"/>
        </w:rPr>
        <w:t xml:space="preserve">ca </w:t>
      </w:r>
      <w:r w:rsidR="002611F0" w:rsidRPr="00CA7CE5">
        <w:rPr>
          <w:rFonts w:eastAsia="Times New Roman"/>
          <w:kern w:val="0"/>
          <w:lang w:eastAsia="en-US" w:bidi="ar-SA"/>
        </w:rPr>
        <w:t xml:space="preserve">5,56 ha </w:t>
      </w:r>
      <w:r w:rsidR="00AA083D" w:rsidRPr="00CA7CE5">
        <w:rPr>
          <w:rFonts w:eastAsia="Times New Roman"/>
          <w:kern w:val="0"/>
          <w:lang w:eastAsia="en-US" w:bidi="ar-SA"/>
        </w:rPr>
        <w:t xml:space="preserve">katastriüksusest </w:t>
      </w:r>
      <w:bookmarkStart w:id="1" w:name="_Hlk210808219"/>
      <w:r w:rsidR="00AA083D" w:rsidRPr="00CA7CE5">
        <w:rPr>
          <w:rFonts w:eastAsia="Times New Roman"/>
          <w:kern w:val="0"/>
          <w:lang w:eastAsia="en-US" w:bidi="ar-SA"/>
        </w:rPr>
        <w:t>14902:002:0183</w:t>
      </w:r>
      <w:bookmarkEnd w:id="1"/>
      <w:r w:rsidR="0091138C" w:rsidRPr="00CA7CE5">
        <w:rPr>
          <w:rFonts w:eastAsia="Times New Roman"/>
          <w:kern w:val="0"/>
          <w:lang w:eastAsia="en-US" w:bidi="ar-SA"/>
        </w:rPr>
        <w:t>)</w:t>
      </w:r>
      <w:r w:rsidR="003C7D7B" w:rsidRPr="00CA7CE5">
        <w:rPr>
          <w:rFonts w:eastAsia="Times New Roman"/>
          <w:kern w:val="0"/>
          <w:lang w:eastAsia="en-US" w:bidi="ar-SA"/>
        </w:rPr>
        <w:t xml:space="preserve"> moodustatavad Rapla-Pärnu raudtee 520, Murrunurga, </w:t>
      </w:r>
      <w:r w:rsidR="003C7D7B" w:rsidRPr="00CA7CE5">
        <w:t>Rapla-Pärnu raudtee 540 ja Murruserva arvatakse</w:t>
      </w:r>
      <w:r w:rsidR="0091138C" w:rsidRPr="00CA7CE5">
        <w:rPr>
          <w:rFonts w:eastAsia="Times New Roman"/>
          <w:kern w:val="0"/>
          <w:lang w:eastAsia="en-US" w:bidi="ar-SA"/>
        </w:rPr>
        <w:t xml:space="preserve"> Taali metskond </w:t>
      </w:r>
      <w:r w:rsidR="00AA083D" w:rsidRPr="00CA7CE5">
        <w:rPr>
          <w:rFonts w:eastAsia="Times New Roman"/>
          <w:kern w:val="0"/>
          <w:lang w:eastAsia="en-US" w:bidi="ar-SA"/>
        </w:rPr>
        <w:t>124</w:t>
      </w:r>
      <w:r w:rsidR="0091138C" w:rsidRPr="00CA7CE5">
        <w:rPr>
          <w:rFonts w:eastAsia="Times New Roman"/>
          <w:kern w:val="0"/>
          <w:lang w:eastAsia="en-US" w:bidi="ar-SA"/>
        </w:rPr>
        <w:t xml:space="preserve"> kinnisasja</w:t>
      </w:r>
      <w:r w:rsidR="00AA0EF3" w:rsidRPr="00CA7CE5">
        <w:rPr>
          <w:rFonts w:eastAsia="Times New Roman"/>
          <w:kern w:val="0"/>
          <w:lang w:eastAsia="en-US" w:bidi="ar-SA"/>
        </w:rPr>
        <w:t xml:space="preserve"> (registriosa nr </w:t>
      </w:r>
      <w:r w:rsidR="00AA083D" w:rsidRPr="00CA7CE5">
        <w:rPr>
          <w:rFonts w:eastAsia="Times New Roman"/>
          <w:kern w:val="0"/>
          <w:lang w:eastAsia="en-US" w:bidi="ar-SA"/>
        </w:rPr>
        <w:t>12312350</w:t>
      </w:r>
      <w:r w:rsidR="00AA0EF3" w:rsidRPr="00CA7CE5">
        <w:rPr>
          <w:rFonts w:eastAsia="Times New Roman"/>
          <w:kern w:val="0"/>
          <w:lang w:eastAsia="en-US" w:bidi="ar-SA"/>
        </w:rPr>
        <w:t xml:space="preserve">, katastritunnus  </w:t>
      </w:r>
      <w:r w:rsidR="00AA083D" w:rsidRPr="00CA7CE5">
        <w:rPr>
          <w:rFonts w:eastAsia="Times New Roman"/>
          <w:kern w:val="0"/>
          <w:lang w:eastAsia="en-US" w:bidi="ar-SA"/>
        </w:rPr>
        <w:t>80801:001:0693</w:t>
      </w:r>
      <w:r w:rsidR="00AA0EF3" w:rsidRPr="00CA7CE5">
        <w:rPr>
          <w:rFonts w:eastAsia="Times New Roman"/>
          <w:kern w:val="0"/>
          <w:lang w:eastAsia="en-US" w:bidi="ar-SA"/>
        </w:rPr>
        <w:t xml:space="preserve">, riigivara valitseja Kliimaministeerium, volitatud asutus Riigimetsa Majandamise Keskus (RMK)) </w:t>
      </w:r>
      <w:r w:rsidR="003C7D7B" w:rsidRPr="00CA7CE5">
        <w:rPr>
          <w:rFonts w:eastAsia="Times New Roman"/>
          <w:kern w:val="0"/>
          <w:lang w:eastAsia="en-US" w:bidi="ar-SA"/>
        </w:rPr>
        <w:t xml:space="preserve">koosseisu. Taali metskond 124 kinnisasjast eraldatakse </w:t>
      </w:r>
      <w:r w:rsidR="003C7D7B" w:rsidRPr="00CA7CE5">
        <w:rPr>
          <w:rFonts w:eastAsia="Times New Roman"/>
          <w:i/>
          <w:iCs/>
          <w:kern w:val="0"/>
          <w:lang w:eastAsia="en-US" w:bidi="ar-SA"/>
        </w:rPr>
        <w:t>ca</w:t>
      </w:r>
      <w:r w:rsidR="003C7D7B" w:rsidRPr="00CA7CE5">
        <w:rPr>
          <w:rFonts w:eastAsia="Times New Roman"/>
          <w:kern w:val="0"/>
          <w:lang w:eastAsia="en-US" w:bidi="ar-SA"/>
        </w:rPr>
        <w:t xml:space="preserve"> 6,06 ha suurune osa, mis arvatakse Murru kinnistu </w:t>
      </w:r>
      <w:r w:rsidR="0091138C" w:rsidRPr="00CA7CE5">
        <w:rPr>
          <w:rFonts w:eastAsia="Times New Roman"/>
          <w:kern w:val="0"/>
          <w:lang w:eastAsia="en-US" w:bidi="ar-SA"/>
        </w:rPr>
        <w:t xml:space="preserve">(registriosa nr </w:t>
      </w:r>
      <w:r w:rsidR="002611F0" w:rsidRPr="00CA7CE5">
        <w:t>295406</w:t>
      </w:r>
      <w:r w:rsidR="0091138C" w:rsidRPr="00CA7CE5">
        <w:rPr>
          <w:rFonts w:eastAsia="Times New Roman"/>
          <w:kern w:val="0"/>
          <w:lang w:eastAsia="en-US" w:bidi="ar-SA"/>
        </w:rPr>
        <w:t xml:space="preserve">) </w:t>
      </w:r>
      <w:r w:rsidR="003C7D7B" w:rsidRPr="00CA7CE5">
        <w:rPr>
          <w:rFonts w:eastAsia="Times New Roman"/>
          <w:kern w:val="0"/>
          <w:lang w:eastAsia="en-US" w:bidi="ar-SA"/>
        </w:rPr>
        <w:t>koosseisu ja liidetakse</w:t>
      </w:r>
      <w:r w:rsidR="0040003A" w:rsidRPr="00CA7CE5">
        <w:rPr>
          <w:rFonts w:eastAsia="Times New Roman"/>
          <w:kern w:val="0"/>
          <w:lang w:eastAsia="en-US" w:bidi="ar-SA"/>
        </w:rPr>
        <w:t xml:space="preserve"> katastriüksuse</w:t>
      </w:r>
      <w:r w:rsidR="00971E6C" w:rsidRPr="00CA7CE5">
        <w:rPr>
          <w:rFonts w:eastAsia="Times New Roman"/>
          <w:kern w:val="0"/>
          <w:lang w:eastAsia="en-US" w:bidi="ar-SA"/>
        </w:rPr>
        <w:t>st</w:t>
      </w:r>
      <w:r w:rsidR="0040003A" w:rsidRPr="00CA7CE5">
        <w:rPr>
          <w:rFonts w:eastAsia="Times New Roman"/>
          <w:kern w:val="0"/>
          <w:lang w:eastAsia="en-US" w:bidi="ar-SA"/>
        </w:rPr>
        <w:t xml:space="preserve"> 14902:002:0183 </w:t>
      </w:r>
      <w:r w:rsidR="00971E6C" w:rsidRPr="00CA7CE5">
        <w:rPr>
          <w:rFonts w:eastAsia="Times New Roman"/>
          <w:kern w:val="0"/>
          <w:lang w:eastAsia="en-US" w:bidi="ar-SA"/>
        </w:rPr>
        <w:t>kinnistu omanikule allesjääva osaga üheks katastriüksuseks</w:t>
      </w:r>
      <w:r w:rsidR="00EB1B1A" w:rsidRPr="00CA7CE5">
        <w:rPr>
          <w:rFonts w:eastAsia="Times New Roman"/>
          <w:kern w:val="0"/>
          <w:lang w:eastAsia="en-US" w:bidi="ar-SA"/>
        </w:rPr>
        <w:t>.</w:t>
      </w:r>
    </w:p>
    <w:p w14:paraId="543E31F5" w14:textId="77777777" w:rsidR="00971E6C" w:rsidRPr="00CA7CE5" w:rsidRDefault="00971E6C" w:rsidP="00614218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375C2ED9" w14:textId="77EA0CCD" w:rsidR="00194FBE" w:rsidRPr="00CA7CE5" w:rsidRDefault="00194FBE" w:rsidP="00614218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CA7CE5">
        <w:rPr>
          <w:rFonts w:eastAsia="Times New Roman"/>
          <w:kern w:val="0"/>
          <w:lang w:eastAsia="en-US" w:bidi="ar-SA"/>
        </w:rPr>
        <w:t xml:space="preserve">Maa- ja Ruumiameti kinnisvara hindamise ja analüüsi osakonna </w:t>
      </w:r>
      <w:r w:rsidR="00E867F4" w:rsidRPr="00CA7CE5">
        <w:rPr>
          <w:rFonts w:eastAsia="Times New Roman"/>
          <w:kern w:val="0"/>
          <w:lang w:eastAsia="en-US" w:bidi="ar-SA"/>
        </w:rPr>
        <w:t>19</w:t>
      </w:r>
      <w:r w:rsidRPr="00CA7CE5">
        <w:rPr>
          <w:rFonts w:eastAsia="Times New Roman"/>
          <w:kern w:val="0"/>
          <w:lang w:eastAsia="en-US" w:bidi="ar-SA"/>
        </w:rPr>
        <w:t xml:space="preserve">.03.2025 hindamisaruande kohaselt oli </w:t>
      </w:r>
      <w:r w:rsidR="00E867F4" w:rsidRPr="00CA7CE5">
        <w:rPr>
          <w:rFonts w:eastAsia="Times New Roman"/>
          <w:kern w:val="0"/>
          <w:lang w:eastAsia="en-US" w:bidi="ar-SA"/>
        </w:rPr>
        <w:t>Murru</w:t>
      </w:r>
      <w:r w:rsidRPr="00CA7CE5">
        <w:rPr>
          <w:rFonts w:eastAsia="Times New Roman"/>
          <w:kern w:val="0"/>
          <w:lang w:eastAsia="en-US" w:bidi="ar-SA"/>
        </w:rPr>
        <w:t xml:space="preserve"> kinnisasja </w:t>
      </w:r>
      <w:r w:rsidRPr="00CA7CE5">
        <w:rPr>
          <w:rFonts w:eastAsia="Times New Roman"/>
          <w:i/>
          <w:iCs/>
          <w:kern w:val="0"/>
          <w:lang w:eastAsia="en-US" w:bidi="ar-SA"/>
        </w:rPr>
        <w:t xml:space="preserve">ca </w:t>
      </w:r>
      <w:r w:rsidR="00E867F4" w:rsidRPr="00CA7CE5">
        <w:rPr>
          <w:rFonts w:eastAsia="Times New Roman"/>
          <w:kern w:val="0"/>
          <w:lang w:eastAsia="en-US" w:bidi="ar-SA"/>
        </w:rPr>
        <w:t>9,12</w:t>
      </w:r>
      <w:r w:rsidRPr="00CA7CE5">
        <w:rPr>
          <w:rFonts w:eastAsia="Times New Roman"/>
          <w:kern w:val="0"/>
          <w:lang w:eastAsia="en-US" w:bidi="ar-SA"/>
        </w:rPr>
        <w:t xml:space="preserve"> ha suuruse osa harilik väärtus </w:t>
      </w:r>
      <w:bookmarkStart w:id="2" w:name="_Hlk210808935"/>
      <w:r w:rsidR="00E867F4" w:rsidRPr="00CA7CE5">
        <w:rPr>
          <w:rFonts w:eastAsia="Times New Roman"/>
          <w:kern w:val="0"/>
          <w:lang w:eastAsia="en-US" w:bidi="ar-SA"/>
        </w:rPr>
        <w:t>54 086</w:t>
      </w:r>
      <w:r w:rsidRPr="00CA7CE5">
        <w:rPr>
          <w:rFonts w:eastAsia="Times New Roman"/>
          <w:kern w:val="0"/>
          <w:lang w:eastAsia="en-US" w:bidi="ar-SA"/>
        </w:rPr>
        <w:t xml:space="preserve"> eurot </w:t>
      </w:r>
      <w:bookmarkEnd w:id="2"/>
      <w:r w:rsidRPr="00CA7CE5">
        <w:rPr>
          <w:rFonts w:eastAsia="Times New Roman"/>
          <w:kern w:val="0"/>
          <w:lang w:eastAsia="en-US" w:bidi="ar-SA"/>
        </w:rPr>
        <w:t xml:space="preserve">ja Taali metskond </w:t>
      </w:r>
      <w:r w:rsidR="00E867F4" w:rsidRPr="00CA7CE5">
        <w:rPr>
          <w:rFonts w:eastAsia="Times New Roman"/>
          <w:kern w:val="0"/>
          <w:lang w:eastAsia="en-US" w:bidi="ar-SA"/>
        </w:rPr>
        <w:t>124</w:t>
      </w:r>
      <w:r w:rsidRPr="00CA7CE5">
        <w:rPr>
          <w:rFonts w:eastAsia="Times New Roman"/>
          <w:kern w:val="0"/>
          <w:lang w:eastAsia="en-US" w:bidi="ar-SA"/>
        </w:rPr>
        <w:t xml:space="preserve"> kinnisasja </w:t>
      </w:r>
      <w:r w:rsidRPr="00CA7CE5">
        <w:rPr>
          <w:rFonts w:eastAsia="Times New Roman"/>
          <w:i/>
          <w:iCs/>
          <w:kern w:val="0"/>
          <w:lang w:eastAsia="en-US" w:bidi="ar-SA"/>
        </w:rPr>
        <w:t>ca</w:t>
      </w:r>
      <w:r w:rsidRPr="00CA7CE5">
        <w:rPr>
          <w:rFonts w:eastAsia="Times New Roman"/>
          <w:kern w:val="0"/>
          <w:lang w:eastAsia="en-US" w:bidi="ar-SA"/>
        </w:rPr>
        <w:t xml:space="preserve"> </w:t>
      </w:r>
      <w:r w:rsidR="00E867F4" w:rsidRPr="00CA7CE5">
        <w:rPr>
          <w:rFonts w:eastAsia="Times New Roman"/>
          <w:kern w:val="0"/>
          <w:lang w:eastAsia="en-US" w:bidi="ar-SA"/>
        </w:rPr>
        <w:t>6,06</w:t>
      </w:r>
      <w:r w:rsidRPr="00CA7CE5">
        <w:rPr>
          <w:rFonts w:eastAsia="Times New Roman"/>
          <w:kern w:val="0"/>
          <w:lang w:eastAsia="en-US" w:bidi="ar-SA"/>
        </w:rPr>
        <w:t xml:space="preserve"> ha suuru</w:t>
      </w:r>
      <w:r w:rsidR="009C6A82" w:rsidRPr="00CA7CE5">
        <w:rPr>
          <w:rFonts w:eastAsia="Times New Roman"/>
          <w:kern w:val="0"/>
          <w:lang w:eastAsia="en-US" w:bidi="ar-SA"/>
        </w:rPr>
        <w:t>s</w:t>
      </w:r>
      <w:r w:rsidRPr="00CA7CE5">
        <w:rPr>
          <w:rFonts w:eastAsia="Times New Roman"/>
          <w:kern w:val="0"/>
          <w:lang w:eastAsia="en-US" w:bidi="ar-SA"/>
        </w:rPr>
        <w:t xml:space="preserve">e osa harilik väärtus </w:t>
      </w:r>
      <w:r w:rsidR="00E867F4" w:rsidRPr="00CA7CE5">
        <w:rPr>
          <w:rFonts w:eastAsia="Times New Roman"/>
          <w:kern w:val="0"/>
          <w:lang w:eastAsia="en-US" w:bidi="ar-SA"/>
        </w:rPr>
        <w:t xml:space="preserve">54 058 </w:t>
      </w:r>
      <w:r w:rsidRPr="00CA7CE5">
        <w:rPr>
          <w:rFonts w:eastAsia="Times New Roman"/>
          <w:kern w:val="0"/>
          <w:lang w:eastAsia="en-US" w:bidi="ar-SA"/>
        </w:rPr>
        <w:t xml:space="preserve">eurot. Vahetatavate kinnisasjade väärtuste vahe summas </w:t>
      </w:r>
      <w:r w:rsidR="00E867F4" w:rsidRPr="00CA7CE5">
        <w:rPr>
          <w:rFonts w:eastAsia="Times New Roman"/>
          <w:kern w:val="0"/>
          <w:lang w:eastAsia="en-US" w:bidi="ar-SA"/>
        </w:rPr>
        <w:t>28</w:t>
      </w:r>
      <w:r w:rsidRPr="00CA7CE5">
        <w:rPr>
          <w:rFonts w:eastAsia="Times New Roman"/>
          <w:kern w:val="0"/>
          <w:lang w:eastAsia="en-US" w:bidi="ar-SA"/>
        </w:rPr>
        <w:t xml:space="preserve"> eurot </w:t>
      </w:r>
      <w:r w:rsidR="002B0AB1" w:rsidRPr="00CA7CE5">
        <w:rPr>
          <w:rFonts w:eastAsia="Times New Roman"/>
          <w:kern w:val="0"/>
          <w:lang w:eastAsia="en-US" w:bidi="ar-SA"/>
        </w:rPr>
        <w:t xml:space="preserve">tuli </w:t>
      </w:r>
      <w:r w:rsidR="00E867F4" w:rsidRPr="00CA7CE5">
        <w:rPr>
          <w:rFonts w:eastAsia="Times New Roman"/>
          <w:kern w:val="0"/>
          <w:lang w:eastAsia="en-US" w:bidi="ar-SA"/>
        </w:rPr>
        <w:t>riigil hüvitada kinnisasja omanikule</w:t>
      </w:r>
      <w:r w:rsidRPr="00CA7CE5">
        <w:rPr>
          <w:rFonts w:eastAsia="Times New Roman"/>
          <w:kern w:val="0"/>
          <w:lang w:eastAsia="en-US" w:bidi="ar-SA"/>
        </w:rPr>
        <w:t>.</w:t>
      </w:r>
    </w:p>
    <w:p w14:paraId="5E71F1E9" w14:textId="77777777" w:rsidR="00971E6C" w:rsidRPr="00CA7CE5" w:rsidRDefault="00971E6C" w:rsidP="00194FBE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2056B12F" w14:textId="319ED581" w:rsidR="00194FBE" w:rsidRPr="00CA7CE5" w:rsidRDefault="00194FBE" w:rsidP="00194FBE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CA7CE5">
        <w:rPr>
          <w:rFonts w:eastAsia="Times New Roman"/>
          <w:kern w:val="0"/>
          <w:lang w:eastAsia="en-US" w:bidi="ar-SA"/>
        </w:rPr>
        <w:t>Kinnis</w:t>
      </w:r>
      <w:r w:rsidR="00971E6C" w:rsidRPr="00CA7CE5">
        <w:rPr>
          <w:rFonts w:eastAsia="Times New Roman"/>
          <w:kern w:val="0"/>
          <w:lang w:eastAsia="en-US" w:bidi="ar-SA"/>
        </w:rPr>
        <w:t>tu</w:t>
      </w:r>
      <w:r w:rsidRPr="00CA7CE5">
        <w:rPr>
          <w:rFonts w:eastAsia="Times New Roman"/>
          <w:kern w:val="0"/>
          <w:lang w:eastAsia="en-US" w:bidi="ar-SA"/>
        </w:rPr>
        <w:t xml:space="preserve"> omanik nõustus maakorralduse pakkumusega </w:t>
      </w:r>
      <w:r w:rsidR="00E867F4" w:rsidRPr="00CA7CE5">
        <w:rPr>
          <w:rFonts w:eastAsia="Times New Roman"/>
          <w:kern w:val="0"/>
          <w:lang w:eastAsia="en-US" w:bidi="ar-SA"/>
        </w:rPr>
        <w:t>19.05</w:t>
      </w:r>
      <w:r w:rsidRPr="00CA7CE5">
        <w:rPr>
          <w:rFonts w:eastAsia="Times New Roman"/>
          <w:kern w:val="0"/>
          <w:lang w:eastAsia="en-US" w:bidi="ar-SA"/>
        </w:rPr>
        <w:t xml:space="preserve">.2025 ja allkirjastas </w:t>
      </w:r>
      <w:r w:rsidR="00B65266" w:rsidRPr="00CA7CE5">
        <w:rPr>
          <w:rFonts w:eastAsia="Times New Roman"/>
          <w:kern w:val="0"/>
          <w:lang w:eastAsia="en-US" w:bidi="ar-SA"/>
        </w:rPr>
        <w:t>24.05.2025</w:t>
      </w:r>
      <w:r w:rsidRPr="00CA7CE5">
        <w:rPr>
          <w:rFonts w:eastAsia="Times New Roman"/>
          <w:kern w:val="0"/>
          <w:lang w:eastAsia="en-US" w:bidi="ar-SA"/>
        </w:rPr>
        <w:t xml:space="preserve"> maakorralduskava.</w:t>
      </w:r>
    </w:p>
    <w:p w14:paraId="53A75A1E" w14:textId="77777777" w:rsidR="00614218" w:rsidRPr="00CA7CE5" w:rsidRDefault="00614218" w:rsidP="00614218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28057FE4" w14:textId="35718FC7" w:rsidR="002B3ABE" w:rsidRPr="00CA7CE5" w:rsidRDefault="002B3ABE" w:rsidP="00614218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CA7CE5">
        <w:rPr>
          <w:rFonts w:eastAsia="Times New Roman"/>
          <w:kern w:val="0"/>
          <w:lang w:eastAsia="en-US" w:bidi="ar-SA"/>
        </w:rPr>
        <w:t xml:space="preserve">Maa- ja Ruumiamet korraldas </w:t>
      </w:r>
      <w:r w:rsidR="00B65266" w:rsidRPr="00CA7CE5">
        <w:rPr>
          <w:rFonts w:eastAsia="Times New Roman"/>
          <w:kern w:val="0"/>
          <w:lang w:eastAsia="en-US" w:bidi="ar-SA"/>
        </w:rPr>
        <w:t xml:space="preserve">Murru </w:t>
      </w:r>
      <w:r w:rsidRPr="00CA7CE5">
        <w:rPr>
          <w:rFonts w:eastAsia="Times New Roman"/>
          <w:kern w:val="0"/>
          <w:lang w:eastAsia="en-US" w:bidi="ar-SA"/>
        </w:rPr>
        <w:t xml:space="preserve">katastriüksuse (katastritunnus </w:t>
      </w:r>
      <w:r w:rsidR="00B65266" w:rsidRPr="00CA7CE5">
        <w:rPr>
          <w:rFonts w:eastAsia="Times New Roman"/>
          <w:kern w:val="0"/>
          <w:lang w:eastAsia="en-US" w:bidi="ar-SA"/>
        </w:rPr>
        <w:t>14902:002:0182</w:t>
      </w:r>
      <w:r w:rsidRPr="00CA7CE5">
        <w:rPr>
          <w:rFonts w:eastAsia="Times New Roman"/>
          <w:kern w:val="0"/>
          <w:lang w:eastAsia="en-US" w:bidi="ar-SA"/>
        </w:rPr>
        <w:t xml:space="preserve">) jagamise, mille tulemusel registreeriti </w:t>
      </w:r>
      <w:r w:rsidR="00B65266" w:rsidRPr="00CA7CE5">
        <w:rPr>
          <w:rFonts w:eastAsia="Times New Roman"/>
          <w:kern w:val="0"/>
          <w:lang w:eastAsia="en-US" w:bidi="ar-SA"/>
        </w:rPr>
        <w:t>21</w:t>
      </w:r>
      <w:r w:rsidRPr="00CA7CE5">
        <w:rPr>
          <w:rFonts w:eastAsia="Times New Roman"/>
          <w:kern w:val="0"/>
          <w:lang w:eastAsia="en-US" w:bidi="ar-SA"/>
        </w:rPr>
        <w:t xml:space="preserve">.05.2025 </w:t>
      </w:r>
      <w:r w:rsidR="000303DD" w:rsidRPr="00CA7CE5">
        <w:rPr>
          <w:rFonts w:eastAsia="Times New Roman"/>
          <w:kern w:val="0"/>
          <w:lang w:eastAsia="en-US" w:bidi="ar-SA"/>
        </w:rPr>
        <w:t xml:space="preserve">maakatastris riigile omandatavad katastriüksused </w:t>
      </w:r>
      <w:bookmarkStart w:id="3" w:name="_Hlk211849031"/>
      <w:r w:rsidR="000303DD" w:rsidRPr="00CA7CE5">
        <w:rPr>
          <w:rFonts w:eastAsia="Times New Roman"/>
          <w:kern w:val="0"/>
          <w:lang w:eastAsia="en-US" w:bidi="ar-SA"/>
        </w:rPr>
        <w:t xml:space="preserve">Rapla-Pärnu raudtee </w:t>
      </w:r>
      <w:r w:rsidR="00B65266" w:rsidRPr="00CA7CE5">
        <w:rPr>
          <w:rFonts w:eastAsia="Times New Roman"/>
          <w:kern w:val="0"/>
          <w:lang w:eastAsia="en-US" w:bidi="ar-SA"/>
        </w:rPr>
        <w:t>520</w:t>
      </w:r>
      <w:r w:rsidR="000303DD" w:rsidRPr="00CA7CE5">
        <w:rPr>
          <w:rFonts w:eastAsia="Times New Roman"/>
          <w:kern w:val="0"/>
          <w:lang w:eastAsia="en-US" w:bidi="ar-SA"/>
        </w:rPr>
        <w:t xml:space="preserve"> (katastritunnus</w:t>
      </w:r>
      <w:r w:rsidR="00B65266" w:rsidRPr="00CA7CE5">
        <w:rPr>
          <w:rFonts w:eastAsia="Times New Roman"/>
          <w:kern w:val="0"/>
          <w:lang w:eastAsia="en-US" w:bidi="ar-SA"/>
        </w:rPr>
        <w:t xml:space="preserve"> 80901:001:1765</w:t>
      </w:r>
      <w:r w:rsidR="000303DD" w:rsidRPr="00CA7CE5">
        <w:rPr>
          <w:rFonts w:eastAsia="Times New Roman"/>
          <w:kern w:val="0"/>
          <w:lang w:eastAsia="en-US" w:bidi="ar-SA"/>
        </w:rPr>
        <w:t xml:space="preserve">, pindala </w:t>
      </w:r>
      <w:r w:rsidR="00B65266" w:rsidRPr="00CA7CE5">
        <w:rPr>
          <w:rFonts w:eastAsia="Times New Roman"/>
          <w:kern w:val="0"/>
          <w:lang w:eastAsia="en-US" w:bidi="ar-SA"/>
        </w:rPr>
        <w:t>33 037</w:t>
      </w:r>
      <w:r w:rsidR="000303DD" w:rsidRPr="00CA7CE5">
        <w:rPr>
          <w:rFonts w:eastAsia="Times New Roman"/>
          <w:kern w:val="0"/>
          <w:lang w:eastAsia="en-US" w:bidi="ar-SA"/>
        </w:rPr>
        <w:t xml:space="preserve"> m²</w:t>
      </w:r>
      <w:r w:rsidR="00780163" w:rsidRPr="00CA7CE5">
        <w:rPr>
          <w:rFonts w:eastAsia="Times New Roman"/>
          <w:kern w:val="0"/>
          <w:lang w:eastAsia="en-US" w:bidi="ar-SA"/>
        </w:rPr>
        <w:t xml:space="preserve"> (3,30 ha</w:t>
      </w:r>
      <w:r w:rsidR="000303DD" w:rsidRPr="00CA7CE5">
        <w:rPr>
          <w:rFonts w:eastAsia="Times New Roman"/>
          <w:kern w:val="0"/>
          <w:lang w:eastAsia="en-US" w:bidi="ar-SA"/>
        </w:rPr>
        <w:t xml:space="preserve">) ja </w:t>
      </w:r>
      <w:r w:rsidR="00B65266" w:rsidRPr="00CA7CE5">
        <w:rPr>
          <w:rFonts w:eastAsia="Times New Roman"/>
          <w:kern w:val="0"/>
          <w:lang w:eastAsia="en-US" w:bidi="ar-SA"/>
        </w:rPr>
        <w:t>Murru</w:t>
      </w:r>
      <w:r w:rsidR="000303DD" w:rsidRPr="00CA7CE5">
        <w:rPr>
          <w:rFonts w:eastAsia="Times New Roman"/>
          <w:kern w:val="0"/>
          <w:lang w:eastAsia="en-US" w:bidi="ar-SA"/>
        </w:rPr>
        <w:t xml:space="preserve">nurga (katastritunnus </w:t>
      </w:r>
      <w:r w:rsidR="00B65266" w:rsidRPr="00CA7CE5">
        <w:rPr>
          <w:rFonts w:eastAsia="Times New Roman"/>
          <w:kern w:val="0"/>
          <w:lang w:eastAsia="en-US" w:bidi="ar-SA"/>
        </w:rPr>
        <w:t>80901:001:1763</w:t>
      </w:r>
      <w:r w:rsidR="000303DD" w:rsidRPr="00CA7CE5">
        <w:rPr>
          <w:rFonts w:eastAsia="Times New Roman"/>
          <w:kern w:val="0"/>
          <w:lang w:eastAsia="en-US" w:bidi="ar-SA"/>
        </w:rPr>
        <w:t>, pindala</w:t>
      </w:r>
      <w:r w:rsidR="00B65266" w:rsidRPr="00CA7CE5">
        <w:rPr>
          <w:rFonts w:eastAsia="Times New Roman"/>
          <w:kern w:val="0"/>
          <w:lang w:eastAsia="en-US" w:bidi="ar-SA"/>
        </w:rPr>
        <w:t xml:space="preserve"> 2991</w:t>
      </w:r>
      <w:r w:rsidR="000303DD" w:rsidRPr="00CA7CE5">
        <w:rPr>
          <w:rFonts w:eastAsia="Times New Roman"/>
          <w:kern w:val="0"/>
          <w:lang w:eastAsia="en-US" w:bidi="ar-SA"/>
        </w:rPr>
        <w:t xml:space="preserve"> m²</w:t>
      </w:r>
      <w:bookmarkEnd w:id="3"/>
      <w:r w:rsidR="000303DD" w:rsidRPr="00CA7CE5">
        <w:rPr>
          <w:rFonts w:eastAsia="Times New Roman"/>
          <w:kern w:val="0"/>
          <w:lang w:eastAsia="en-US" w:bidi="ar-SA"/>
        </w:rPr>
        <w:t>)</w:t>
      </w:r>
      <w:r w:rsidR="00971E6C" w:rsidRPr="00CA7CE5">
        <w:rPr>
          <w:rFonts w:eastAsia="Times New Roman"/>
          <w:kern w:val="0"/>
          <w:lang w:eastAsia="en-US" w:bidi="ar-SA"/>
        </w:rPr>
        <w:t xml:space="preserve"> ja kinnistu omanikule allesjääv Murru katastriüksus (katastritunnus 80901:001:1764, pindala 377 927 m²)</w:t>
      </w:r>
      <w:r w:rsidR="000303DD" w:rsidRPr="00CA7CE5">
        <w:rPr>
          <w:rFonts w:eastAsia="Times New Roman"/>
          <w:kern w:val="0"/>
          <w:lang w:eastAsia="en-US" w:bidi="ar-SA"/>
        </w:rPr>
        <w:t xml:space="preserve">. </w:t>
      </w:r>
      <w:r w:rsidR="00971E6C" w:rsidRPr="00CA7CE5">
        <w:rPr>
          <w:rFonts w:eastAsia="Times New Roman"/>
          <w:kern w:val="0"/>
          <w:lang w:eastAsia="en-US" w:bidi="ar-SA"/>
        </w:rPr>
        <w:t xml:space="preserve">Rapla-Pärnu raudtee 520 ja Murrunurga </w:t>
      </w:r>
      <w:r w:rsidR="00AA0A76" w:rsidRPr="00CA7CE5">
        <w:rPr>
          <w:rFonts w:eastAsia="Times New Roman"/>
          <w:kern w:val="0"/>
          <w:lang w:eastAsia="en-US" w:bidi="ar-SA"/>
        </w:rPr>
        <w:t xml:space="preserve">katastriüksuste </w:t>
      </w:r>
      <w:r w:rsidR="00971E6C" w:rsidRPr="00CA7CE5">
        <w:rPr>
          <w:rFonts w:eastAsia="Times New Roman"/>
          <w:kern w:val="0"/>
          <w:lang w:eastAsia="en-US" w:bidi="ar-SA"/>
        </w:rPr>
        <w:t xml:space="preserve">pindalad on kokku </w:t>
      </w:r>
      <w:r w:rsidR="00B65266" w:rsidRPr="00CA7CE5">
        <w:rPr>
          <w:rFonts w:eastAsia="Times New Roman"/>
          <w:kern w:val="0"/>
          <w:lang w:eastAsia="en-US" w:bidi="ar-SA"/>
        </w:rPr>
        <w:t>36 028</w:t>
      </w:r>
      <w:r w:rsidR="000303DD" w:rsidRPr="00CA7CE5">
        <w:rPr>
          <w:rFonts w:eastAsia="Times New Roman"/>
          <w:kern w:val="0"/>
          <w:lang w:eastAsia="en-US" w:bidi="ar-SA"/>
        </w:rPr>
        <w:t xml:space="preserve"> m</w:t>
      </w:r>
      <w:r w:rsidR="000303DD" w:rsidRPr="00CA7CE5">
        <w:rPr>
          <w:rFonts w:eastAsia="Times New Roman"/>
          <w:kern w:val="0"/>
          <w:vertAlign w:val="superscript"/>
          <w:lang w:eastAsia="en-US" w:bidi="ar-SA"/>
        </w:rPr>
        <w:t xml:space="preserve">2 </w:t>
      </w:r>
      <w:r w:rsidR="000303DD" w:rsidRPr="00CA7CE5">
        <w:rPr>
          <w:rFonts w:eastAsia="Times New Roman"/>
          <w:kern w:val="0"/>
          <w:lang w:eastAsia="en-US" w:bidi="ar-SA"/>
        </w:rPr>
        <w:t>(</w:t>
      </w:r>
      <w:r w:rsidR="00B65266" w:rsidRPr="00CA7CE5">
        <w:rPr>
          <w:rFonts w:eastAsia="Times New Roman"/>
          <w:kern w:val="0"/>
          <w:lang w:eastAsia="en-US" w:bidi="ar-SA"/>
        </w:rPr>
        <w:t>3,60</w:t>
      </w:r>
      <w:r w:rsidR="000303DD" w:rsidRPr="00CA7CE5">
        <w:rPr>
          <w:rFonts w:eastAsia="Times New Roman"/>
          <w:kern w:val="0"/>
          <w:lang w:eastAsia="en-US" w:bidi="ar-SA"/>
        </w:rPr>
        <w:t xml:space="preserve"> ha).</w:t>
      </w:r>
    </w:p>
    <w:p w14:paraId="6DF116D0" w14:textId="3E06E53B" w:rsidR="000303DD" w:rsidRPr="00CA7CE5" w:rsidRDefault="000303DD" w:rsidP="00614218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59AA19D9" w14:textId="426887A8" w:rsidR="000E1FA5" w:rsidRPr="00CA7CE5" w:rsidRDefault="004A0EE9" w:rsidP="000E1FA5">
      <w:pPr>
        <w:pStyle w:val="Vahedeta"/>
        <w:jc w:val="both"/>
      </w:pPr>
      <w:r w:rsidRPr="00CA7CE5">
        <w:rPr>
          <w:rFonts w:ascii="Times New Roman" w:hAnsi="Times New Roman" w:cs="Times New Roman"/>
        </w:rPr>
        <w:t>Maa- ja Ruumiamet korraldas kooskõlastatud maakorralduskava alusel</w:t>
      </w:r>
      <w:r w:rsidR="00583EE4" w:rsidRPr="00CA7CE5">
        <w:rPr>
          <w:rFonts w:ascii="Times New Roman" w:hAnsi="Times New Roman" w:cs="Times New Roman"/>
        </w:rPr>
        <w:t xml:space="preserve"> Taali metskond </w:t>
      </w:r>
      <w:r w:rsidR="00B65266" w:rsidRPr="00CA7CE5">
        <w:rPr>
          <w:rFonts w:ascii="Times New Roman" w:hAnsi="Times New Roman" w:cs="Times New Roman"/>
        </w:rPr>
        <w:t>124</w:t>
      </w:r>
      <w:r w:rsidR="00583EE4" w:rsidRPr="00CA7CE5">
        <w:rPr>
          <w:rFonts w:ascii="Times New Roman" w:hAnsi="Times New Roman" w:cs="Times New Roman"/>
        </w:rPr>
        <w:t xml:space="preserve"> </w:t>
      </w:r>
      <w:r w:rsidR="00255DEF" w:rsidRPr="00CA7CE5">
        <w:rPr>
          <w:rFonts w:ascii="Times New Roman" w:hAnsi="Times New Roman" w:cs="Times New Roman"/>
        </w:rPr>
        <w:t xml:space="preserve">ja </w:t>
      </w:r>
      <w:r w:rsidR="00B65266" w:rsidRPr="00CA7CE5">
        <w:rPr>
          <w:rFonts w:ascii="Times New Roman" w:hAnsi="Times New Roman" w:cs="Times New Roman"/>
        </w:rPr>
        <w:t>Murru</w:t>
      </w:r>
      <w:r w:rsidR="00255DEF" w:rsidRPr="00CA7CE5">
        <w:rPr>
          <w:rFonts w:ascii="Times New Roman" w:hAnsi="Times New Roman" w:cs="Times New Roman"/>
        </w:rPr>
        <w:t xml:space="preserve"> (katastritunnus </w:t>
      </w:r>
      <w:r w:rsidR="00067279" w:rsidRPr="00CA7CE5">
        <w:rPr>
          <w:rFonts w:ascii="Times New Roman" w:hAnsi="Times New Roman" w:cs="Times New Roman"/>
        </w:rPr>
        <w:t>14902:002:0183</w:t>
      </w:r>
      <w:r w:rsidR="00255DEF" w:rsidRPr="00CA7CE5">
        <w:rPr>
          <w:rFonts w:ascii="Times New Roman" w:hAnsi="Times New Roman" w:cs="Times New Roman"/>
        </w:rPr>
        <w:t>)</w:t>
      </w:r>
      <w:r w:rsidRPr="00CA7CE5">
        <w:rPr>
          <w:rFonts w:ascii="Times New Roman" w:hAnsi="Times New Roman" w:cs="Times New Roman"/>
        </w:rPr>
        <w:t xml:space="preserve"> kinnisasjade uutes piirides katastrimõõdistamise</w:t>
      </w:r>
      <w:r w:rsidR="00B25FFC" w:rsidRPr="00CA7CE5">
        <w:rPr>
          <w:rFonts w:ascii="Times New Roman" w:hAnsi="Times New Roman" w:cs="Times New Roman"/>
        </w:rPr>
        <w:t>, mille</w:t>
      </w:r>
      <w:r w:rsidR="000E1FA5" w:rsidRPr="00CA7CE5">
        <w:rPr>
          <w:rFonts w:ascii="Times New Roman" w:hAnsi="Times New Roman" w:cs="Times New Roman"/>
        </w:rPr>
        <w:t xml:space="preserve"> tulemusena </w:t>
      </w:r>
      <w:r w:rsidR="00A1010F" w:rsidRPr="00CA7CE5">
        <w:rPr>
          <w:rFonts w:ascii="Times New Roman" w:hAnsi="Times New Roman" w:cs="Times New Roman"/>
        </w:rPr>
        <w:t>moodus</w:t>
      </w:r>
      <w:r w:rsidR="00A1010F">
        <w:rPr>
          <w:rFonts w:ascii="Times New Roman" w:hAnsi="Times New Roman" w:cs="Times New Roman"/>
        </w:rPr>
        <w:t>tati</w:t>
      </w:r>
      <w:r w:rsidR="00A1010F" w:rsidRPr="00CA7CE5">
        <w:rPr>
          <w:rFonts w:ascii="Times New Roman" w:hAnsi="Times New Roman" w:cs="Times New Roman"/>
        </w:rPr>
        <w:t xml:space="preserve"> </w:t>
      </w:r>
      <w:r w:rsidR="000E1FA5" w:rsidRPr="00CA7CE5">
        <w:rPr>
          <w:rFonts w:ascii="Times New Roman" w:hAnsi="Times New Roman" w:cs="Times New Roman"/>
        </w:rPr>
        <w:t>järgmised katastriüksused:</w:t>
      </w:r>
      <w:r w:rsidR="000E1FA5" w:rsidRPr="00CA7CE5">
        <w:t xml:space="preserve"> </w:t>
      </w:r>
    </w:p>
    <w:p w14:paraId="0B01A43E" w14:textId="0D9945B0" w:rsidR="000E1FA5" w:rsidRPr="00CA7CE5" w:rsidRDefault="00583EE4" w:rsidP="000E1FA5">
      <w:pPr>
        <w:pStyle w:val="Vahedet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CA7CE5">
        <w:rPr>
          <w:rFonts w:ascii="Times New Roman" w:hAnsi="Times New Roman" w:cs="Times New Roman"/>
        </w:rPr>
        <w:t xml:space="preserve">Taali metskond </w:t>
      </w:r>
      <w:r w:rsidR="00067279" w:rsidRPr="00CA7CE5">
        <w:rPr>
          <w:rFonts w:ascii="Times New Roman" w:hAnsi="Times New Roman" w:cs="Times New Roman"/>
        </w:rPr>
        <w:t xml:space="preserve">124 </w:t>
      </w:r>
      <w:r w:rsidRPr="00CA7CE5">
        <w:rPr>
          <w:rFonts w:ascii="Times New Roman" w:hAnsi="Times New Roman" w:cs="Times New Roman"/>
        </w:rPr>
        <w:t xml:space="preserve">(katastritunnus </w:t>
      </w:r>
      <w:r w:rsidR="00067279" w:rsidRPr="00CA7CE5">
        <w:rPr>
          <w:rFonts w:ascii="Times New Roman" w:hAnsi="Times New Roman" w:cs="Times New Roman"/>
        </w:rPr>
        <w:t>80601:001:0123</w:t>
      </w:r>
      <w:r w:rsidRPr="00CA7CE5">
        <w:rPr>
          <w:rFonts w:ascii="Times New Roman" w:hAnsi="Times New Roman" w:cs="Times New Roman"/>
        </w:rPr>
        <w:t>, pindala</w:t>
      </w:r>
      <w:r w:rsidR="00067279" w:rsidRPr="00CA7CE5">
        <w:rPr>
          <w:rFonts w:ascii="Times New Roman" w:hAnsi="Times New Roman" w:cs="Times New Roman"/>
        </w:rPr>
        <w:t xml:space="preserve"> 109 669</w:t>
      </w:r>
      <w:r w:rsidR="00755F21" w:rsidRPr="00CA7CE5">
        <w:rPr>
          <w:rFonts w:ascii="Times New Roman" w:hAnsi="Times New Roman" w:cs="Times New Roman"/>
        </w:rPr>
        <w:t xml:space="preserve"> m²</w:t>
      </w:r>
      <w:r w:rsidRPr="00CA7CE5">
        <w:rPr>
          <w:rFonts w:ascii="Times New Roman" w:hAnsi="Times New Roman" w:cs="Times New Roman"/>
        </w:rPr>
        <w:t>);</w:t>
      </w:r>
    </w:p>
    <w:p w14:paraId="125F67FB" w14:textId="2AABBA6B" w:rsidR="00583EE4" w:rsidRPr="00CA7CE5" w:rsidRDefault="00067279" w:rsidP="000E1FA5">
      <w:pPr>
        <w:pStyle w:val="Vahedet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CA7CE5">
        <w:rPr>
          <w:rFonts w:ascii="Times New Roman" w:hAnsi="Times New Roman" w:cs="Times New Roman"/>
        </w:rPr>
        <w:t xml:space="preserve">Rapla-Pärnu raudtee 540 </w:t>
      </w:r>
      <w:r w:rsidR="00583EE4" w:rsidRPr="00CA7CE5">
        <w:rPr>
          <w:rFonts w:ascii="Times New Roman" w:hAnsi="Times New Roman" w:cs="Times New Roman"/>
        </w:rPr>
        <w:t xml:space="preserve">(katastritunnus </w:t>
      </w:r>
      <w:r w:rsidRPr="00CA7CE5">
        <w:rPr>
          <w:rFonts w:ascii="Times New Roman" w:hAnsi="Times New Roman" w:cs="Times New Roman"/>
        </w:rPr>
        <w:t>0601:001:0121</w:t>
      </w:r>
      <w:r w:rsidR="00583EE4" w:rsidRPr="00CA7CE5">
        <w:rPr>
          <w:rFonts w:ascii="Times New Roman" w:hAnsi="Times New Roman" w:cs="Times New Roman"/>
        </w:rPr>
        <w:t xml:space="preserve">, pindala </w:t>
      </w:r>
      <w:r w:rsidRPr="00CA7CE5">
        <w:rPr>
          <w:rFonts w:ascii="Times New Roman" w:hAnsi="Times New Roman" w:cs="Times New Roman"/>
        </w:rPr>
        <w:t>44 298 m²</w:t>
      </w:r>
      <w:r w:rsidR="00583EE4" w:rsidRPr="00CA7CE5">
        <w:rPr>
          <w:rFonts w:ascii="Times New Roman" w:hAnsi="Times New Roman" w:cs="Times New Roman"/>
        </w:rPr>
        <w:t>)</w:t>
      </w:r>
      <w:r w:rsidR="00054B44" w:rsidRPr="00CA7CE5">
        <w:rPr>
          <w:rFonts w:ascii="Times New Roman" w:hAnsi="Times New Roman" w:cs="Times New Roman"/>
        </w:rPr>
        <w:t>;</w:t>
      </w:r>
    </w:p>
    <w:p w14:paraId="00434140" w14:textId="79748EB9" w:rsidR="00067279" w:rsidRPr="00CA7CE5" w:rsidRDefault="00067279" w:rsidP="000E1FA5">
      <w:pPr>
        <w:pStyle w:val="Vahedet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CA7CE5">
        <w:rPr>
          <w:rFonts w:ascii="Times New Roman" w:hAnsi="Times New Roman" w:cs="Times New Roman"/>
        </w:rPr>
        <w:t>Murruserva (katastritunnus 80601:001:0122, pindala 11 612 m²)</w:t>
      </w:r>
      <w:r w:rsidR="00735B11" w:rsidRPr="00CA7CE5">
        <w:rPr>
          <w:rFonts w:ascii="Times New Roman" w:hAnsi="Times New Roman" w:cs="Times New Roman"/>
        </w:rPr>
        <w:t>;</w:t>
      </w:r>
    </w:p>
    <w:p w14:paraId="67799FE3" w14:textId="74FC1E49" w:rsidR="00FA211C" w:rsidRPr="00CA7CE5" w:rsidRDefault="000A2FB4" w:rsidP="000E1FA5">
      <w:pPr>
        <w:pStyle w:val="Vahedet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CA7CE5">
        <w:rPr>
          <w:rFonts w:ascii="Times New Roman" w:eastAsia="Times New Roman" w:hAnsi="Times New Roman" w:cs="Times New Roman"/>
          <w:kern w:val="0"/>
        </w:rPr>
        <w:t xml:space="preserve">Murru </w:t>
      </w:r>
      <w:r w:rsidR="00735B11" w:rsidRPr="00CA7CE5">
        <w:rPr>
          <w:rFonts w:ascii="Times New Roman" w:eastAsia="Times New Roman" w:hAnsi="Times New Roman" w:cs="Times New Roman"/>
          <w:kern w:val="0"/>
        </w:rPr>
        <w:t>(katastritunnus 80601:001:0124, pindala 222 370 m²).</w:t>
      </w:r>
    </w:p>
    <w:p w14:paraId="22216E75" w14:textId="77777777" w:rsidR="00D82ED2" w:rsidRPr="00CA7CE5" w:rsidRDefault="00D82ED2" w:rsidP="00D82ED2">
      <w:pPr>
        <w:pStyle w:val="Vahedeta"/>
        <w:jc w:val="both"/>
        <w:rPr>
          <w:rFonts w:ascii="Times New Roman" w:eastAsia="Times New Roman" w:hAnsi="Times New Roman" w:cs="Times New Roman"/>
          <w:kern w:val="0"/>
        </w:rPr>
      </w:pPr>
    </w:p>
    <w:p w14:paraId="679B93B0" w14:textId="77777777" w:rsidR="00174FFF" w:rsidRPr="00CA7CE5" w:rsidRDefault="00D82ED2" w:rsidP="00D82ED2">
      <w:pPr>
        <w:pStyle w:val="Vahedeta"/>
        <w:jc w:val="both"/>
        <w:rPr>
          <w:rFonts w:ascii="Times New Roman" w:eastAsia="Times New Roman" w:hAnsi="Times New Roman" w:cs="Times New Roman"/>
          <w:kern w:val="0"/>
        </w:rPr>
      </w:pPr>
      <w:r w:rsidRPr="00CA7CE5">
        <w:rPr>
          <w:rFonts w:ascii="Times New Roman" w:eastAsia="Times New Roman" w:hAnsi="Times New Roman" w:cs="Times New Roman"/>
          <w:kern w:val="0"/>
        </w:rPr>
        <w:t xml:space="preserve">Riigi maakorralduse käigus jäävad </w:t>
      </w:r>
      <w:r w:rsidRPr="00CA7CE5">
        <w:rPr>
          <w:rFonts w:ascii="Times New Roman" w:hAnsi="Times New Roman" w:cs="Times New Roman"/>
        </w:rPr>
        <w:t xml:space="preserve">Jaan-Hardi Printsile kuuluva Murru kinnistu registriosa nr 295406 koosseisu Murru katastriüksuste katastritunnusega 14902:002:0182 ja 14902:002:0183 asemel edaspidi Murru katastriüksused katastritunnustega </w:t>
      </w:r>
      <w:r w:rsidRPr="00CA7CE5">
        <w:rPr>
          <w:rFonts w:ascii="Times New Roman" w:eastAsia="Times New Roman" w:hAnsi="Times New Roman" w:cs="Times New Roman"/>
          <w:kern w:val="0"/>
        </w:rPr>
        <w:t>80901:001:1764 ja 80601:001:0124</w:t>
      </w:r>
      <w:r w:rsidR="00174FFF" w:rsidRPr="00CA7CE5">
        <w:rPr>
          <w:rFonts w:ascii="Times New Roman" w:eastAsia="Times New Roman" w:hAnsi="Times New Roman" w:cs="Times New Roman"/>
          <w:kern w:val="0"/>
        </w:rPr>
        <w:t>.</w:t>
      </w:r>
      <w:r w:rsidRPr="00CA7CE5">
        <w:rPr>
          <w:rFonts w:ascii="Times New Roman" w:eastAsia="Times New Roman" w:hAnsi="Times New Roman" w:cs="Times New Roman"/>
          <w:kern w:val="0"/>
        </w:rPr>
        <w:t xml:space="preserve"> </w:t>
      </w:r>
      <w:r w:rsidR="00174FFF" w:rsidRPr="00CA7CE5">
        <w:rPr>
          <w:rFonts w:ascii="Times New Roman" w:eastAsia="Times New Roman" w:hAnsi="Times New Roman" w:cs="Times New Roman"/>
          <w:kern w:val="0"/>
        </w:rPr>
        <w:t>R</w:t>
      </w:r>
      <w:r w:rsidRPr="00CA7CE5">
        <w:rPr>
          <w:rFonts w:ascii="Times New Roman" w:eastAsia="Times New Roman" w:hAnsi="Times New Roman" w:cs="Times New Roman"/>
          <w:kern w:val="0"/>
        </w:rPr>
        <w:t xml:space="preserve">iigile kuuluva kinnistu </w:t>
      </w:r>
      <w:r w:rsidRPr="00CA7CE5">
        <w:rPr>
          <w:rFonts w:ascii="Times New Roman" w:hAnsi="Times New Roman" w:cs="Times New Roman"/>
        </w:rPr>
        <w:t xml:space="preserve">registriosa nr </w:t>
      </w:r>
      <w:r w:rsidRPr="00CA7CE5">
        <w:rPr>
          <w:rFonts w:ascii="Times New Roman" w:eastAsia="Times New Roman" w:hAnsi="Times New Roman" w:cs="Times New Roman"/>
          <w:kern w:val="0"/>
        </w:rPr>
        <w:t xml:space="preserve">12312350 koosseisu </w:t>
      </w:r>
      <w:r w:rsidR="00174FFF" w:rsidRPr="00CA7CE5">
        <w:rPr>
          <w:rFonts w:ascii="Times New Roman" w:eastAsia="Times New Roman" w:hAnsi="Times New Roman" w:cs="Times New Roman"/>
          <w:kern w:val="0"/>
        </w:rPr>
        <w:t xml:space="preserve">jäävad </w:t>
      </w:r>
      <w:r w:rsidRPr="00CA7CE5">
        <w:rPr>
          <w:rFonts w:ascii="Times New Roman" w:eastAsia="Times New Roman" w:hAnsi="Times New Roman" w:cs="Times New Roman"/>
          <w:kern w:val="0"/>
        </w:rPr>
        <w:t>Taali metskond 124 katastriüksuse katastritunnusega</w:t>
      </w:r>
      <w:r w:rsidRPr="00CA7CE5">
        <w:rPr>
          <w:rFonts w:ascii="Times New Roman" w:hAnsi="Times New Roman" w:cs="Times New Roman"/>
        </w:rPr>
        <w:t xml:space="preserve"> </w:t>
      </w:r>
      <w:r w:rsidRPr="00CA7CE5">
        <w:rPr>
          <w:rFonts w:ascii="Times New Roman" w:eastAsia="Times New Roman" w:hAnsi="Times New Roman" w:cs="Times New Roman"/>
          <w:kern w:val="0"/>
        </w:rPr>
        <w:t>80801:001:0693 asemel</w:t>
      </w:r>
      <w:r w:rsidR="00174FFF" w:rsidRPr="00CA7CE5">
        <w:rPr>
          <w:rFonts w:ascii="Times New Roman" w:eastAsia="Times New Roman" w:hAnsi="Times New Roman" w:cs="Times New Roman"/>
          <w:kern w:val="0"/>
        </w:rPr>
        <w:t xml:space="preserve"> järgmised katastriüksused:</w:t>
      </w:r>
    </w:p>
    <w:p w14:paraId="605C38A4" w14:textId="60827B69" w:rsidR="00174FFF" w:rsidRPr="00CA7CE5" w:rsidRDefault="00D82ED2" w:rsidP="00174FFF">
      <w:pPr>
        <w:pStyle w:val="Vahedet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CA7CE5">
        <w:rPr>
          <w:rFonts w:ascii="Times New Roman" w:eastAsia="Times New Roman" w:hAnsi="Times New Roman" w:cs="Times New Roman"/>
          <w:kern w:val="0"/>
        </w:rPr>
        <w:t>Rapla-Pärnu raudtee 520 katastritunnusega 80901:001:176</w:t>
      </w:r>
      <w:r w:rsidR="008535A8" w:rsidRPr="00CA7CE5">
        <w:rPr>
          <w:rFonts w:ascii="Times New Roman" w:eastAsia="Times New Roman" w:hAnsi="Times New Roman" w:cs="Times New Roman"/>
          <w:kern w:val="0"/>
        </w:rPr>
        <w:t>5</w:t>
      </w:r>
      <w:r w:rsidR="00174FFF" w:rsidRPr="00CA7CE5">
        <w:rPr>
          <w:rFonts w:ascii="Times New Roman" w:eastAsia="Times New Roman" w:hAnsi="Times New Roman" w:cs="Times New Roman"/>
          <w:kern w:val="0"/>
        </w:rPr>
        <w:t>;</w:t>
      </w:r>
    </w:p>
    <w:p w14:paraId="3D117156" w14:textId="1620DD05" w:rsidR="00174FFF" w:rsidRPr="00CA7CE5" w:rsidRDefault="00D82ED2" w:rsidP="00174FFF">
      <w:pPr>
        <w:pStyle w:val="Vahedet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CA7CE5">
        <w:rPr>
          <w:rFonts w:ascii="Times New Roman" w:eastAsia="Times New Roman" w:hAnsi="Times New Roman" w:cs="Times New Roman"/>
          <w:kern w:val="0"/>
        </w:rPr>
        <w:t>Murrunurga katastritunnusega 80901:001:1763</w:t>
      </w:r>
      <w:r w:rsidR="00174FFF" w:rsidRPr="00CA7CE5">
        <w:rPr>
          <w:rFonts w:ascii="Times New Roman" w:eastAsia="Times New Roman" w:hAnsi="Times New Roman" w:cs="Times New Roman"/>
          <w:kern w:val="0"/>
        </w:rPr>
        <w:t>;</w:t>
      </w:r>
    </w:p>
    <w:p w14:paraId="3296D61E" w14:textId="77777777" w:rsidR="00174FFF" w:rsidRPr="00CA7CE5" w:rsidRDefault="00D82ED2" w:rsidP="00174FFF">
      <w:pPr>
        <w:pStyle w:val="Vahedet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CA7CE5">
        <w:rPr>
          <w:rFonts w:ascii="Times New Roman" w:eastAsia="Times New Roman" w:hAnsi="Times New Roman" w:cs="Times New Roman"/>
          <w:kern w:val="0"/>
        </w:rPr>
        <w:t>Taali metskond 124 katastritunnusega 80601:001:0123</w:t>
      </w:r>
      <w:r w:rsidR="00174FFF" w:rsidRPr="00CA7CE5">
        <w:rPr>
          <w:rFonts w:ascii="Times New Roman" w:eastAsia="Times New Roman" w:hAnsi="Times New Roman" w:cs="Times New Roman"/>
          <w:kern w:val="0"/>
        </w:rPr>
        <w:t>;</w:t>
      </w:r>
    </w:p>
    <w:p w14:paraId="69A69602" w14:textId="77777777" w:rsidR="00174FFF" w:rsidRPr="00CA7CE5" w:rsidRDefault="00D82ED2" w:rsidP="00174FFF">
      <w:pPr>
        <w:pStyle w:val="Vahedet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CA7CE5">
        <w:rPr>
          <w:rFonts w:ascii="Times New Roman" w:eastAsia="Times New Roman" w:hAnsi="Times New Roman" w:cs="Times New Roman"/>
          <w:kern w:val="0"/>
        </w:rPr>
        <w:t>Rapla-Pärnu raudtee 540 katastritunnus 80601:001:0121</w:t>
      </w:r>
      <w:r w:rsidR="00174FFF" w:rsidRPr="00CA7CE5">
        <w:rPr>
          <w:rFonts w:ascii="Times New Roman" w:eastAsia="Times New Roman" w:hAnsi="Times New Roman" w:cs="Times New Roman"/>
          <w:kern w:val="0"/>
        </w:rPr>
        <w:t>;</w:t>
      </w:r>
    </w:p>
    <w:p w14:paraId="553C12F0" w14:textId="00D43FF7" w:rsidR="00D82ED2" w:rsidRPr="00CA7CE5" w:rsidRDefault="00D82ED2" w:rsidP="00174FFF">
      <w:pPr>
        <w:pStyle w:val="Vahedet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CA7CE5">
        <w:rPr>
          <w:rFonts w:ascii="Times New Roman" w:eastAsia="Times New Roman" w:hAnsi="Times New Roman" w:cs="Times New Roman"/>
          <w:kern w:val="0"/>
        </w:rPr>
        <w:t>Murruserva katastritunnus 80601:001:0122</w:t>
      </w:r>
      <w:r w:rsidR="00174FFF" w:rsidRPr="00CA7CE5">
        <w:rPr>
          <w:rFonts w:ascii="Times New Roman" w:eastAsia="Times New Roman" w:hAnsi="Times New Roman" w:cs="Times New Roman"/>
          <w:kern w:val="0"/>
        </w:rPr>
        <w:t>.</w:t>
      </w:r>
    </w:p>
    <w:p w14:paraId="238C950B" w14:textId="77777777" w:rsidR="000E1FA5" w:rsidRPr="00CA7CE5" w:rsidRDefault="000E1FA5" w:rsidP="00F42C25">
      <w:pPr>
        <w:pStyle w:val="Vahedeta"/>
        <w:jc w:val="both"/>
      </w:pPr>
    </w:p>
    <w:p w14:paraId="00397AAF" w14:textId="43478424" w:rsidR="00E46363" w:rsidRPr="00CA7CE5" w:rsidRDefault="004A0EE9" w:rsidP="00FD68EB">
      <w:pPr>
        <w:pStyle w:val="Vahedeta"/>
        <w:jc w:val="both"/>
        <w:rPr>
          <w:rFonts w:ascii="Times New Roman" w:eastAsia="Times New Roman" w:hAnsi="Times New Roman" w:cs="Times New Roman"/>
          <w:kern w:val="0"/>
        </w:rPr>
      </w:pPr>
      <w:r w:rsidRPr="00CA7CE5">
        <w:rPr>
          <w:rFonts w:ascii="Times New Roman" w:hAnsi="Times New Roman" w:cs="Times New Roman"/>
        </w:rPr>
        <w:t xml:space="preserve">Mõõdistamise käigus täpsustus </w:t>
      </w:r>
      <w:r w:rsidR="00AC5348" w:rsidRPr="00CA7CE5">
        <w:rPr>
          <w:rFonts w:ascii="Times New Roman" w:eastAsia="Times New Roman" w:hAnsi="Times New Roman" w:cs="Times New Roman"/>
          <w:kern w:val="0"/>
        </w:rPr>
        <w:t>Murru katastriüksusest 14902:002:0182 omandatava</w:t>
      </w:r>
      <w:r w:rsidRPr="00CA7CE5">
        <w:rPr>
          <w:rFonts w:ascii="Times New Roman" w:hAnsi="Times New Roman" w:cs="Times New Roman"/>
        </w:rPr>
        <w:t xml:space="preserve"> </w:t>
      </w:r>
      <w:r w:rsidR="005C2768" w:rsidRPr="00CA7CE5">
        <w:rPr>
          <w:rFonts w:ascii="Times New Roman" w:hAnsi="Times New Roman" w:cs="Times New Roman"/>
        </w:rPr>
        <w:t>katastriüksuse</w:t>
      </w:r>
      <w:r w:rsidR="00AC5348" w:rsidRPr="00CA7CE5">
        <w:rPr>
          <w:rFonts w:ascii="Times New Roman" w:hAnsi="Times New Roman" w:cs="Times New Roman"/>
        </w:rPr>
        <w:t xml:space="preserve"> </w:t>
      </w:r>
      <w:r w:rsidR="00AC5348" w:rsidRPr="00CA7CE5">
        <w:rPr>
          <w:rFonts w:ascii="Times New Roman" w:eastAsia="Times New Roman" w:hAnsi="Times New Roman" w:cs="Times New Roman"/>
          <w:kern w:val="0"/>
        </w:rPr>
        <w:t>Rapla-Pärnu raudtee 5</w:t>
      </w:r>
      <w:r w:rsidR="00E46363" w:rsidRPr="00CA7CE5">
        <w:rPr>
          <w:rFonts w:ascii="Times New Roman" w:eastAsia="Times New Roman" w:hAnsi="Times New Roman" w:cs="Times New Roman"/>
          <w:kern w:val="0"/>
        </w:rPr>
        <w:t>20</w:t>
      </w:r>
      <w:r w:rsidR="00AC5348" w:rsidRPr="00CA7CE5">
        <w:rPr>
          <w:rFonts w:ascii="Times New Roman" w:hAnsi="Times New Roman" w:cs="Times New Roman"/>
        </w:rPr>
        <w:t xml:space="preserve"> </w:t>
      </w:r>
      <w:r w:rsidRPr="00CA7CE5">
        <w:rPr>
          <w:rFonts w:ascii="Times New Roman" w:hAnsi="Times New Roman" w:cs="Times New Roman"/>
        </w:rPr>
        <w:t xml:space="preserve">pindala, mis </w:t>
      </w:r>
      <w:r w:rsidR="00AC5348" w:rsidRPr="00CA7CE5">
        <w:rPr>
          <w:rFonts w:ascii="Times New Roman" w:hAnsi="Times New Roman" w:cs="Times New Roman"/>
        </w:rPr>
        <w:t>suurenes</w:t>
      </w:r>
      <w:r w:rsidRPr="00CA7CE5">
        <w:rPr>
          <w:rFonts w:ascii="Times New Roman" w:hAnsi="Times New Roman" w:cs="Times New Roman"/>
        </w:rPr>
        <w:t xml:space="preserve"> </w:t>
      </w:r>
      <w:r w:rsidR="00F6215E" w:rsidRPr="00CA7CE5">
        <w:rPr>
          <w:rFonts w:ascii="Times New Roman" w:hAnsi="Times New Roman" w:cs="Times New Roman"/>
        </w:rPr>
        <w:t>0,</w:t>
      </w:r>
      <w:r w:rsidR="00AC5348" w:rsidRPr="00CA7CE5">
        <w:rPr>
          <w:rFonts w:ascii="Times New Roman" w:hAnsi="Times New Roman" w:cs="Times New Roman"/>
        </w:rPr>
        <w:t>04</w:t>
      </w:r>
      <w:r w:rsidR="00F6215E" w:rsidRPr="00CA7CE5">
        <w:rPr>
          <w:rFonts w:ascii="Times New Roman" w:hAnsi="Times New Roman" w:cs="Times New Roman"/>
        </w:rPr>
        <w:t xml:space="preserve"> ha võrra ja on nüüd </w:t>
      </w:r>
      <w:r w:rsidR="00AC5348" w:rsidRPr="00CA7CE5">
        <w:rPr>
          <w:rFonts w:ascii="Times New Roman" w:hAnsi="Times New Roman" w:cs="Times New Roman"/>
        </w:rPr>
        <w:t>3,</w:t>
      </w:r>
      <w:r w:rsidR="00780163" w:rsidRPr="00CA7CE5">
        <w:rPr>
          <w:rFonts w:ascii="Times New Roman" w:hAnsi="Times New Roman" w:cs="Times New Roman"/>
        </w:rPr>
        <w:t>3</w:t>
      </w:r>
      <w:r w:rsidR="00AC5348" w:rsidRPr="00CA7CE5">
        <w:rPr>
          <w:rFonts w:ascii="Times New Roman" w:hAnsi="Times New Roman" w:cs="Times New Roman"/>
        </w:rPr>
        <w:t>0</w:t>
      </w:r>
      <w:r w:rsidR="002B0AB1" w:rsidRPr="00CA7CE5">
        <w:rPr>
          <w:rFonts w:ascii="Times New Roman" w:hAnsi="Times New Roman" w:cs="Times New Roman"/>
        </w:rPr>
        <w:t xml:space="preserve"> ha</w:t>
      </w:r>
      <w:r w:rsidR="004E090E" w:rsidRPr="00CA7CE5">
        <w:rPr>
          <w:rFonts w:ascii="Times New Roman" w:hAnsi="Times New Roman" w:cs="Times New Roman"/>
        </w:rPr>
        <w:t>, Murrunurga katastriüksuse pindala jäi samaks</w:t>
      </w:r>
      <w:r w:rsidR="00780163" w:rsidRPr="00CA7CE5">
        <w:rPr>
          <w:rFonts w:ascii="Times New Roman" w:hAnsi="Times New Roman" w:cs="Times New Roman"/>
        </w:rPr>
        <w:t xml:space="preserve"> ehk 0,30 ha</w:t>
      </w:r>
      <w:r w:rsidR="008535A8" w:rsidRPr="00CA7CE5">
        <w:rPr>
          <w:rFonts w:ascii="Times New Roman" w:hAnsi="Times New Roman" w:cs="Times New Roman"/>
        </w:rPr>
        <w:t xml:space="preserve">. </w:t>
      </w:r>
      <w:r w:rsidR="005C2768" w:rsidRPr="00CA7CE5">
        <w:rPr>
          <w:rFonts w:ascii="Times New Roman" w:hAnsi="Times New Roman" w:cs="Times New Roman"/>
        </w:rPr>
        <w:t>Samuti täpsustus</w:t>
      </w:r>
      <w:r w:rsidR="0040003A" w:rsidRPr="00CA7CE5">
        <w:rPr>
          <w:rFonts w:ascii="Times New Roman" w:hAnsi="Times New Roman" w:cs="Times New Roman"/>
        </w:rPr>
        <w:t>id</w:t>
      </w:r>
      <w:r w:rsidR="00FD68EB" w:rsidRPr="00CA7CE5">
        <w:rPr>
          <w:rFonts w:ascii="Times New Roman" w:hAnsi="Times New Roman" w:cs="Times New Roman"/>
        </w:rPr>
        <w:t xml:space="preserve"> Murru </w:t>
      </w:r>
      <w:r w:rsidR="00AC5348" w:rsidRPr="00CA7CE5">
        <w:rPr>
          <w:rFonts w:ascii="Times New Roman" w:hAnsi="Times New Roman" w:cs="Times New Roman"/>
        </w:rPr>
        <w:t xml:space="preserve">katastriüksusest </w:t>
      </w:r>
      <w:r w:rsidR="00AC5348" w:rsidRPr="00CA7CE5">
        <w:rPr>
          <w:rFonts w:ascii="Times New Roman" w:eastAsia="Times New Roman" w:hAnsi="Times New Roman" w:cs="Times New Roman"/>
          <w:kern w:val="0"/>
        </w:rPr>
        <w:t>14902:002:0183 omandatava</w:t>
      </w:r>
      <w:r w:rsidR="00CE0B92" w:rsidRPr="00CA7CE5">
        <w:rPr>
          <w:rFonts w:ascii="Times New Roman" w:eastAsia="Times New Roman" w:hAnsi="Times New Roman" w:cs="Times New Roman"/>
          <w:kern w:val="0"/>
        </w:rPr>
        <w:t xml:space="preserve">te </w:t>
      </w:r>
      <w:r w:rsidR="005C2768" w:rsidRPr="00CA7CE5">
        <w:rPr>
          <w:rFonts w:ascii="Times New Roman" w:eastAsia="Times New Roman" w:hAnsi="Times New Roman" w:cs="Times New Roman"/>
          <w:kern w:val="0"/>
        </w:rPr>
        <w:t>katastriüksus</w:t>
      </w:r>
      <w:r w:rsidR="00CE0B92" w:rsidRPr="00CA7CE5">
        <w:rPr>
          <w:rFonts w:ascii="Times New Roman" w:eastAsia="Times New Roman" w:hAnsi="Times New Roman" w:cs="Times New Roman"/>
          <w:kern w:val="0"/>
        </w:rPr>
        <w:t>t</w:t>
      </w:r>
      <w:r w:rsidR="005C2768" w:rsidRPr="00CA7CE5">
        <w:rPr>
          <w:rFonts w:ascii="Times New Roman" w:eastAsia="Times New Roman" w:hAnsi="Times New Roman" w:cs="Times New Roman"/>
          <w:kern w:val="0"/>
        </w:rPr>
        <w:t>e</w:t>
      </w:r>
      <w:r w:rsidR="00FD68EB" w:rsidRPr="00CA7CE5">
        <w:rPr>
          <w:rFonts w:ascii="Times New Roman" w:eastAsia="Times New Roman" w:hAnsi="Times New Roman" w:cs="Times New Roman"/>
          <w:kern w:val="0"/>
        </w:rPr>
        <w:t xml:space="preserve"> </w:t>
      </w:r>
      <w:r w:rsidR="00FD68EB" w:rsidRPr="00CA7CE5">
        <w:rPr>
          <w:rFonts w:ascii="Times New Roman" w:hAnsi="Times New Roman" w:cs="Times New Roman"/>
        </w:rPr>
        <w:t>Rapla-Pärnu raudtee 540 pindala</w:t>
      </w:r>
      <w:r w:rsidR="005C2768" w:rsidRPr="00CA7CE5">
        <w:rPr>
          <w:rFonts w:ascii="Times New Roman" w:hAnsi="Times New Roman" w:cs="Times New Roman"/>
        </w:rPr>
        <w:t>,</w:t>
      </w:r>
      <w:r w:rsidR="00AC5348" w:rsidRPr="00CA7CE5">
        <w:rPr>
          <w:rFonts w:ascii="Times New Roman" w:eastAsia="Times New Roman" w:hAnsi="Times New Roman" w:cs="Times New Roman"/>
          <w:kern w:val="0"/>
        </w:rPr>
        <w:t xml:space="preserve"> </w:t>
      </w:r>
      <w:r w:rsidR="005C2768" w:rsidRPr="00CA7CE5">
        <w:rPr>
          <w:rFonts w:ascii="Times New Roman" w:eastAsia="Times New Roman" w:hAnsi="Times New Roman" w:cs="Times New Roman"/>
          <w:kern w:val="0"/>
        </w:rPr>
        <w:t xml:space="preserve">mis </w:t>
      </w:r>
      <w:r w:rsidR="00AC5348" w:rsidRPr="00CA7CE5">
        <w:rPr>
          <w:rFonts w:ascii="Times New Roman" w:eastAsia="Times New Roman" w:hAnsi="Times New Roman" w:cs="Times New Roman"/>
          <w:kern w:val="0"/>
        </w:rPr>
        <w:t>suurenes 0,0</w:t>
      </w:r>
      <w:r w:rsidR="00FD68EB" w:rsidRPr="00CA7CE5">
        <w:rPr>
          <w:rFonts w:ascii="Times New Roman" w:eastAsia="Times New Roman" w:hAnsi="Times New Roman" w:cs="Times New Roman"/>
          <w:kern w:val="0"/>
        </w:rPr>
        <w:t>2</w:t>
      </w:r>
      <w:r w:rsidR="00AC5348" w:rsidRPr="00CA7CE5">
        <w:rPr>
          <w:rFonts w:ascii="Times New Roman" w:eastAsia="Times New Roman" w:hAnsi="Times New Roman" w:cs="Times New Roman"/>
          <w:kern w:val="0"/>
        </w:rPr>
        <w:t xml:space="preserve"> ha võrra ja</w:t>
      </w:r>
      <w:r w:rsidR="00FD68EB" w:rsidRPr="00CA7CE5">
        <w:rPr>
          <w:rFonts w:ascii="Times New Roman" w:eastAsia="Times New Roman" w:hAnsi="Times New Roman" w:cs="Times New Roman"/>
          <w:kern w:val="0"/>
        </w:rPr>
        <w:t xml:space="preserve"> Murruserva pindala</w:t>
      </w:r>
      <w:r w:rsidR="005C2768" w:rsidRPr="00CA7CE5">
        <w:rPr>
          <w:rFonts w:ascii="Times New Roman" w:eastAsia="Times New Roman" w:hAnsi="Times New Roman" w:cs="Times New Roman"/>
          <w:kern w:val="0"/>
        </w:rPr>
        <w:t>, mis</w:t>
      </w:r>
      <w:r w:rsidR="00FD68EB" w:rsidRPr="00CA7CE5">
        <w:rPr>
          <w:rFonts w:ascii="Times New Roman" w:eastAsia="Times New Roman" w:hAnsi="Times New Roman" w:cs="Times New Roman"/>
          <w:kern w:val="0"/>
        </w:rPr>
        <w:t xml:space="preserve"> suurenes 0,01 ha võrra </w:t>
      </w:r>
      <w:r w:rsidR="005C2768" w:rsidRPr="00CA7CE5">
        <w:rPr>
          <w:rFonts w:ascii="Times New Roman" w:eastAsia="Times New Roman" w:hAnsi="Times New Roman" w:cs="Times New Roman"/>
          <w:kern w:val="0"/>
        </w:rPr>
        <w:t>ning</w:t>
      </w:r>
      <w:r w:rsidR="00AC5348" w:rsidRPr="00CA7CE5">
        <w:rPr>
          <w:rFonts w:ascii="Times New Roman" w:eastAsia="Times New Roman" w:hAnsi="Times New Roman" w:cs="Times New Roman"/>
          <w:kern w:val="0"/>
        </w:rPr>
        <w:t xml:space="preserve"> on nüüd </w:t>
      </w:r>
      <w:r w:rsidR="00FD68EB" w:rsidRPr="00CA7CE5">
        <w:rPr>
          <w:rFonts w:ascii="Times New Roman" w:eastAsia="Times New Roman" w:hAnsi="Times New Roman" w:cs="Times New Roman"/>
          <w:kern w:val="0"/>
        </w:rPr>
        <w:t xml:space="preserve">kokku </w:t>
      </w:r>
      <w:r w:rsidR="00AC5348" w:rsidRPr="00CA7CE5">
        <w:rPr>
          <w:rFonts w:ascii="Times New Roman" w:eastAsia="Times New Roman" w:hAnsi="Times New Roman" w:cs="Times New Roman"/>
          <w:kern w:val="0"/>
        </w:rPr>
        <w:t xml:space="preserve">5,59 ha. </w:t>
      </w:r>
      <w:r w:rsidR="009A5E8B" w:rsidRPr="00CA7CE5">
        <w:rPr>
          <w:rFonts w:ascii="Times New Roman" w:eastAsia="Times New Roman" w:hAnsi="Times New Roman" w:cs="Times New Roman"/>
          <w:kern w:val="0"/>
        </w:rPr>
        <w:t xml:space="preserve">Kokku on riigile omandatav osa </w:t>
      </w:r>
      <w:r w:rsidR="00E121A0" w:rsidRPr="00CA7CE5">
        <w:rPr>
          <w:rFonts w:ascii="Times New Roman" w:eastAsia="Times New Roman" w:hAnsi="Times New Roman" w:cs="Times New Roman"/>
          <w:i/>
          <w:iCs/>
          <w:kern w:val="0"/>
        </w:rPr>
        <w:t>ca</w:t>
      </w:r>
      <w:r w:rsidR="00E121A0" w:rsidRPr="00CA7CE5">
        <w:rPr>
          <w:rFonts w:ascii="Times New Roman" w:eastAsia="Times New Roman" w:hAnsi="Times New Roman" w:cs="Times New Roman"/>
          <w:kern w:val="0"/>
        </w:rPr>
        <w:t xml:space="preserve"> </w:t>
      </w:r>
      <w:r w:rsidR="009A5E8B" w:rsidRPr="00CA7CE5">
        <w:rPr>
          <w:rFonts w:ascii="Times New Roman" w:eastAsia="Times New Roman" w:hAnsi="Times New Roman" w:cs="Times New Roman"/>
          <w:kern w:val="0"/>
        </w:rPr>
        <w:t>9,19 ha.</w:t>
      </w:r>
    </w:p>
    <w:p w14:paraId="1AE3C311" w14:textId="77777777" w:rsidR="008535A8" w:rsidRPr="00CA7CE5" w:rsidRDefault="008535A8" w:rsidP="00FD68EB">
      <w:pPr>
        <w:pStyle w:val="Vahedeta"/>
        <w:jc w:val="both"/>
        <w:rPr>
          <w:rFonts w:ascii="Times New Roman" w:hAnsi="Times New Roman" w:cs="Times New Roman"/>
        </w:rPr>
      </w:pPr>
    </w:p>
    <w:p w14:paraId="1163ED73" w14:textId="674B0A3D" w:rsidR="00895913" w:rsidRPr="00CA7CE5" w:rsidRDefault="002B0AB1" w:rsidP="00FD68EB">
      <w:pPr>
        <w:pStyle w:val="Vahedeta"/>
        <w:jc w:val="both"/>
        <w:rPr>
          <w:rFonts w:ascii="Times New Roman" w:hAnsi="Times New Roman" w:cs="Times New Roman"/>
        </w:rPr>
      </w:pPr>
      <w:r w:rsidRPr="00CA7CE5">
        <w:rPr>
          <w:rFonts w:ascii="Times New Roman" w:eastAsia="Times New Roman" w:hAnsi="Times New Roman" w:cs="Times New Roman"/>
          <w:kern w:val="0"/>
        </w:rPr>
        <w:t xml:space="preserve">Maa- ja Ruumiameti kinnisvara hindamise osakonna </w:t>
      </w:r>
      <w:r w:rsidR="00CA7CE5" w:rsidRPr="00CA7CE5">
        <w:rPr>
          <w:rFonts w:ascii="Times New Roman" w:eastAsia="Times New Roman" w:hAnsi="Times New Roman" w:cs="Times New Roman"/>
          <w:kern w:val="0"/>
        </w:rPr>
        <w:t>20</w:t>
      </w:r>
      <w:r w:rsidR="00FD68EB" w:rsidRPr="00CA7CE5">
        <w:rPr>
          <w:rFonts w:ascii="Times New Roman" w:eastAsia="Times New Roman" w:hAnsi="Times New Roman" w:cs="Times New Roman"/>
          <w:kern w:val="0"/>
        </w:rPr>
        <w:t>.10</w:t>
      </w:r>
      <w:r w:rsidR="009C6A82" w:rsidRPr="00CA7CE5">
        <w:rPr>
          <w:rFonts w:ascii="Times New Roman" w:eastAsia="Times New Roman" w:hAnsi="Times New Roman" w:cs="Times New Roman"/>
          <w:kern w:val="0"/>
        </w:rPr>
        <w:t xml:space="preserve">.2025 hindamisaruande </w:t>
      </w:r>
      <w:r w:rsidR="00FD68EB" w:rsidRPr="00CA7CE5">
        <w:rPr>
          <w:rFonts w:ascii="Times New Roman" w:eastAsia="Times New Roman" w:hAnsi="Times New Roman" w:cs="Times New Roman"/>
          <w:kern w:val="0"/>
        </w:rPr>
        <w:t xml:space="preserve">lisa </w:t>
      </w:r>
      <w:r w:rsidR="009C6A82" w:rsidRPr="00CA7CE5">
        <w:rPr>
          <w:rFonts w:ascii="Times New Roman" w:eastAsia="Times New Roman" w:hAnsi="Times New Roman" w:cs="Times New Roman"/>
          <w:kern w:val="0"/>
        </w:rPr>
        <w:t xml:space="preserve">kohaselt on  </w:t>
      </w:r>
      <w:r w:rsidR="00E46363" w:rsidRPr="00CA7CE5">
        <w:rPr>
          <w:rFonts w:ascii="Times New Roman" w:eastAsia="Times New Roman" w:hAnsi="Times New Roman" w:cs="Times New Roman"/>
          <w:kern w:val="0"/>
        </w:rPr>
        <w:t>Rapla-Pärnu raudtee 520 katastriüksuse ja Murrunurga katastriüksuse summaarne harilik väärtus 14</w:t>
      </w:r>
      <w:r w:rsidR="008535A8" w:rsidRPr="00CA7CE5">
        <w:rPr>
          <w:rFonts w:ascii="Times New Roman" w:eastAsia="Times New Roman" w:hAnsi="Times New Roman" w:cs="Times New Roman"/>
          <w:kern w:val="0"/>
        </w:rPr>
        <w:t> </w:t>
      </w:r>
      <w:r w:rsidR="00E46363" w:rsidRPr="00CA7CE5">
        <w:rPr>
          <w:rFonts w:ascii="Times New Roman" w:eastAsia="Times New Roman" w:hAnsi="Times New Roman" w:cs="Times New Roman"/>
          <w:kern w:val="0"/>
        </w:rPr>
        <w:t>897 eurot ning Rapla-Pärnu raudtee 540 katastriüksuse ja Murruserva katastriüksuse summaarne harilik väärtus 39</w:t>
      </w:r>
      <w:r w:rsidR="008535A8" w:rsidRPr="00CA7CE5">
        <w:rPr>
          <w:rFonts w:ascii="Times New Roman" w:eastAsia="Times New Roman" w:hAnsi="Times New Roman" w:cs="Times New Roman"/>
          <w:kern w:val="0"/>
        </w:rPr>
        <w:t> </w:t>
      </w:r>
      <w:r w:rsidR="00CA7CE5" w:rsidRPr="00CA7CE5">
        <w:rPr>
          <w:rFonts w:ascii="Times New Roman" w:eastAsia="Times New Roman" w:hAnsi="Times New Roman" w:cs="Times New Roman"/>
          <w:kern w:val="0"/>
        </w:rPr>
        <w:t xml:space="preserve">567 </w:t>
      </w:r>
      <w:r w:rsidR="00E46363" w:rsidRPr="00CA7CE5">
        <w:rPr>
          <w:rFonts w:ascii="Times New Roman" w:eastAsia="Times New Roman" w:hAnsi="Times New Roman" w:cs="Times New Roman"/>
          <w:kern w:val="0"/>
        </w:rPr>
        <w:t>eurot, kokku 54 </w:t>
      </w:r>
      <w:r w:rsidR="00CA7CE5" w:rsidRPr="00CA7CE5">
        <w:rPr>
          <w:rFonts w:ascii="Times New Roman" w:eastAsia="Times New Roman" w:hAnsi="Times New Roman" w:cs="Times New Roman"/>
          <w:kern w:val="0"/>
        </w:rPr>
        <w:t xml:space="preserve">464 </w:t>
      </w:r>
      <w:r w:rsidR="00E46363" w:rsidRPr="00CA7CE5">
        <w:rPr>
          <w:rFonts w:ascii="Times New Roman" w:eastAsia="Times New Roman" w:hAnsi="Times New Roman" w:cs="Times New Roman"/>
          <w:kern w:val="0"/>
        </w:rPr>
        <w:t xml:space="preserve">eurot. </w:t>
      </w:r>
      <w:r w:rsidR="009C6A82" w:rsidRPr="00CA7CE5">
        <w:rPr>
          <w:rFonts w:ascii="Times New Roman" w:eastAsia="Times New Roman" w:hAnsi="Times New Roman" w:cs="Times New Roman"/>
          <w:kern w:val="0"/>
        </w:rPr>
        <w:t xml:space="preserve">Taali metskond </w:t>
      </w:r>
      <w:r w:rsidR="00E46363" w:rsidRPr="00CA7CE5">
        <w:rPr>
          <w:rFonts w:ascii="Times New Roman" w:eastAsia="Times New Roman" w:hAnsi="Times New Roman" w:cs="Times New Roman"/>
          <w:kern w:val="0"/>
        </w:rPr>
        <w:t>124</w:t>
      </w:r>
      <w:r w:rsidR="009C6A82" w:rsidRPr="00CA7CE5">
        <w:rPr>
          <w:rFonts w:ascii="Times New Roman" w:eastAsia="Times New Roman" w:hAnsi="Times New Roman" w:cs="Times New Roman"/>
          <w:kern w:val="0"/>
        </w:rPr>
        <w:t xml:space="preserve"> kinnisasja</w:t>
      </w:r>
      <w:r w:rsidR="00FF16F9">
        <w:rPr>
          <w:rFonts w:ascii="Times New Roman" w:eastAsia="Times New Roman" w:hAnsi="Times New Roman" w:cs="Times New Roman"/>
          <w:kern w:val="0"/>
        </w:rPr>
        <w:t>st eraldatud</w:t>
      </w:r>
      <w:r w:rsidR="009C6A82" w:rsidRPr="00CA7CE5">
        <w:rPr>
          <w:rFonts w:ascii="Times New Roman" w:eastAsia="Times New Roman" w:hAnsi="Times New Roman" w:cs="Times New Roman"/>
          <w:kern w:val="0"/>
        </w:rPr>
        <w:t xml:space="preserve"> </w:t>
      </w:r>
      <w:r w:rsidR="00E46363" w:rsidRPr="00CA7CE5">
        <w:rPr>
          <w:rFonts w:ascii="Times New Roman" w:eastAsia="Times New Roman" w:hAnsi="Times New Roman" w:cs="Times New Roman"/>
          <w:kern w:val="0"/>
        </w:rPr>
        <w:t>6,06</w:t>
      </w:r>
      <w:r w:rsidR="009C6A82" w:rsidRPr="00CA7CE5">
        <w:rPr>
          <w:rFonts w:ascii="Times New Roman" w:eastAsia="Times New Roman" w:hAnsi="Times New Roman" w:cs="Times New Roman"/>
          <w:kern w:val="0"/>
        </w:rPr>
        <w:t xml:space="preserve"> ha suuruse osa harilik väärtus</w:t>
      </w:r>
      <w:r w:rsidR="004E090E" w:rsidRPr="00CA7CE5">
        <w:rPr>
          <w:rFonts w:ascii="Times New Roman" w:eastAsia="Times New Roman" w:hAnsi="Times New Roman" w:cs="Times New Roman"/>
          <w:kern w:val="0"/>
        </w:rPr>
        <w:t xml:space="preserve"> on</w:t>
      </w:r>
      <w:r w:rsidR="00E46363" w:rsidRPr="00CA7CE5">
        <w:rPr>
          <w:rFonts w:ascii="Times New Roman" w:eastAsia="Times New Roman" w:hAnsi="Times New Roman" w:cs="Times New Roman"/>
          <w:kern w:val="0"/>
        </w:rPr>
        <w:t xml:space="preserve"> 54 058</w:t>
      </w:r>
      <w:r w:rsidR="009C6A82" w:rsidRPr="00CA7CE5">
        <w:rPr>
          <w:rFonts w:ascii="Times New Roman" w:eastAsia="Times New Roman" w:hAnsi="Times New Roman" w:cs="Times New Roman"/>
          <w:kern w:val="0"/>
        </w:rPr>
        <w:t xml:space="preserve"> eurot. Seega on vahetatavate kinnisasjade väärtuste vahe </w:t>
      </w:r>
      <w:r w:rsidR="00CA7CE5" w:rsidRPr="00CA7CE5">
        <w:rPr>
          <w:rFonts w:ascii="Times New Roman" w:eastAsia="Times New Roman" w:hAnsi="Times New Roman" w:cs="Times New Roman"/>
          <w:kern w:val="0"/>
        </w:rPr>
        <w:t xml:space="preserve">406 </w:t>
      </w:r>
      <w:r w:rsidR="009C6A82" w:rsidRPr="00CA7CE5">
        <w:rPr>
          <w:rFonts w:ascii="Times New Roman" w:eastAsia="Times New Roman" w:hAnsi="Times New Roman" w:cs="Times New Roman"/>
          <w:kern w:val="0"/>
        </w:rPr>
        <w:t xml:space="preserve">eurot ja see tuleb </w:t>
      </w:r>
      <w:r w:rsidR="00E46363" w:rsidRPr="00CA7CE5">
        <w:rPr>
          <w:rFonts w:ascii="Times New Roman" w:eastAsia="Times New Roman" w:hAnsi="Times New Roman" w:cs="Times New Roman"/>
          <w:kern w:val="0"/>
        </w:rPr>
        <w:t>riigil</w:t>
      </w:r>
      <w:r w:rsidR="009C6A82" w:rsidRPr="00CA7CE5">
        <w:rPr>
          <w:rFonts w:ascii="Times New Roman" w:eastAsia="Times New Roman" w:hAnsi="Times New Roman" w:cs="Times New Roman"/>
          <w:kern w:val="0"/>
        </w:rPr>
        <w:t xml:space="preserve"> hüvitada </w:t>
      </w:r>
      <w:r w:rsidR="00E46363" w:rsidRPr="00CA7CE5">
        <w:rPr>
          <w:rFonts w:ascii="Times New Roman" w:eastAsia="Times New Roman" w:hAnsi="Times New Roman" w:cs="Times New Roman"/>
          <w:kern w:val="0"/>
        </w:rPr>
        <w:t>Murru kinnisasja omanikule</w:t>
      </w:r>
      <w:r w:rsidR="009C6A82" w:rsidRPr="00CA7CE5">
        <w:rPr>
          <w:rFonts w:ascii="Times New Roman" w:eastAsia="Times New Roman" w:hAnsi="Times New Roman" w:cs="Times New Roman"/>
          <w:kern w:val="0"/>
        </w:rPr>
        <w:t>.</w:t>
      </w:r>
    </w:p>
    <w:p w14:paraId="13E11B71" w14:textId="77777777" w:rsidR="002B0AB1" w:rsidRPr="00CA7CE5" w:rsidRDefault="002B0AB1" w:rsidP="00FD68EB">
      <w:pPr>
        <w:pStyle w:val="Vahedeta"/>
        <w:jc w:val="both"/>
        <w:rPr>
          <w:rFonts w:ascii="Times New Roman" w:hAnsi="Times New Roman" w:cs="Times New Roman"/>
        </w:rPr>
      </w:pPr>
    </w:p>
    <w:p w14:paraId="334CBEA3" w14:textId="5C1EAE74" w:rsidR="00A46F1A" w:rsidRPr="00CA7CE5" w:rsidRDefault="00A46F1A" w:rsidP="00A46F1A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CA7CE5">
        <w:t xml:space="preserve">RMK kooskõlastas 20.01.2025 kirjaga nr 3-1.63/2025/15 Taali metskond </w:t>
      </w:r>
      <w:r w:rsidR="005C5438" w:rsidRPr="00CA7CE5">
        <w:t>124</w:t>
      </w:r>
      <w:r w:rsidRPr="00CA7CE5">
        <w:t xml:space="preserve"> kinnisasjast vahetusmaa pakkumise, allkirjastas </w:t>
      </w:r>
      <w:r w:rsidR="0087468C" w:rsidRPr="00CA7CE5">
        <w:t>23.05</w:t>
      </w:r>
      <w:r w:rsidRPr="00CA7CE5">
        <w:t xml:space="preserve">.2025 maakorralduskava ja andis </w:t>
      </w:r>
      <w:r w:rsidRPr="00CA7CE5">
        <w:rPr>
          <w:rFonts w:eastAsia="Times New Roman"/>
          <w:bCs/>
          <w:kern w:val="0"/>
          <w:lang w:eastAsia="en-US" w:bidi="ar-SA"/>
        </w:rPr>
        <w:t xml:space="preserve">xx.xx.2025 käskkirja nr x-xx/xx „ Taali metskond </w:t>
      </w:r>
      <w:r w:rsidR="005C5438" w:rsidRPr="00CA7CE5">
        <w:rPr>
          <w:rFonts w:eastAsia="Times New Roman"/>
          <w:bCs/>
          <w:kern w:val="0"/>
          <w:lang w:eastAsia="en-US" w:bidi="ar-SA"/>
        </w:rPr>
        <w:t>124</w:t>
      </w:r>
      <w:r w:rsidRPr="00CA7CE5">
        <w:rPr>
          <w:rFonts w:eastAsia="Times New Roman"/>
          <w:bCs/>
          <w:kern w:val="0"/>
          <w:lang w:eastAsia="en-US" w:bidi="ar-SA"/>
        </w:rPr>
        <w:t xml:space="preserve"> ja </w:t>
      </w:r>
      <w:r w:rsidR="005C5438" w:rsidRPr="00CA7CE5">
        <w:rPr>
          <w:rFonts w:eastAsia="Times New Roman"/>
          <w:bCs/>
          <w:kern w:val="0"/>
          <w:lang w:eastAsia="en-US" w:bidi="ar-SA"/>
        </w:rPr>
        <w:t>Murru</w:t>
      </w:r>
      <w:r w:rsidRPr="00CA7CE5">
        <w:rPr>
          <w:rFonts w:eastAsia="Times New Roman"/>
          <w:bCs/>
          <w:kern w:val="0"/>
          <w:lang w:eastAsia="en-US" w:bidi="ar-SA"/>
        </w:rPr>
        <w:t xml:space="preserve"> kinnisasjade osade vahetamine ja piiride muutmine“.</w:t>
      </w:r>
    </w:p>
    <w:p w14:paraId="4D02B530" w14:textId="77777777" w:rsidR="002B0AB1" w:rsidRPr="00CA7CE5" w:rsidRDefault="002B0AB1" w:rsidP="00CD7355">
      <w:pPr>
        <w:tabs>
          <w:tab w:val="left" w:pos="5670"/>
        </w:tabs>
        <w:spacing w:line="240" w:lineRule="auto"/>
      </w:pPr>
    </w:p>
    <w:p w14:paraId="1B558B2A" w14:textId="7EDED250" w:rsidR="009B11EF" w:rsidRPr="00CA7CE5" w:rsidRDefault="0091138C" w:rsidP="009B11EF">
      <w:pPr>
        <w:tabs>
          <w:tab w:val="left" w:pos="5670"/>
        </w:tabs>
        <w:spacing w:line="240" w:lineRule="auto"/>
      </w:pPr>
      <w:r w:rsidRPr="00CA7CE5">
        <w:t xml:space="preserve">Elektrilevi OÜ volitatud esindaja andis </w:t>
      </w:r>
      <w:r w:rsidR="00201FED" w:rsidRPr="00CA7CE5">
        <w:t>30</w:t>
      </w:r>
      <w:r w:rsidRPr="00CA7CE5">
        <w:rPr>
          <w:rFonts w:cs="Arial"/>
        </w:rPr>
        <w:t xml:space="preserve">.05.2025 nõusoleku, et </w:t>
      </w:r>
      <w:r w:rsidRPr="00CA7CE5">
        <w:t xml:space="preserve">isiklik kasutusõigus jääb kehtima üksnes </w:t>
      </w:r>
      <w:r w:rsidR="00201FED" w:rsidRPr="00CA7CE5">
        <w:t xml:space="preserve">olemasolevas Murru kinnistu registriosas nr 295406 ning seda ei kanta üle kinnistu registriossa nr 12312350, mille koosseisu </w:t>
      </w:r>
      <w:r w:rsidR="009B11EF" w:rsidRPr="00CA7CE5">
        <w:t xml:space="preserve">jäävad Taali metskond 124 katastriüksus ning riigile omandatavad </w:t>
      </w:r>
      <w:r w:rsidR="00D30176" w:rsidRPr="00CA7CE5">
        <w:t>katastri</w:t>
      </w:r>
      <w:r w:rsidR="009B11EF" w:rsidRPr="00CA7CE5">
        <w:t>üksused.</w:t>
      </w:r>
    </w:p>
    <w:p w14:paraId="7CC1DAFA" w14:textId="77777777" w:rsidR="009B11EF" w:rsidRDefault="009B11EF" w:rsidP="009B11EF">
      <w:pPr>
        <w:tabs>
          <w:tab w:val="left" w:pos="5670"/>
        </w:tabs>
        <w:spacing w:line="240" w:lineRule="auto"/>
      </w:pPr>
    </w:p>
    <w:p w14:paraId="17CB4D1B" w14:textId="77777777" w:rsidR="009B11EF" w:rsidRDefault="009B11EF" w:rsidP="009B11EF">
      <w:pPr>
        <w:tabs>
          <w:tab w:val="left" w:pos="5670"/>
        </w:tabs>
        <w:spacing w:line="240" w:lineRule="auto"/>
      </w:pPr>
    </w:p>
    <w:p w14:paraId="38148779" w14:textId="3BC88CB8" w:rsidR="006A26B4" w:rsidRPr="00201FED" w:rsidRDefault="006A26B4" w:rsidP="009B11EF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201FED">
        <w:rPr>
          <w:rFonts w:eastAsia="Times New Roman"/>
          <w:kern w:val="0"/>
          <w:lang w:eastAsia="en-US" w:bidi="ar-SA"/>
        </w:rPr>
        <w:t>ÕIGUSLIKUD PÕHJENDUSED</w:t>
      </w:r>
    </w:p>
    <w:p w14:paraId="069E0860" w14:textId="77777777" w:rsidR="006A26B4" w:rsidRPr="00157ABB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77B3EF10" w14:textId="77777777" w:rsidR="006A26B4" w:rsidRPr="00157ABB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157ABB">
        <w:rPr>
          <w:rFonts w:eastAsia="Times New Roman"/>
          <w:kern w:val="0"/>
          <w:lang w:eastAsia="en-US" w:bidi="ar-SA"/>
        </w:rPr>
        <w:t xml:space="preserve">Kinnisasja avalikes huvides omandamise seaduse (KAHOS) § 4 lõike 1 punkti 7 alusel on kinnisasja lubatud omandada avaliku raudtee taristu ja teenindusrajatise ehitamiseks ning </w:t>
      </w:r>
      <w:r w:rsidRPr="001E11E1">
        <w:t>KAHOS § 6 lõike 3 kohaselt võib menetluse läbiviija riigi huvi korral olla Maa-</w:t>
      </w:r>
      <w:r>
        <w:t xml:space="preserve"> ja Ruumiamet</w:t>
      </w:r>
      <w:r w:rsidRPr="001E11E1">
        <w:t>.</w:t>
      </w:r>
      <w:r w:rsidRPr="00157ABB">
        <w:rPr>
          <w:rFonts w:eastAsia="Times New Roman"/>
          <w:kern w:val="0"/>
          <w:lang w:eastAsia="en-US" w:bidi="ar-SA"/>
        </w:rPr>
        <w:t xml:space="preserve"> </w:t>
      </w:r>
    </w:p>
    <w:p w14:paraId="4CE72EC0" w14:textId="77777777" w:rsidR="006A26B4" w:rsidRPr="00C26CB4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highlight w:val="green"/>
          <w:lang w:eastAsia="en-US" w:bidi="ar-SA"/>
        </w:rPr>
      </w:pPr>
    </w:p>
    <w:p w14:paraId="5BF951FE" w14:textId="77777777" w:rsidR="006A26B4" w:rsidRPr="00157ABB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157ABB">
        <w:rPr>
          <w:rFonts w:eastAsia="Times New Roman"/>
          <w:kern w:val="0"/>
          <w:lang w:eastAsia="en-US" w:bidi="ar-SA"/>
        </w:rPr>
        <w:t xml:space="preserve">KAHOS § 22 lõike 1 punkti 4 kohaselt on menetluse läbiviijal õigus pakkuda omandamise eesmärgist ja olukorrast tulenevalt maakorralduse läbiviimist, mis viiakse läbi maakorraldusseaduses (edaspidi MaaKS) sätestatud korras. Maakorralduse osalisele ei maksta KAHOS § 25 lõike 2 kohaselt nimetatud seaduses sätestatud täiendavaid hüvitisi. </w:t>
      </w:r>
    </w:p>
    <w:p w14:paraId="06CB59BD" w14:textId="77777777" w:rsidR="006A26B4" w:rsidRPr="00C26CB4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highlight w:val="green"/>
          <w:lang w:eastAsia="en-US" w:bidi="ar-SA"/>
        </w:rPr>
      </w:pPr>
    </w:p>
    <w:p w14:paraId="423E60AE" w14:textId="77777777" w:rsidR="006A26B4" w:rsidRPr="00157ABB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157ABB">
        <w:rPr>
          <w:rFonts w:eastAsia="Times New Roman"/>
          <w:kern w:val="0"/>
          <w:lang w:eastAsia="en-US" w:bidi="ar-SA"/>
        </w:rPr>
        <w:t>MaaKS § 29</w:t>
      </w:r>
      <w:r w:rsidRPr="00157ABB">
        <w:rPr>
          <w:rFonts w:eastAsia="Times New Roman"/>
          <w:kern w:val="0"/>
          <w:vertAlign w:val="superscript"/>
          <w:lang w:eastAsia="en-US" w:bidi="ar-SA"/>
        </w:rPr>
        <w:t>1</w:t>
      </w:r>
      <w:r w:rsidRPr="00157ABB">
        <w:rPr>
          <w:rFonts w:eastAsia="Times New Roman"/>
          <w:kern w:val="0"/>
          <w:lang w:eastAsia="en-US" w:bidi="ar-SA"/>
        </w:rPr>
        <w:t xml:space="preserve"> kohaselt on riigi maakorraldus riigi huvi korral MaaKS alusel läbi viidav maakorraldustoiming ning § 29</w:t>
      </w:r>
      <w:r w:rsidRPr="00157ABB">
        <w:rPr>
          <w:rFonts w:eastAsia="Times New Roman"/>
          <w:kern w:val="0"/>
          <w:vertAlign w:val="superscript"/>
          <w:lang w:eastAsia="en-US" w:bidi="ar-SA"/>
        </w:rPr>
        <w:t>2</w:t>
      </w:r>
      <w:r w:rsidRPr="00157ABB">
        <w:rPr>
          <w:rFonts w:eastAsia="Times New Roman"/>
          <w:kern w:val="0"/>
          <w:lang w:eastAsia="en-US" w:bidi="ar-SA"/>
        </w:rPr>
        <w:t xml:space="preserve"> lõike 1 kohaselt viib riigi maakorraldust läbi Maa-</w:t>
      </w:r>
      <w:r>
        <w:rPr>
          <w:rFonts w:eastAsia="Times New Roman"/>
          <w:kern w:val="0"/>
          <w:lang w:eastAsia="en-US" w:bidi="ar-SA"/>
        </w:rPr>
        <w:t xml:space="preserve">  </w:t>
      </w:r>
      <w:r>
        <w:t xml:space="preserve">ja Ruumiamet </w:t>
      </w:r>
      <w:r w:rsidRPr="00157ABB">
        <w:rPr>
          <w:rFonts w:eastAsia="Times New Roman"/>
          <w:kern w:val="0"/>
          <w:lang w:eastAsia="en-US" w:bidi="ar-SA"/>
        </w:rPr>
        <w:t xml:space="preserve">või tema volitatud isik. </w:t>
      </w:r>
    </w:p>
    <w:p w14:paraId="6E0FD5D0" w14:textId="77777777" w:rsidR="006A26B4" w:rsidRPr="00157ABB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708A8E43" w14:textId="77777777" w:rsidR="006A26B4" w:rsidRPr="00EB741A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157ABB">
        <w:rPr>
          <w:rFonts w:eastAsia="Times New Roman"/>
          <w:kern w:val="0"/>
          <w:lang w:eastAsia="en-US" w:bidi="ar-SA"/>
        </w:rPr>
        <w:t>MaaKS § 7 lõike 1 kohaselt on maakorralduse osaline kinnisasja omanik, kelle õigusi maakorraldus puudutab</w:t>
      </w:r>
      <w:r>
        <w:rPr>
          <w:rFonts w:eastAsia="Times New Roman"/>
          <w:kern w:val="0"/>
          <w:lang w:eastAsia="en-US" w:bidi="ar-SA"/>
        </w:rPr>
        <w:t>,</w:t>
      </w:r>
      <w:r w:rsidRPr="00157ABB">
        <w:rPr>
          <w:rFonts w:eastAsia="Times New Roman"/>
          <w:kern w:val="0"/>
          <w:lang w:eastAsia="en-US" w:bidi="ar-SA"/>
        </w:rPr>
        <w:t xml:space="preserve"> ning sama paragrahvi lõike 3 kohaselt esindab </w:t>
      </w:r>
      <w:r w:rsidRPr="00EB741A">
        <w:rPr>
          <w:rFonts w:eastAsia="Times New Roman"/>
          <w:kern w:val="0"/>
          <w:lang w:eastAsia="en-US" w:bidi="ar-SA"/>
        </w:rPr>
        <w:t>riiki kui kinnisasja omanikku maakorralduse osalisena riigivara valitseja või volitatud asutus.</w:t>
      </w:r>
    </w:p>
    <w:p w14:paraId="0E808A5E" w14:textId="77777777" w:rsidR="006A26B4" w:rsidRPr="00EB741A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7448EC85" w14:textId="77777777" w:rsidR="006A26B4" w:rsidRPr="00117EA4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117EA4">
        <w:rPr>
          <w:rFonts w:eastAsia="Times New Roman"/>
          <w:kern w:val="0"/>
          <w:lang w:eastAsia="en-US" w:bidi="ar-SA"/>
        </w:rPr>
        <w:t>MaaKS § 12 lõike 1 kohaselt on kinnisasjade osade vahetamine ja kinnisasja piiri muutmine lihtne maakorraldustoiming, mis viiakse läbi kinnisasjade omanike kokkuleppel kinnisasja või selle osa koondamiseks ja osade vahetamiseks ning piiri korrastamiseks ja planeeringu- või maakorraldusnõuetega vastavusse viimiseks. Seejuures on MaaKS § 12 lõike 3 alusel osalisel, kelle kinnisasja väärtus vahetamise või piiri muutmise tulemusena väheneb, väärtuse vähenemise ulatuses õigus nõuda hüvitist osaliselt, kelle kinnisasja väärtus suureneb.</w:t>
      </w:r>
    </w:p>
    <w:p w14:paraId="2CA6A93F" w14:textId="77777777" w:rsidR="006A26B4" w:rsidRPr="00117EA4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10B7A457" w14:textId="77777777" w:rsidR="006A26B4" w:rsidRPr="00117EA4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117EA4">
        <w:rPr>
          <w:rFonts w:eastAsia="Times New Roman"/>
          <w:kern w:val="0"/>
          <w:lang w:eastAsia="en-US" w:bidi="ar-SA"/>
        </w:rPr>
        <w:t xml:space="preserve">MaaKS § 12 lõike 4 kohaselt, kui kinnisasjade osade vahetamine või kinnisasja piiri muutmine toimub riigile kuuluva kinnisasjaga ja ilmneb vajadus viia läbi hindamine, kohaldatakse MaaKS § 23 lõikes 1 sätestatut. </w:t>
      </w:r>
    </w:p>
    <w:p w14:paraId="702857E6" w14:textId="77777777" w:rsidR="006A26B4" w:rsidRPr="00117EA4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02C19B56" w14:textId="77777777" w:rsidR="006A26B4" w:rsidRPr="005B0CF7" w:rsidRDefault="006A26B4" w:rsidP="006A26B4">
      <w:pPr>
        <w:numPr>
          <w:ilvl w:val="0"/>
          <w:numId w:val="1"/>
        </w:num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5B0CF7">
        <w:rPr>
          <w:rFonts w:eastAsia="Times New Roman"/>
          <w:kern w:val="0"/>
          <w:lang w:eastAsia="en-US" w:bidi="ar-SA"/>
        </w:rPr>
        <w:t>OTSUS</w:t>
      </w:r>
    </w:p>
    <w:p w14:paraId="5870EC4F" w14:textId="77777777" w:rsidR="006A26B4" w:rsidRPr="005B0CF7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7F268A22" w14:textId="3D22CAAD" w:rsidR="006A26B4" w:rsidRDefault="006A26B4" w:rsidP="00BA45DE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57306C">
        <w:rPr>
          <w:rFonts w:eastAsia="Times New Roman"/>
          <w:kern w:val="0"/>
          <w:lang w:eastAsia="en-US" w:bidi="ar-SA"/>
        </w:rPr>
        <w:t>Tulenevalt eeltoodust ja lähtudes KAHOS § 4 lõike 1 punktist 7, § 6 lõikest 3, § 22 lõike 1 punktist 4, § 25 lõikest 2 ja § 27 lõikest 2, MaaKS § 7 lõigetest 1 ja 3, §</w:t>
      </w:r>
      <w:r>
        <w:rPr>
          <w:rFonts w:eastAsia="Times New Roman"/>
          <w:kern w:val="0"/>
          <w:lang w:eastAsia="en-US" w:bidi="ar-SA"/>
        </w:rPr>
        <w:t>-st</w:t>
      </w:r>
      <w:r w:rsidRPr="0057306C">
        <w:rPr>
          <w:rFonts w:eastAsia="Times New Roman"/>
          <w:kern w:val="0"/>
          <w:lang w:eastAsia="en-US" w:bidi="ar-SA"/>
        </w:rPr>
        <w:t xml:space="preserve"> 12, §</w:t>
      </w:r>
      <w:r>
        <w:rPr>
          <w:rFonts w:eastAsia="Times New Roman"/>
          <w:kern w:val="0"/>
          <w:lang w:eastAsia="en-US" w:bidi="ar-SA"/>
        </w:rPr>
        <w:t>-st</w:t>
      </w:r>
      <w:r w:rsidRPr="0057306C">
        <w:rPr>
          <w:rFonts w:eastAsia="Times New Roman"/>
          <w:kern w:val="0"/>
          <w:lang w:eastAsia="en-US" w:bidi="ar-SA"/>
        </w:rPr>
        <w:t xml:space="preserve"> 29</w:t>
      </w:r>
      <w:r w:rsidRPr="0057306C">
        <w:rPr>
          <w:rFonts w:eastAsia="Times New Roman"/>
          <w:kern w:val="0"/>
          <w:vertAlign w:val="superscript"/>
          <w:lang w:eastAsia="en-US" w:bidi="ar-SA"/>
        </w:rPr>
        <w:t>1</w:t>
      </w:r>
      <w:r w:rsidRPr="0057306C">
        <w:rPr>
          <w:rFonts w:eastAsia="Times New Roman"/>
          <w:kern w:val="0"/>
          <w:lang w:eastAsia="en-US" w:bidi="ar-SA"/>
        </w:rPr>
        <w:t>,</w:t>
      </w:r>
      <w:r>
        <w:rPr>
          <w:rFonts w:eastAsia="Times New Roman"/>
          <w:kern w:val="0"/>
          <w:lang w:eastAsia="en-US" w:bidi="ar-SA"/>
        </w:rPr>
        <w:t xml:space="preserve"> </w:t>
      </w:r>
      <w:r w:rsidRPr="0057306C">
        <w:rPr>
          <w:rFonts w:eastAsia="Times New Roman"/>
          <w:kern w:val="0"/>
          <w:lang w:eastAsia="en-US" w:bidi="ar-SA"/>
        </w:rPr>
        <w:t>§</w:t>
      </w:r>
      <w:r>
        <w:rPr>
          <w:rFonts w:eastAsia="Times New Roman"/>
          <w:kern w:val="0"/>
          <w:lang w:eastAsia="en-US" w:bidi="ar-SA"/>
        </w:rPr>
        <w:t>-st</w:t>
      </w:r>
      <w:r w:rsidRPr="0057306C">
        <w:rPr>
          <w:rFonts w:eastAsia="Times New Roman"/>
          <w:kern w:val="0"/>
          <w:lang w:eastAsia="en-US" w:bidi="ar-SA"/>
        </w:rPr>
        <w:t xml:space="preserve"> 29</w:t>
      </w:r>
      <w:r w:rsidRPr="0057306C">
        <w:rPr>
          <w:rFonts w:eastAsia="Times New Roman"/>
          <w:kern w:val="0"/>
          <w:vertAlign w:val="superscript"/>
          <w:lang w:eastAsia="en-US" w:bidi="ar-SA"/>
        </w:rPr>
        <w:t>2</w:t>
      </w:r>
      <w:r>
        <w:rPr>
          <w:rFonts w:eastAsia="Times New Roman"/>
          <w:kern w:val="0"/>
          <w:lang w:eastAsia="en-US" w:bidi="ar-SA"/>
        </w:rPr>
        <w:t>,</w:t>
      </w:r>
      <w:r w:rsidR="0032568D">
        <w:rPr>
          <w:rFonts w:eastAsia="Times New Roman"/>
          <w:kern w:val="0"/>
          <w:lang w:eastAsia="en-US" w:bidi="ar-SA"/>
        </w:rPr>
        <w:t xml:space="preserve"> Maa- ja Ruumiameti peadirektorile 20.05.2025 antud notariaalsest volitusest</w:t>
      </w:r>
      <w:r w:rsidR="00BA45DE">
        <w:rPr>
          <w:rFonts w:eastAsia="Times New Roman"/>
          <w:kern w:val="0"/>
          <w:lang w:eastAsia="en-US" w:bidi="ar-SA"/>
        </w:rPr>
        <w:t xml:space="preserve">, </w:t>
      </w:r>
      <w:bookmarkStart w:id="4" w:name="_Hlk207184335"/>
      <w:r w:rsidR="0078435F">
        <w:rPr>
          <w:rFonts w:eastAsia="Times New Roman"/>
          <w:kern w:val="0"/>
          <w:lang w:eastAsia="en-US" w:bidi="ar-SA"/>
        </w:rPr>
        <w:t>Tor</w:t>
      </w:r>
      <w:r w:rsidR="0078435F" w:rsidRPr="0032568D">
        <w:rPr>
          <w:rFonts w:eastAsia="Times New Roman"/>
          <w:kern w:val="0"/>
          <w:lang w:eastAsia="en-US" w:bidi="ar-SA"/>
        </w:rPr>
        <w:t>i</w:t>
      </w:r>
      <w:r w:rsidR="0032568D">
        <w:rPr>
          <w:rFonts w:eastAsia="Times New Roman"/>
          <w:kern w:val="0"/>
          <w:lang w:eastAsia="en-US" w:bidi="ar-SA"/>
        </w:rPr>
        <w:t xml:space="preserve"> </w:t>
      </w:r>
      <w:r w:rsidRPr="00567866">
        <w:rPr>
          <w:rFonts w:eastAsia="Times New Roman"/>
          <w:kern w:val="0"/>
          <w:lang w:eastAsia="en-US" w:bidi="ar-SA"/>
        </w:rPr>
        <w:t xml:space="preserve">Vallavalitsuse </w:t>
      </w:r>
      <w:r w:rsidR="00810354">
        <w:rPr>
          <w:rFonts w:eastAsia="Times New Roman"/>
          <w:kern w:val="0"/>
          <w:lang w:eastAsia="en-US" w:bidi="ar-SA"/>
        </w:rPr>
        <w:lastRenderedPageBreak/>
        <w:t>04.06</w:t>
      </w:r>
      <w:r w:rsidR="0078435F">
        <w:rPr>
          <w:rFonts w:eastAsia="Times New Roman"/>
          <w:kern w:val="0"/>
          <w:lang w:eastAsia="en-US" w:bidi="ar-SA"/>
        </w:rPr>
        <w:t>.</w:t>
      </w:r>
      <w:r w:rsidRPr="00567866">
        <w:rPr>
          <w:rFonts w:eastAsia="Times New Roman"/>
          <w:kern w:val="0"/>
          <w:lang w:eastAsia="en-US" w:bidi="ar-SA"/>
        </w:rPr>
        <w:t xml:space="preserve">2025 korraldusest nr </w:t>
      </w:r>
      <w:r w:rsidR="00810354">
        <w:rPr>
          <w:rFonts w:eastAsia="Times New Roman"/>
          <w:kern w:val="0"/>
          <w:lang w:eastAsia="en-US" w:bidi="ar-SA"/>
        </w:rPr>
        <w:t>351</w:t>
      </w:r>
      <w:r w:rsidRPr="00567866">
        <w:rPr>
          <w:rFonts w:eastAsia="Times New Roman"/>
          <w:kern w:val="0"/>
          <w:lang w:eastAsia="en-US" w:bidi="ar-SA"/>
        </w:rPr>
        <w:t xml:space="preserve"> „</w:t>
      </w:r>
      <w:r w:rsidR="00810354">
        <w:rPr>
          <w:rFonts w:eastAsia="Times New Roman"/>
          <w:kern w:val="0"/>
          <w:lang w:eastAsia="en-US" w:bidi="ar-SA"/>
        </w:rPr>
        <w:t xml:space="preserve">Murru </w:t>
      </w:r>
      <w:r w:rsidR="000378C3">
        <w:rPr>
          <w:rFonts w:eastAsia="Times New Roman"/>
          <w:kern w:val="0"/>
          <w:lang w:eastAsia="en-US" w:bidi="ar-SA"/>
        </w:rPr>
        <w:t xml:space="preserve">ja Taali metskond </w:t>
      </w:r>
      <w:r w:rsidR="00810354">
        <w:rPr>
          <w:rFonts w:eastAsia="Times New Roman"/>
          <w:kern w:val="0"/>
          <w:lang w:eastAsia="en-US" w:bidi="ar-SA"/>
        </w:rPr>
        <w:t>124</w:t>
      </w:r>
      <w:r w:rsidR="0078435F">
        <w:rPr>
          <w:rFonts w:eastAsia="Times New Roman"/>
          <w:kern w:val="0"/>
          <w:lang w:eastAsia="en-US" w:bidi="ar-SA"/>
        </w:rPr>
        <w:t xml:space="preserve"> katastriüksuste vahelise piiri muutmine, lähiaad</w:t>
      </w:r>
      <w:r w:rsidR="000B5200">
        <w:rPr>
          <w:rFonts w:eastAsia="Times New Roman"/>
          <w:kern w:val="0"/>
          <w:lang w:eastAsia="en-US" w:bidi="ar-SA"/>
        </w:rPr>
        <w:t>r</w:t>
      </w:r>
      <w:r w:rsidR="0078435F">
        <w:rPr>
          <w:rFonts w:eastAsia="Times New Roman"/>
          <w:kern w:val="0"/>
          <w:lang w:eastAsia="en-US" w:bidi="ar-SA"/>
        </w:rPr>
        <w:t>essi</w:t>
      </w:r>
      <w:r w:rsidR="001E20EC">
        <w:rPr>
          <w:rFonts w:eastAsia="Times New Roman"/>
          <w:kern w:val="0"/>
          <w:lang w:eastAsia="en-US" w:bidi="ar-SA"/>
        </w:rPr>
        <w:t>de</w:t>
      </w:r>
      <w:r w:rsidR="0078435F">
        <w:rPr>
          <w:rFonts w:eastAsia="Times New Roman"/>
          <w:kern w:val="0"/>
          <w:lang w:eastAsia="en-US" w:bidi="ar-SA"/>
        </w:rPr>
        <w:t xml:space="preserve"> ning</w:t>
      </w:r>
      <w:r w:rsidR="001E20EC">
        <w:rPr>
          <w:rFonts w:eastAsia="Times New Roman"/>
          <w:kern w:val="0"/>
          <w:lang w:eastAsia="en-US" w:bidi="ar-SA"/>
        </w:rPr>
        <w:t xml:space="preserve"> maa sihtotstarbe määramine</w:t>
      </w:r>
      <w:r w:rsidRPr="00567866">
        <w:rPr>
          <w:rFonts w:eastAsia="Times New Roman"/>
          <w:kern w:val="0"/>
          <w:lang w:eastAsia="en-US" w:bidi="ar-SA"/>
        </w:rPr>
        <w:t>“</w:t>
      </w:r>
      <w:r w:rsidR="00BA45DE">
        <w:rPr>
          <w:rFonts w:eastAsia="Times New Roman"/>
          <w:kern w:val="0"/>
          <w:lang w:eastAsia="en-US" w:bidi="ar-SA"/>
        </w:rPr>
        <w:t xml:space="preserve"> </w:t>
      </w:r>
      <w:bookmarkEnd w:id="4"/>
      <w:r w:rsidR="00BA45DE">
        <w:rPr>
          <w:rFonts w:eastAsia="Times New Roman"/>
          <w:kern w:val="0"/>
          <w:lang w:eastAsia="en-US" w:bidi="ar-SA"/>
        </w:rPr>
        <w:t xml:space="preserve">ja RMK </w:t>
      </w:r>
      <w:r w:rsidR="001E20EC">
        <w:rPr>
          <w:rFonts w:eastAsia="Times New Roman"/>
          <w:kern w:val="0"/>
          <w:lang w:eastAsia="en-US" w:bidi="ar-SA"/>
        </w:rPr>
        <w:t>xxx</w:t>
      </w:r>
      <w:r w:rsidR="00BA45DE">
        <w:rPr>
          <w:rFonts w:eastAsia="Times New Roman"/>
          <w:kern w:val="0"/>
          <w:lang w:eastAsia="en-US" w:bidi="ar-SA"/>
        </w:rPr>
        <w:t xml:space="preserve"> käskkirjast nr </w:t>
      </w:r>
      <w:r w:rsidR="001E20EC">
        <w:rPr>
          <w:rFonts w:eastAsia="Times New Roman"/>
          <w:kern w:val="0"/>
          <w:lang w:eastAsia="en-US" w:bidi="ar-SA"/>
        </w:rPr>
        <w:t>xxxx</w:t>
      </w:r>
      <w:r w:rsidR="00BA45DE">
        <w:rPr>
          <w:rFonts w:eastAsia="Times New Roman"/>
          <w:kern w:val="0"/>
          <w:lang w:eastAsia="en-US" w:bidi="ar-SA"/>
        </w:rPr>
        <w:t xml:space="preserve"> „</w:t>
      </w:r>
      <w:r w:rsidR="00A564EC">
        <w:rPr>
          <w:rFonts w:eastAsia="Times New Roman"/>
          <w:kern w:val="0"/>
          <w:lang w:eastAsia="en-US" w:bidi="ar-SA"/>
        </w:rPr>
        <w:t>Taa</w:t>
      </w:r>
      <w:r w:rsidR="001E20EC" w:rsidRPr="00A058A9">
        <w:rPr>
          <w:rFonts w:eastAsia="Times New Roman"/>
          <w:kern w:val="0"/>
          <w:lang w:eastAsia="en-US" w:bidi="ar-SA"/>
        </w:rPr>
        <w:t>li metskond</w:t>
      </w:r>
      <w:r w:rsidR="001E20EC">
        <w:rPr>
          <w:rFonts w:eastAsia="Times New Roman"/>
          <w:kern w:val="0"/>
          <w:lang w:eastAsia="en-US" w:bidi="ar-SA"/>
        </w:rPr>
        <w:t xml:space="preserve"> </w:t>
      </w:r>
      <w:r w:rsidR="00810354">
        <w:rPr>
          <w:rFonts w:eastAsia="Times New Roman"/>
          <w:kern w:val="0"/>
          <w:lang w:eastAsia="en-US" w:bidi="ar-SA"/>
        </w:rPr>
        <w:t>124</w:t>
      </w:r>
      <w:r w:rsidR="001E20EC" w:rsidRPr="00A058A9">
        <w:rPr>
          <w:rFonts w:eastAsia="Times New Roman"/>
          <w:kern w:val="0"/>
          <w:lang w:eastAsia="en-US" w:bidi="ar-SA"/>
        </w:rPr>
        <w:t xml:space="preserve"> ja </w:t>
      </w:r>
      <w:r w:rsidR="00810354">
        <w:rPr>
          <w:rFonts w:eastAsia="Times New Roman"/>
          <w:kern w:val="0"/>
          <w:lang w:eastAsia="en-US" w:bidi="ar-SA"/>
        </w:rPr>
        <w:t>Murr</w:t>
      </w:r>
      <w:r w:rsidR="00E74C81">
        <w:rPr>
          <w:rFonts w:eastAsia="Times New Roman"/>
          <w:kern w:val="0"/>
          <w:lang w:eastAsia="en-US" w:bidi="ar-SA"/>
        </w:rPr>
        <w:t>u</w:t>
      </w:r>
      <w:r w:rsidR="001E20EC" w:rsidRPr="00A058A9">
        <w:rPr>
          <w:rFonts w:eastAsia="Times New Roman"/>
          <w:kern w:val="0"/>
          <w:lang w:eastAsia="en-US" w:bidi="ar-SA"/>
        </w:rPr>
        <w:t xml:space="preserve"> kinnisasjade osade vahetamine ja piiride muutmine</w:t>
      </w:r>
      <w:r w:rsidR="00BA45DE">
        <w:rPr>
          <w:rFonts w:eastAsia="Times New Roman"/>
          <w:kern w:val="0"/>
          <w:lang w:eastAsia="en-US" w:bidi="ar-SA"/>
        </w:rPr>
        <w:t>“</w:t>
      </w:r>
      <w:r>
        <w:rPr>
          <w:rFonts w:eastAsia="Times New Roman"/>
          <w:kern w:val="0"/>
          <w:lang w:eastAsia="en-US" w:bidi="ar-SA"/>
        </w:rPr>
        <w:t xml:space="preserve"> </w:t>
      </w:r>
      <w:r w:rsidRPr="000D699C">
        <w:rPr>
          <w:rFonts w:eastAsia="Times New Roman"/>
          <w:kern w:val="0"/>
          <w:lang w:eastAsia="en-US" w:bidi="ar-SA"/>
        </w:rPr>
        <w:t>ning tuginedes MaRu peadirektori 15.04.2025 käskkirjale nr 1-17/25/640 „Volituse andmine allkirjastamiseks“</w:t>
      </w:r>
      <w:r w:rsidRPr="0057306C">
        <w:rPr>
          <w:rFonts w:eastAsia="Times New Roman"/>
          <w:kern w:val="0"/>
          <w:lang w:eastAsia="en-US" w:bidi="ar-SA"/>
        </w:rPr>
        <w:t>:</w:t>
      </w:r>
    </w:p>
    <w:p w14:paraId="048E3FBA" w14:textId="77777777" w:rsidR="006A26B4" w:rsidRPr="005B0CF7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602F8255" w14:textId="4E2EAACC" w:rsidR="006A26B4" w:rsidRDefault="006A26B4" w:rsidP="00E312FA">
      <w:pPr>
        <w:pStyle w:val="Loendilik"/>
        <w:numPr>
          <w:ilvl w:val="1"/>
          <w:numId w:val="2"/>
        </w:numPr>
        <w:tabs>
          <w:tab w:val="clear" w:pos="643"/>
          <w:tab w:val="num" w:pos="577"/>
          <w:tab w:val="left" w:pos="5246"/>
        </w:tabs>
        <w:spacing w:line="240" w:lineRule="auto"/>
        <w:rPr>
          <w:rFonts w:eastAsia="Times New Roman"/>
          <w:bCs/>
          <w:kern w:val="0"/>
          <w:lang w:eastAsia="en-US" w:bidi="ar-SA"/>
        </w:rPr>
      </w:pPr>
      <w:r w:rsidRPr="00BA45DE">
        <w:rPr>
          <w:rFonts w:eastAsia="Times New Roman"/>
          <w:bCs/>
          <w:kern w:val="0"/>
          <w:lang w:eastAsia="en-US" w:bidi="ar-SA"/>
        </w:rPr>
        <w:t>Riigi maakorralduse käigus läbi viidud kinnisasjade osade vahetamise ja piiride muutmise tulemusel teha maakatastris ja kinnistusraamatus järgmised muudatused:</w:t>
      </w:r>
    </w:p>
    <w:p w14:paraId="5301929D" w14:textId="77777777" w:rsidR="00D824D5" w:rsidRPr="00BA45DE" w:rsidRDefault="00D824D5" w:rsidP="00D824D5">
      <w:pPr>
        <w:pStyle w:val="Loendilik"/>
        <w:tabs>
          <w:tab w:val="left" w:pos="5246"/>
        </w:tabs>
        <w:spacing w:line="240" w:lineRule="auto"/>
        <w:ind w:left="643"/>
        <w:rPr>
          <w:rFonts w:eastAsia="Times New Roman"/>
          <w:bCs/>
          <w:kern w:val="0"/>
          <w:lang w:eastAsia="en-US" w:bidi="ar-SA"/>
        </w:rPr>
      </w:pPr>
    </w:p>
    <w:p w14:paraId="778F30AD" w14:textId="77777777" w:rsidR="00A2596B" w:rsidRPr="003334F6" w:rsidRDefault="00396917" w:rsidP="00E312FA">
      <w:pPr>
        <w:numPr>
          <w:ilvl w:val="2"/>
          <w:numId w:val="2"/>
        </w:numPr>
        <w:tabs>
          <w:tab w:val="clear" w:pos="1571"/>
          <w:tab w:val="num" w:pos="938"/>
          <w:tab w:val="left" w:pos="5246"/>
        </w:tabs>
        <w:spacing w:line="240" w:lineRule="auto"/>
        <w:ind w:left="1003"/>
        <w:rPr>
          <w:rFonts w:eastAsia="Times New Roman"/>
          <w:bCs/>
          <w:kern w:val="0"/>
          <w:lang w:eastAsia="en-US" w:bidi="ar-SA"/>
        </w:rPr>
      </w:pPr>
      <w:r>
        <w:t>Jaan-Hardi Prints</w:t>
      </w:r>
      <w:r w:rsidRPr="0075217D">
        <w:t xml:space="preserve"> (isikukood </w:t>
      </w:r>
      <w:hyperlink r:id="rId13" w:tgtFrame="_blank" w:history="1">
        <w:r w:rsidRPr="005320A1">
          <w:rPr>
            <w:rStyle w:val="Hperlink"/>
            <w:color w:val="auto"/>
            <w:u w:val="none"/>
          </w:rPr>
          <w:t>37505074268</w:t>
        </w:r>
      </w:hyperlink>
      <w:r w:rsidRPr="0075217D">
        <w:t>)</w:t>
      </w:r>
      <w:r w:rsidR="00D824D5">
        <w:t xml:space="preserve"> omandis oleva</w:t>
      </w:r>
      <w:r w:rsidR="00A2596B">
        <w:t xml:space="preserve"> kinnistu re</w:t>
      </w:r>
      <w:r w:rsidR="00D824D5">
        <w:t>gistriosa</w:t>
      </w:r>
      <w:r w:rsidR="00A2596B">
        <w:t>st</w:t>
      </w:r>
      <w:r w:rsidR="00D824D5">
        <w:t xml:space="preserve"> </w:t>
      </w:r>
      <w:r w:rsidR="009A5E8B" w:rsidRPr="005320A1">
        <w:t>295406</w:t>
      </w:r>
      <w:r w:rsidR="00D824D5">
        <w:t xml:space="preserve"> </w:t>
      </w:r>
      <w:r w:rsidR="00A2596B">
        <w:t>kustutada järgmised katastriüksused:</w:t>
      </w:r>
    </w:p>
    <w:p w14:paraId="096C9DBD" w14:textId="3F291385" w:rsidR="007B5596" w:rsidRDefault="00FA211C" w:rsidP="007B5596">
      <w:pPr>
        <w:tabs>
          <w:tab w:val="left" w:pos="5246"/>
        </w:tabs>
        <w:spacing w:line="240" w:lineRule="auto"/>
        <w:ind w:left="1003"/>
        <w:rPr>
          <w:rFonts w:eastAsia="Times New Roman"/>
          <w:bCs/>
          <w:kern w:val="0"/>
          <w:lang w:eastAsia="en-US" w:bidi="ar-SA"/>
        </w:rPr>
      </w:pPr>
      <w:r>
        <w:rPr>
          <w:rFonts w:eastAsia="Times New Roman"/>
          <w:bCs/>
          <w:kern w:val="0"/>
          <w:lang w:eastAsia="en-US" w:bidi="ar-SA"/>
        </w:rPr>
        <w:t xml:space="preserve">- Pärnu maakonnas Tori vallas Murru külas paiknev Murru katastriüksus katastritunnus </w:t>
      </w:r>
      <w:r w:rsidRPr="00FA211C">
        <w:rPr>
          <w:rFonts w:eastAsia="Times New Roman"/>
          <w:bCs/>
          <w:kern w:val="0"/>
          <w:lang w:eastAsia="en-US" w:bidi="ar-SA"/>
        </w:rPr>
        <w:t>14902:002:0183</w:t>
      </w:r>
      <w:r>
        <w:rPr>
          <w:rFonts w:eastAsia="Times New Roman"/>
          <w:bCs/>
          <w:kern w:val="0"/>
          <w:lang w:eastAsia="en-US" w:bidi="ar-SA"/>
        </w:rPr>
        <w:t xml:space="preserve">, pindala </w:t>
      </w:r>
      <w:r w:rsidRPr="00FA211C">
        <w:rPr>
          <w:rFonts w:eastAsia="Times New Roman"/>
          <w:bCs/>
          <w:kern w:val="0"/>
          <w:lang w:eastAsia="en-US" w:bidi="ar-SA"/>
        </w:rPr>
        <w:t>217 387 m²</w:t>
      </w:r>
      <w:r>
        <w:rPr>
          <w:rFonts w:eastAsia="Times New Roman"/>
          <w:bCs/>
          <w:kern w:val="0"/>
          <w:lang w:eastAsia="en-US" w:bidi="ar-SA"/>
        </w:rPr>
        <w:t>, sihtotstarve maatulundusmaa 100%)</w:t>
      </w:r>
      <w:r w:rsidR="00FF16F9">
        <w:rPr>
          <w:rFonts w:eastAsia="Times New Roman"/>
          <w:bCs/>
          <w:kern w:val="0"/>
          <w:lang w:eastAsia="en-US" w:bidi="ar-SA"/>
        </w:rPr>
        <w:t>;</w:t>
      </w:r>
    </w:p>
    <w:p w14:paraId="08135DAA" w14:textId="553FABFC" w:rsidR="007B5596" w:rsidRDefault="00A2596B" w:rsidP="007B5596">
      <w:pPr>
        <w:tabs>
          <w:tab w:val="left" w:pos="5246"/>
        </w:tabs>
        <w:spacing w:line="240" w:lineRule="auto"/>
        <w:ind w:left="1003"/>
        <w:rPr>
          <w:rFonts w:eastAsia="Times New Roman"/>
          <w:bCs/>
          <w:kern w:val="0"/>
          <w:lang w:eastAsia="en-US" w:bidi="ar-SA"/>
        </w:rPr>
      </w:pPr>
      <w:r>
        <w:t>-</w:t>
      </w:r>
      <w:r w:rsidR="00D824D5">
        <w:t xml:space="preserve"> </w:t>
      </w:r>
      <w:r>
        <w:rPr>
          <w:rFonts w:eastAsia="Times New Roman"/>
          <w:kern w:val="0"/>
          <w:lang w:eastAsia="en-US" w:bidi="ar-SA"/>
        </w:rPr>
        <w:t xml:space="preserve">Pärnu maakonnas Tori vallas Murru külas paiknev </w:t>
      </w:r>
      <w:r w:rsidR="00810354">
        <w:rPr>
          <w:rFonts w:eastAsia="Times New Roman"/>
          <w:kern w:val="0"/>
          <w:lang w:eastAsia="en-US" w:bidi="ar-SA"/>
        </w:rPr>
        <w:t xml:space="preserve">Rapla-Pärnu raudtee 520 (katastritunnus </w:t>
      </w:r>
      <w:r w:rsidR="00810354" w:rsidRPr="00B65266">
        <w:rPr>
          <w:rFonts w:eastAsia="Times New Roman"/>
          <w:kern w:val="0"/>
          <w:lang w:eastAsia="en-US" w:bidi="ar-SA"/>
        </w:rPr>
        <w:t>80901:001:1765</w:t>
      </w:r>
      <w:r w:rsidR="00810354">
        <w:rPr>
          <w:rFonts w:eastAsia="Times New Roman"/>
          <w:kern w:val="0"/>
          <w:lang w:eastAsia="en-US" w:bidi="ar-SA"/>
        </w:rPr>
        <w:t>, pindala 33</w:t>
      </w:r>
      <w:r w:rsidR="007B5596">
        <w:rPr>
          <w:rFonts w:eastAsia="Times New Roman"/>
          <w:kern w:val="0"/>
          <w:lang w:eastAsia="en-US" w:bidi="ar-SA"/>
        </w:rPr>
        <w:t> </w:t>
      </w:r>
      <w:r w:rsidR="0026075F">
        <w:rPr>
          <w:rFonts w:eastAsia="Times New Roman"/>
          <w:kern w:val="0"/>
          <w:lang w:eastAsia="en-US" w:bidi="ar-SA"/>
        </w:rPr>
        <w:t>026</w:t>
      </w:r>
      <w:r w:rsidR="0026075F" w:rsidRPr="000303DD">
        <w:rPr>
          <w:rFonts w:eastAsia="Times New Roman"/>
          <w:kern w:val="0"/>
          <w:lang w:eastAsia="en-US" w:bidi="ar-SA"/>
        </w:rPr>
        <w:t xml:space="preserve"> </w:t>
      </w:r>
      <w:r w:rsidR="00810354" w:rsidRPr="000303DD">
        <w:rPr>
          <w:rFonts w:eastAsia="Times New Roman"/>
          <w:kern w:val="0"/>
          <w:lang w:eastAsia="en-US" w:bidi="ar-SA"/>
        </w:rPr>
        <w:t>m²</w:t>
      </w:r>
      <w:r w:rsidR="0026075F">
        <w:rPr>
          <w:rFonts w:eastAsia="Times New Roman"/>
          <w:kern w:val="0"/>
          <w:lang w:eastAsia="en-US" w:bidi="ar-SA"/>
        </w:rPr>
        <w:t xml:space="preserve"> (kehtiv pindala),</w:t>
      </w:r>
      <w:r w:rsidR="00810354">
        <w:rPr>
          <w:rFonts w:eastAsia="Times New Roman"/>
          <w:kern w:val="0"/>
          <w:lang w:eastAsia="en-US" w:bidi="ar-SA"/>
        </w:rPr>
        <w:t xml:space="preserve"> </w:t>
      </w:r>
      <w:r w:rsidR="00D824D5">
        <w:rPr>
          <w:rFonts w:eastAsia="Times New Roman"/>
          <w:kern w:val="0"/>
          <w:lang w:eastAsia="en-US" w:bidi="ar-SA"/>
        </w:rPr>
        <w:t>sihtotstarve maatulundusmaa 100%)</w:t>
      </w:r>
      <w:r w:rsidR="007B5596">
        <w:rPr>
          <w:rFonts w:eastAsia="Times New Roman"/>
          <w:kern w:val="0"/>
          <w:lang w:eastAsia="en-US" w:bidi="ar-SA"/>
        </w:rPr>
        <w:t xml:space="preserve"> ja</w:t>
      </w:r>
    </w:p>
    <w:p w14:paraId="74954C71" w14:textId="27B463EC" w:rsidR="00A2596B" w:rsidRPr="007B5596" w:rsidRDefault="00A2596B" w:rsidP="007B5596">
      <w:pPr>
        <w:tabs>
          <w:tab w:val="left" w:pos="5246"/>
        </w:tabs>
        <w:spacing w:line="240" w:lineRule="auto"/>
        <w:ind w:left="1003"/>
        <w:rPr>
          <w:rFonts w:eastAsia="Times New Roman"/>
          <w:bCs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 xml:space="preserve">- Pärnu maakonnas Tori vallas Murru külas paiknev </w:t>
      </w:r>
      <w:r w:rsidR="00810354">
        <w:rPr>
          <w:rFonts w:eastAsia="Times New Roman"/>
          <w:kern w:val="0"/>
          <w:lang w:eastAsia="en-US" w:bidi="ar-SA"/>
        </w:rPr>
        <w:t xml:space="preserve">Murrunurga (katastritunnus </w:t>
      </w:r>
      <w:r w:rsidR="00810354" w:rsidRPr="00B65266">
        <w:rPr>
          <w:rFonts w:eastAsia="Times New Roman"/>
          <w:kern w:val="0"/>
          <w:lang w:eastAsia="en-US" w:bidi="ar-SA"/>
        </w:rPr>
        <w:t>80901:001:1763</w:t>
      </w:r>
      <w:r w:rsidR="00810354">
        <w:rPr>
          <w:rFonts w:eastAsia="Times New Roman"/>
          <w:kern w:val="0"/>
          <w:lang w:eastAsia="en-US" w:bidi="ar-SA"/>
        </w:rPr>
        <w:t xml:space="preserve">, pindala </w:t>
      </w:r>
      <w:r w:rsidR="00810354" w:rsidRPr="00B65266">
        <w:rPr>
          <w:rFonts w:eastAsia="Times New Roman"/>
          <w:kern w:val="0"/>
          <w:lang w:eastAsia="en-US" w:bidi="ar-SA"/>
        </w:rPr>
        <w:t>2991</w:t>
      </w:r>
      <w:r w:rsidR="00810354" w:rsidRPr="000303DD">
        <w:rPr>
          <w:rFonts w:eastAsia="Times New Roman"/>
          <w:kern w:val="0"/>
          <w:lang w:eastAsia="en-US" w:bidi="ar-SA"/>
        </w:rPr>
        <w:t xml:space="preserve"> m²</w:t>
      </w:r>
      <w:r w:rsidR="00D824D5">
        <w:rPr>
          <w:rFonts w:eastAsia="Times New Roman"/>
          <w:kern w:val="0"/>
          <w:lang w:eastAsia="en-US" w:bidi="ar-SA"/>
        </w:rPr>
        <w:t xml:space="preserve"> sihtotstarve maatulundusmaa 100%)</w:t>
      </w:r>
    </w:p>
    <w:p w14:paraId="63C49780" w14:textId="08646CF9" w:rsidR="00B86F07" w:rsidRPr="00FA211C" w:rsidRDefault="003334F6" w:rsidP="007B5596">
      <w:pPr>
        <w:tabs>
          <w:tab w:val="left" w:pos="5246"/>
        </w:tabs>
        <w:spacing w:line="240" w:lineRule="auto"/>
        <w:ind w:left="1004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>n</w:t>
      </w:r>
      <w:r w:rsidR="00E31083">
        <w:rPr>
          <w:rFonts w:eastAsia="Times New Roman"/>
          <w:kern w:val="0"/>
          <w:lang w:eastAsia="en-US" w:bidi="ar-SA"/>
        </w:rPr>
        <w:t xml:space="preserve">ing sisse kanda </w:t>
      </w:r>
      <w:r w:rsidR="00FA211C">
        <w:rPr>
          <w:rFonts w:eastAsia="Times New Roman"/>
          <w:kern w:val="0"/>
          <w:lang w:eastAsia="en-US" w:bidi="ar-SA"/>
        </w:rPr>
        <w:t xml:space="preserve">Pärnu maakonnas Tori vallas Murru külas paiknev Murru katastriüksus (katastritunnus </w:t>
      </w:r>
      <w:r w:rsidR="00FA211C" w:rsidRPr="00FA211C">
        <w:rPr>
          <w:rFonts w:eastAsia="Times New Roman"/>
          <w:kern w:val="0"/>
          <w:lang w:eastAsia="en-US" w:bidi="ar-SA"/>
        </w:rPr>
        <w:t>80601:001:0124</w:t>
      </w:r>
      <w:r w:rsidR="00FA211C">
        <w:rPr>
          <w:rFonts w:eastAsia="Times New Roman"/>
          <w:kern w:val="0"/>
          <w:lang w:eastAsia="en-US" w:bidi="ar-SA"/>
        </w:rPr>
        <w:t xml:space="preserve">, pindala </w:t>
      </w:r>
      <w:r w:rsidR="00FA211C" w:rsidRPr="00FA211C">
        <w:rPr>
          <w:rFonts w:eastAsia="Times New Roman"/>
          <w:kern w:val="0"/>
          <w:lang w:eastAsia="en-US" w:bidi="ar-SA"/>
        </w:rPr>
        <w:t>222</w:t>
      </w:r>
      <w:r w:rsidR="007B5596">
        <w:rPr>
          <w:rFonts w:eastAsia="Times New Roman"/>
          <w:kern w:val="0"/>
          <w:lang w:eastAsia="en-US" w:bidi="ar-SA"/>
        </w:rPr>
        <w:t> </w:t>
      </w:r>
      <w:r w:rsidR="00FA211C" w:rsidRPr="00FA211C">
        <w:rPr>
          <w:rFonts w:eastAsia="Times New Roman"/>
          <w:kern w:val="0"/>
          <w:lang w:eastAsia="en-US" w:bidi="ar-SA"/>
        </w:rPr>
        <w:t>370 m²</w:t>
      </w:r>
      <w:r w:rsidR="00FA211C">
        <w:rPr>
          <w:rFonts w:eastAsia="Times New Roman"/>
          <w:kern w:val="0"/>
          <w:lang w:eastAsia="en-US" w:bidi="ar-SA"/>
        </w:rPr>
        <w:t>, sihtotstarve maatulundusmaa 100%.</w:t>
      </w:r>
      <w:r w:rsidR="00FA211C" w:rsidRPr="00FA211C">
        <w:rPr>
          <w:rFonts w:eastAsia="Times New Roman"/>
          <w:kern w:val="0"/>
          <w:lang w:eastAsia="en-US" w:bidi="ar-SA"/>
        </w:rPr>
        <w:tab/>
      </w:r>
    </w:p>
    <w:p w14:paraId="1348568B" w14:textId="77777777" w:rsidR="00D114B3" w:rsidRDefault="008E6D0A" w:rsidP="007B5596">
      <w:pPr>
        <w:tabs>
          <w:tab w:val="left" w:pos="5246"/>
        </w:tabs>
        <w:spacing w:line="240" w:lineRule="auto"/>
        <w:ind w:left="1004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>Kinnistu registriosa nr 295406 koosseisus olevate teiste katastriüksuste andmed ei muutu.</w:t>
      </w:r>
    </w:p>
    <w:p w14:paraId="2939241F" w14:textId="71E45035" w:rsidR="00B86F07" w:rsidRPr="00735B11" w:rsidRDefault="00886844" w:rsidP="005E12C8">
      <w:pPr>
        <w:numPr>
          <w:ilvl w:val="2"/>
          <w:numId w:val="2"/>
        </w:numPr>
        <w:tabs>
          <w:tab w:val="clear" w:pos="1571"/>
          <w:tab w:val="num" w:pos="938"/>
          <w:tab w:val="left" w:pos="5246"/>
        </w:tabs>
        <w:spacing w:line="240" w:lineRule="auto"/>
        <w:ind w:left="1003"/>
        <w:rPr>
          <w:rFonts w:eastAsia="Times New Roman"/>
          <w:kern w:val="0"/>
          <w:lang w:eastAsia="en-US" w:bidi="ar-SA"/>
        </w:rPr>
      </w:pPr>
      <w:r w:rsidRPr="00735B11">
        <w:rPr>
          <w:rFonts w:eastAsia="Times New Roman"/>
          <w:kern w:val="0"/>
          <w:lang w:eastAsia="en-US" w:bidi="ar-SA"/>
        </w:rPr>
        <w:t xml:space="preserve">Eesti Vabariigi omandis, </w:t>
      </w:r>
      <w:r w:rsidR="00D824D5" w:rsidRPr="00735B11">
        <w:rPr>
          <w:rFonts w:eastAsia="Times New Roman"/>
          <w:kern w:val="0"/>
          <w:lang w:eastAsia="en-US" w:bidi="ar-SA"/>
        </w:rPr>
        <w:t>Kliimaministeeriumi valitsemisel</w:t>
      </w:r>
      <w:r w:rsidRPr="00735B11">
        <w:rPr>
          <w:rFonts w:eastAsia="Times New Roman"/>
          <w:kern w:val="0"/>
          <w:lang w:eastAsia="en-US" w:bidi="ar-SA"/>
        </w:rPr>
        <w:t xml:space="preserve"> (riigi kinnisvararegistri objekti kood </w:t>
      </w:r>
      <w:hyperlink r:id="rId14" w:tgtFrame="_blank" w:history="1">
        <w:r w:rsidR="00E74C81" w:rsidRPr="00735B11">
          <w:rPr>
            <w:rStyle w:val="Hperlink"/>
            <w:rFonts w:eastAsia="Times New Roman"/>
            <w:color w:val="auto"/>
            <w:kern w:val="0"/>
            <w:u w:val="none"/>
            <w:lang w:eastAsia="en-US" w:bidi="ar-SA"/>
          </w:rPr>
          <w:t>KV45214</w:t>
        </w:r>
      </w:hyperlink>
      <w:r w:rsidR="00755F21" w:rsidRPr="00735B11">
        <w:rPr>
          <w:rFonts w:eastAsia="Times New Roman"/>
          <w:kern w:val="0"/>
          <w:lang w:eastAsia="en-US" w:bidi="ar-SA"/>
        </w:rPr>
        <w:t>)</w:t>
      </w:r>
      <w:r w:rsidRPr="00735B11">
        <w:rPr>
          <w:rFonts w:eastAsia="Times New Roman"/>
          <w:kern w:val="0"/>
          <w:lang w:eastAsia="en-US" w:bidi="ar-SA"/>
        </w:rPr>
        <w:t xml:space="preserve"> ja Riigimetsa Majandamise Keskuse volitatud valitsemisel oleva kinnistu registriosast n</w:t>
      </w:r>
      <w:r w:rsidR="00E74C81" w:rsidRPr="00735B11">
        <w:rPr>
          <w:rFonts w:eastAsia="Times New Roman"/>
          <w:kern w:val="0"/>
          <w:lang w:eastAsia="en-US" w:bidi="ar-SA"/>
        </w:rPr>
        <w:t>r 12312350</w:t>
      </w:r>
      <w:r w:rsidRPr="00735B11">
        <w:rPr>
          <w:rFonts w:eastAsia="Times New Roman"/>
          <w:kern w:val="0"/>
          <w:lang w:eastAsia="en-US" w:bidi="ar-SA"/>
        </w:rPr>
        <w:t xml:space="preserve"> </w:t>
      </w:r>
      <w:r w:rsidR="00755F21" w:rsidRPr="00735B11">
        <w:rPr>
          <w:rFonts w:eastAsia="Times New Roman"/>
          <w:kern w:val="0"/>
          <w:lang w:eastAsia="en-US" w:bidi="ar-SA"/>
        </w:rPr>
        <w:t xml:space="preserve">kustutada Pärnu maakonnas Tori vallas </w:t>
      </w:r>
      <w:r w:rsidR="00E74C81" w:rsidRPr="00735B11">
        <w:rPr>
          <w:rFonts w:eastAsia="Times New Roman"/>
          <w:kern w:val="0"/>
          <w:lang w:eastAsia="en-US" w:bidi="ar-SA"/>
        </w:rPr>
        <w:t>Selja</w:t>
      </w:r>
      <w:r w:rsidR="00755F21" w:rsidRPr="00735B11">
        <w:rPr>
          <w:rFonts w:eastAsia="Times New Roman"/>
          <w:kern w:val="0"/>
          <w:lang w:eastAsia="en-US" w:bidi="ar-SA"/>
        </w:rPr>
        <w:t xml:space="preserve"> külas paiknev Taali metskond </w:t>
      </w:r>
      <w:r w:rsidR="00B86F07" w:rsidRPr="00735B11">
        <w:rPr>
          <w:rFonts w:eastAsia="Times New Roman"/>
          <w:kern w:val="0"/>
          <w:lang w:eastAsia="en-US" w:bidi="ar-SA"/>
        </w:rPr>
        <w:t>124</w:t>
      </w:r>
      <w:r w:rsidR="00755F21" w:rsidRPr="00735B11">
        <w:rPr>
          <w:rFonts w:eastAsia="Times New Roman"/>
          <w:kern w:val="0"/>
          <w:lang w:eastAsia="en-US" w:bidi="ar-SA"/>
        </w:rPr>
        <w:t xml:space="preserve"> katastriüksus (katastritunnusega </w:t>
      </w:r>
      <w:r w:rsidR="00E74C81" w:rsidRPr="00735B11">
        <w:rPr>
          <w:rFonts w:eastAsia="Times New Roman"/>
          <w:kern w:val="0"/>
          <w:lang w:eastAsia="en-US" w:bidi="ar-SA"/>
        </w:rPr>
        <w:t>80801:001:0693</w:t>
      </w:r>
      <w:r w:rsidR="00755F21" w:rsidRPr="00735B11">
        <w:rPr>
          <w:rFonts w:eastAsia="Times New Roman"/>
          <w:kern w:val="0"/>
          <w:lang w:eastAsia="en-US" w:bidi="ar-SA"/>
        </w:rPr>
        <w:t>, pindalaga</w:t>
      </w:r>
      <w:r w:rsidR="00E74C81" w:rsidRPr="00735B11">
        <w:rPr>
          <w:rFonts w:eastAsia="Times New Roman"/>
          <w:kern w:val="0"/>
          <w:lang w:eastAsia="en-US" w:bidi="ar-SA"/>
        </w:rPr>
        <w:t xml:space="preserve"> 170</w:t>
      </w:r>
      <w:r w:rsidR="005E12C8">
        <w:rPr>
          <w:rFonts w:eastAsia="Times New Roman"/>
          <w:kern w:val="0"/>
          <w:lang w:eastAsia="en-US" w:bidi="ar-SA"/>
        </w:rPr>
        <w:t> </w:t>
      </w:r>
      <w:r w:rsidR="00E74C81" w:rsidRPr="00735B11">
        <w:rPr>
          <w:rFonts w:eastAsia="Times New Roman"/>
          <w:kern w:val="0"/>
          <w:lang w:eastAsia="en-US" w:bidi="ar-SA"/>
        </w:rPr>
        <w:t xml:space="preserve">254 </w:t>
      </w:r>
      <w:r w:rsidR="00755F21" w:rsidRPr="00735B11">
        <w:rPr>
          <w:rFonts w:eastAsia="Times New Roman"/>
          <w:kern w:val="0"/>
          <w:lang w:eastAsia="en-US" w:bidi="ar-SA"/>
        </w:rPr>
        <w:t>m², sihtotstarbega maatulundusmaa</w:t>
      </w:r>
      <w:r w:rsidR="007143FF" w:rsidRPr="00735B11">
        <w:rPr>
          <w:rFonts w:eastAsia="Times New Roman"/>
          <w:kern w:val="0"/>
          <w:lang w:eastAsia="en-US" w:bidi="ar-SA"/>
        </w:rPr>
        <w:t xml:space="preserve"> 100%</w:t>
      </w:r>
      <w:r w:rsidR="00755F21" w:rsidRPr="00735B11">
        <w:rPr>
          <w:rFonts w:eastAsia="Times New Roman"/>
          <w:kern w:val="0"/>
          <w:lang w:eastAsia="en-US" w:bidi="ar-SA"/>
        </w:rPr>
        <w:t>) ning sisse kanda</w:t>
      </w:r>
      <w:r w:rsidR="00B86F07" w:rsidRPr="00735B11">
        <w:rPr>
          <w:rFonts w:eastAsia="Times New Roman"/>
          <w:kern w:val="0"/>
          <w:lang w:eastAsia="en-US" w:bidi="ar-SA"/>
        </w:rPr>
        <w:t xml:space="preserve"> järgmised katastriüksused:</w:t>
      </w:r>
    </w:p>
    <w:p w14:paraId="308B137F" w14:textId="5D08DE94" w:rsidR="00755F21" w:rsidRDefault="00B86F07" w:rsidP="005E12C8">
      <w:pPr>
        <w:tabs>
          <w:tab w:val="left" w:pos="5246"/>
        </w:tabs>
        <w:spacing w:line="240" w:lineRule="auto"/>
        <w:ind w:left="1003"/>
        <w:rPr>
          <w:rFonts w:eastAsia="Times New Roman"/>
          <w:kern w:val="0"/>
          <w:lang w:eastAsia="en-US" w:bidi="ar-SA"/>
        </w:rPr>
      </w:pPr>
      <w:r w:rsidRPr="00735B11">
        <w:rPr>
          <w:rFonts w:eastAsia="Times New Roman"/>
          <w:kern w:val="0"/>
          <w:lang w:eastAsia="en-US" w:bidi="ar-SA"/>
        </w:rPr>
        <w:t>-</w:t>
      </w:r>
      <w:r w:rsidR="00755F21" w:rsidRPr="00735B11">
        <w:rPr>
          <w:rFonts w:eastAsia="Times New Roman"/>
          <w:kern w:val="0"/>
          <w:lang w:eastAsia="en-US" w:bidi="ar-SA"/>
        </w:rPr>
        <w:t xml:space="preserve"> Pärnu maakonnas </w:t>
      </w:r>
      <w:r w:rsidR="007143FF" w:rsidRPr="00735B11">
        <w:rPr>
          <w:rFonts w:eastAsia="Times New Roman"/>
          <w:kern w:val="0"/>
          <w:lang w:eastAsia="en-US" w:bidi="ar-SA"/>
        </w:rPr>
        <w:t>Selja</w:t>
      </w:r>
      <w:r w:rsidR="00755F21" w:rsidRPr="00735B11">
        <w:rPr>
          <w:rFonts w:eastAsia="Times New Roman"/>
          <w:kern w:val="0"/>
          <w:lang w:eastAsia="en-US" w:bidi="ar-SA"/>
        </w:rPr>
        <w:t xml:space="preserve"> külas paiknev Taali metskond </w:t>
      </w:r>
      <w:r w:rsidR="007143FF" w:rsidRPr="00735B11">
        <w:rPr>
          <w:rFonts w:eastAsia="Times New Roman"/>
          <w:kern w:val="0"/>
          <w:lang w:eastAsia="en-US" w:bidi="ar-SA"/>
        </w:rPr>
        <w:t>124</w:t>
      </w:r>
      <w:r w:rsidR="00755F21" w:rsidRPr="00735B11">
        <w:rPr>
          <w:rFonts w:eastAsia="Times New Roman"/>
          <w:kern w:val="0"/>
          <w:lang w:eastAsia="en-US" w:bidi="ar-SA"/>
        </w:rPr>
        <w:t xml:space="preserve"> katastriüksus (katastritunnus </w:t>
      </w:r>
      <w:r w:rsidR="007143FF" w:rsidRPr="00735B11">
        <w:rPr>
          <w:rFonts w:eastAsia="Times New Roman"/>
          <w:kern w:val="0"/>
          <w:lang w:eastAsia="en-US" w:bidi="ar-SA"/>
        </w:rPr>
        <w:t>80601:001:0123</w:t>
      </w:r>
      <w:r w:rsidR="00755F21" w:rsidRPr="00735B11">
        <w:rPr>
          <w:rFonts w:eastAsia="Times New Roman"/>
          <w:kern w:val="0"/>
          <w:lang w:eastAsia="en-US" w:bidi="ar-SA"/>
        </w:rPr>
        <w:t xml:space="preserve">, pindala </w:t>
      </w:r>
      <w:r w:rsidR="007143FF" w:rsidRPr="00735B11">
        <w:rPr>
          <w:rFonts w:eastAsia="Times New Roman"/>
          <w:kern w:val="0"/>
          <w:lang w:eastAsia="en-US" w:bidi="ar-SA"/>
        </w:rPr>
        <w:t xml:space="preserve">109 669 </w:t>
      </w:r>
      <w:r w:rsidR="00755F21" w:rsidRPr="00735B11">
        <w:rPr>
          <w:rFonts w:eastAsia="Times New Roman"/>
          <w:kern w:val="0"/>
          <w:lang w:eastAsia="en-US" w:bidi="ar-SA"/>
        </w:rPr>
        <w:t>m², sihtotstar</w:t>
      </w:r>
      <w:r w:rsidR="00D826C7">
        <w:rPr>
          <w:rFonts w:eastAsia="Times New Roman"/>
          <w:kern w:val="0"/>
          <w:lang w:eastAsia="en-US" w:bidi="ar-SA"/>
        </w:rPr>
        <w:t>ve</w:t>
      </w:r>
      <w:r w:rsidR="00755F21" w:rsidRPr="00735B11">
        <w:rPr>
          <w:rFonts w:eastAsia="Times New Roman"/>
          <w:kern w:val="0"/>
          <w:lang w:eastAsia="en-US" w:bidi="ar-SA"/>
        </w:rPr>
        <w:t xml:space="preserve"> maatulundusmaa </w:t>
      </w:r>
      <w:r w:rsidR="007143FF" w:rsidRPr="00735B11">
        <w:rPr>
          <w:rFonts w:eastAsia="Times New Roman"/>
          <w:kern w:val="0"/>
          <w:lang w:eastAsia="en-US" w:bidi="ar-SA"/>
        </w:rPr>
        <w:t>100%)</w:t>
      </w:r>
      <w:r w:rsidR="00755F21" w:rsidRPr="00735B11">
        <w:rPr>
          <w:rFonts w:eastAsia="Times New Roman"/>
          <w:kern w:val="0"/>
          <w:lang w:eastAsia="en-US" w:bidi="ar-SA"/>
        </w:rPr>
        <w:t>;</w:t>
      </w:r>
    </w:p>
    <w:p w14:paraId="689C8F68" w14:textId="25DEA6D7" w:rsidR="00735B11" w:rsidRDefault="00735B11" w:rsidP="005E12C8">
      <w:pPr>
        <w:tabs>
          <w:tab w:val="left" w:pos="5246"/>
        </w:tabs>
        <w:spacing w:line="240" w:lineRule="auto"/>
        <w:ind w:left="1003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 xml:space="preserve">- Pärnu maakonnas Tori vallas Murru külas paiknev Rapla-Pärnu raudtee 520 (katastritunnus </w:t>
      </w:r>
      <w:r w:rsidRPr="00B65266">
        <w:rPr>
          <w:rFonts w:eastAsia="Times New Roman"/>
          <w:kern w:val="0"/>
          <w:lang w:eastAsia="en-US" w:bidi="ar-SA"/>
        </w:rPr>
        <w:t>80901:001:1765</w:t>
      </w:r>
      <w:r>
        <w:rPr>
          <w:rFonts w:eastAsia="Times New Roman"/>
          <w:kern w:val="0"/>
          <w:lang w:eastAsia="en-US" w:bidi="ar-SA"/>
        </w:rPr>
        <w:t>, pindala 33</w:t>
      </w:r>
      <w:r w:rsidR="007B5596">
        <w:rPr>
          <w:rFonts w:eastAsia="Times New Roman"/>
          <w:kern w:val="0"/>
          <w:lang w:eastAsia="en-US" w:bidi="ar-SA"/>
        </w:rPr>
        <w:t> </w:t>
      </w:r>
      <w:r w:rsidR="00D826C7">
        <w:rPr>
          <w:rFonts w:eastAsia="Times New Roman"/>
          <w:kern w:val="0"/>
          <w:lang w:eastAsia="en-US" w:bidi="ar-SA"/>
        </w:rPr>
        <w:t>026</w:t>
      </w:r>
      <w:r w:rsidR="00D826C7" w:rsidRPr="000303DD">
        <w:rPr>
          <w:rFonts w:eastAsia="Times New Roman"/>
          <w:kern w:val="0"/>
          <w:lang w:eastAsia="en-US" w:bidi="ar-SA"/>
        </w:rPr>
        <w:t xml:space="preserve"> </w:t>
      </w:r>
      <w:r w:rsidRPr="000303DD">
        <w:rPr>
          <w:rFonts w:eastAsia="Times New Roman"/>
          <w:kern w:val="0"/>
          <w:lang w:eastAsia="en-US" w:bidi="ar-SA"/>
        </w:rPr>
        <w:t>m²</w:t>
      </w:r>
      <w:r>
        <w:rPr>
          <w:rFonts w:eastAsia="Times New Roman"/>
          <w:kern w:val="0"/>
          <w:lang w:eastAsia="en-US" w:bidi="ar-SA"/>
        </w:rPr>
        <w:t xml:space="preserve"> sihtotstarve maatulundusmaa 100%)</w:t>
      </w:r>
      <w:r w:rsidR="00E8353F">
        <w:rPr>
          <w:rFonts w:eastAsia="Times New Roman"/>
          <w:kern w:val="0"/>
          <w:lang w:eastAsia="en-US" w:bidi="ar-SA"/>
        </w:rPr>
        <w:t>;</w:t>
      </w:r>
    </w:p>
    <w:p w14:paraId="100FD2FA" w14:textId="69B3518E" w:rsidR="00735B11" w:rsidRDefault="00735B11" w:rsidP="005E12C8">
      <w:pPr>
        <w:tabs>
          <w:tab w:val="left" w:pos="5246"/>
        </w:tabs>
        <w:spacing w:line="240" w:lineRule="auto"/>
        <w:ind w:left="1003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>-</w:t>
      </w:r>
      <w:r w:rsidRPr="00735B11">
        <w:rPr>
          <w:rFonts w:eastAsia="Times New Roman"/>
          <w:kern w:val="0"/>
          <w:lang w:eastAsia="en-US" w:bidi="ar-SA"/>
        </w:rPr>
        <w:t xml:space="preserve"> </w:t>
      </w:r>
      <w:r>
        <w:rPr>
          <w:rFonts w:eastAsia="Times New Roman"/>
          <w:kern w:val="0"/>
          <w:lang w:eastAsia="en-US" w:bidi="ar-SA"/>
        </w:rPr>
        <w:t xml:space="preserve">Pärnu maakonnas Tori vallas Murru külas paiknev Murrunurga (katastritunnus </w:t>
      </w:r>
      <w:r w:rsidRPr="00B65266">
        <w:rPr>
          <w:rFonts w:eastAsia="Times New Roman"/>
          <w:kern w:val="0"/>
          <w:lang w:eastAsia="en-US" w:bidi="ar-SA"/>
        </w:rPr>
        <w:t>80901:001:1763</w:t>
      </w:r>
      <w:r>
        <w:rPr>
          <w:rFonts w:eastAsia="Times New Roman"/>
          <w:kern w:val="0"/>
          <w:lang w:eastAsia="en-US" w:bidi="ar-SA"/>
        </w:rPr>
        <w:t xml:space="preserve">, pindala </w:t>
      </w:r>
      <w:r w:rsidRPr="00B65266">
        <w:rPr>
          <w:rFonts w:eastAsia="Times New Roman"/>
          <w:kern w:val="0"/>
          <w:lang w:eastAsia="en-US" w:bidi="ar-SA"/>
        </w:rPr>
        <w:t>2991</w:t>
      </w:r>
      <w:r w:rsidRPr="000303DD">
        <w:rPr>
          <w:rFonts w:eastAsia="Times New Roman"/>
          <w:kern w:val="0"/>
          <w:lang w:eastAsia="en-US" w:bidi="ar-SA"/>
        </w:rPr>
        <w:t xml:space="preserve"> m²</w:t>
      </w:r>
      <w:r w:rsidR="0026075F">
        <w:rPr>
          <w:rFonts w:eastAsia="Times New Roman"/>
          <w:kern w:val="0"/>
          <w:lang w:eastAsia="en-US" w:bidi="ar-SA"/>
        </w:rPr>
        <w:t>,</w:t>
      </w:r>
      <w:r>
        <w:rPr>
          <w:rFonts w:eastAsia="Times New Roman"/>
          <w:kern w:val="0"/>
          <w:lang w:eastAsia="en-US" w:bidi="ar-SA"/>
        </w:rPr>
        <w:t xml:space="preserve"> sihtotstarve maatulundusmaa 100%)</w:t>
      </w:r>
      <w:r w:rsidR="00E8353F">
        <w:rPr>
          <w:rFonts w:eastAsia="Times New Roman"/>
          <w:kern w:val="0"/>
          <w:lang w:eastAsia="en-US" w:bidi="ar-SA"/>
        </w:rPr>
        <w:t>;</w:t>
      </w:r>
    </w:p>
    <w:p w14:paraId="3A8426A8" w14:textId="1F4CB16B" w:rsidR="00735B11" w:rsidRDefault="00735B11" w:rsidP="005E12C8">
      <w:pPr>
        <w:tabs>
          <w:tab w:val="left" w:pos="5246"/>
        </w:tabs>
        <w:spacing w:line="240" w:lineRule="auto"/>
        <w:ind w:left="1003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>-</w:t>
      </w:r>
      <w:r w:rsidRPr="00735B11">
        <w:t xml:space="preserve"> </w:t>
      </w:r>
      <w:r w:rsidRPr="00735B11">
        <w:rPr>
          <w:rFonts w:eastAsia="Times New Roman"/>
          <w:kern w:val="0"/>
          <w:lang w:eastAsia="en-US" w:bidi="ar-SA"/>
        </w:rPr>
        <w:t>Pärnu maakon</w:t>
      </w:r>
      <w:r>
        <w:rPr>
          <w:rFonts w:eastAsia="Times New Roman"/>
          <w:kern w:val="0"/>
          <w:lang w:eastAsia="en-US" w:bidi="ar-SA"/>
        </w:rPr>
        <w:t>nas</w:t>
      </w:r>
      <w:r w:rsidRPr="00735B11">
        <w:rPr>
          <w:rFonts w:eastAsia="Times New Roman"/>
          <w:kern w:val="0"/>
          <w:lang w:eastAsia="en-US" w:bidi="ar-SA"/>
        </w:rPr>
        <w:t xml:space="preserve"> Tori val</w:t>
      </w:r>
      <w:r>
        <w:rPr>
          <w:rFonts w:eastAsia="Times New Roman"/>
          <w:kern w:val="0"/>
          <w:lang w:eastAsia="en-US" w:bidi="ar-SA"/>
        </w:rPr>
        <w:t>las</w:t>
      </w:r>
      <w:r w:rsidRPr="00735B11">
        <w:rPr>
          <w:rFonts w:eastAsia="Times New Roman"/>
          <w:kern w:val="0"/>
          <w:lang w:eastAsia="en-US" w:bidi="ar-SA"/>
        </w:rPr>
        <w:t xml:space="preserve"> Murru küla</w:t>
      </w:r>
      <w:r>
        <w:rPr>
          <w:rFonts w:eastAsia="Times New Roman"/>
          <w:kern w:val="0"/>
          <w:lang w:eastAsia="en-US" w:bidi="ar-SA"/>
        </w:rPr>
        <w:t>s</w:t>
      </w:r>
      <w:r w:rsidRPr="00735B11">
        <w:rPr>
          <w:rFonts w:eastAsia="Times New Roman"/>
          <w:kern w:val="0"/>
          <w:lang w:eastAsia="en-US" w:bidi="ar-SA"/>
        </w:rPr>
        <w:t xml:space="preserve"> Rapla-Pärnu raudtee 540</w:t>
      </w:r>
      <w:r>
        <w:rPr>
          <w:rFonts w:eastAsia="Times New Roman"/>
          <w:kern w:val="0"/>
          <w:lang w:eastAsia="en-US" w:bidi="ar-SA"/>
        </w:rPr>
        <w:t xml:space="preserve"> (katastritunnus </w:t>
      </w:r>
      <w:r w:rsidRPr="00735B11">
        <w:rPr>
          <w:rFonts w:eastAsia="Times New Roman"/>
          <w:kern w:val="0"/>
          <w:lang w:eastAsia="en-US" w:bidi="ar-SA"/>
        </w:rPr>
        <w:t>80601:001:0121</w:t>
      </w:r>
      <w:r>
        <w:rPr>
          <w:rFonts w:eastAsia="Times New Roman"/>
          <w:kern w:val="0"/>
          <w:lang w:eastAsia="en-US" w:bidi="ar-SA"/>
        </w:rPr>
        <w:t xml:space="preserve">, pindala </w:t>
      </w:r>
      <w:r w:rsidRPr="00735B11">
        <w:rPr>
          <w:rFonts w:eastAsia="Times New Roman"/>
          <w:kern w:val="0"/>
          <w:lang w:eastAsia="en-US" w:bidi="ar-SA"/>
        </w:rPr>
        <w:t>44 298 m²</w:t>
      </w:r>
      <w:r>
        <w:rPr>
          <w:rFonts w:eastAsia="Times New Roman"/>
          <w:kern w:val="0"/>
          <w:lang w:eastAsia="en-US" w:bidi="ar-SA"/>
        </w:rPr>
        <w:t>, sihtotstarve maatulundusmaa 100%)</w:t>
      </w:r>
      <w:r w:rsidR="00E8353F">
        <w:rPr>
          <w:rFonts w:eastAsia="Times New Roman"/>
          <w:kern w:val="0"/>
          <w:lang w:eastAsia="en-US" w:bidi="ar-SA"/>
        </w:rPr>
        <w:t>;</w:t>
      </w:r>
    </w:p>
    <w:p w14:paraId="53F9A677" w14:textId="3C271DAD" w:rsidR="00735B11" w:rsidRPr="00735B11" w:rsidRDefault="00735B11" w:rsidP="005E12C8">
      <w:pPr>
        <w:tabs>
          <w:tab w:val="left" w:pos="5246"/>
        </w:tabs>
        <w:spacing w:line="240" w:lineRule="auto"/>
        <w:ind w:left="1003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 xml:space="preserve">- </w:t>
      </w:r>
      <w:r w:rsidRPr="00735B11">
        <w:rPr>
          <w:rFonts w:eastAsia="Times New Roman"/>
          <w:kern w:val="0"/>
          <w:lang w:eastAsia="en-US" w:bidi="ar-SA"/>
        </w:rPr>
        <w:t>Pärnu maakon</w:t>
      </w:r>
      <w:r>
        <w:rPr>
          <w:rFonts w:eastAsia="Times New Roman"/>
          <w:kern w:val="0"/>
          <w:lang w:eastAsia="en-US" w:bidi="ar-SA"/>
        </w:rPr>
        <w:t>nas</w:t>
      </w:r>
      <w:r w:rsidRPr="00735B11">
        <w:rPr>
          <w:rFonts w:eastAsia="Times New Roman"/>
          <w:kern w:val="0"/>
          <w:lang w:eastAsia="en-US" w:bidi="ar-SA"/>
        </w:rPr>
        <w:t xml:space="preserve"> Tori val</w:t>
      </w:r>
      <w:r>
        <w:rPr>
          <w:rFonts w:eastAsia="Times New Roman"/>
          <w:kern w:val="0"/>
          <w:lang w:eastAsia="en-US" w:bidi="ar-SA"/>
        </w:rPr>
        <w:t>las</w:t>
      </w:r>
      <w:r w:rsidRPr="00735B11">
        <w:rPr>
          <w:rFonts w:eastAsia="Times New Roman"/>
          <w:kern w:val="0"/>
          <w:lang w:eastAsia="en-US" w:bidi="ar-SA"/>
        </w:rPr>
        <w:t xml:space="preserve"> Murru küla</w:t>
      </w:r>
      <w:r>
        <w:rPr>
          <w:rFonts w:eastAsia="Times New Roman"/>
          <w:kern w:val="0"/>
          <w:lang w:eastAsia="en-US" w:bidi="ar-SA"/>
        </w:rPr>
        <w:t xml:space="preserve">s Murruserva (katastritunnus </w:t>
      </w:r>
      <w:r w:rsidRPr="00735B11">
        <w:rPr>
          <w:rFonts w:eastAsia="Times New Roman"/>
          <w:kern w:val="0"/>
          <w:lang w:eastAsia="en-US" w:bidi="ar-SA"/>
        </w:rPr>
        <w:t>80601:001:0122</w:t>
      </w:r>
      <w:r>
        <w:rPr>
          <w:rFonts w:eastAsia="Times New Roman"/>
          <w:kern w:val="0"/>
          <w:lang w:eastAsia="en-US" w:bidi="ar-SA"/>
        </w:rPr>
        <w:t xml:space="preserve">, pindala </w:t>
      </w:r>
      <w:r w:rsidRPr="00735B11">
        <w:rPr>
          <w:rFonts w:eastAsia="Times New Roman"/>
          <w:kern w:val="0"/>
          <w:lang w:eastAsia="en-US" w:bidi="ar-SA"/>
        </w:rPr>
        <w:t>11 612 m²</w:t>
      </w:r>
      <w:r>
        <w:rPr>
          <w:rFonts w:eastAsia="Times New Roman"/>
          <w:kern w:val="0"/>
          <w:lang w:eastAsia="en-US" w:bidi="ar-SA"/>
        </w:rPr>
        <w:t>, sihtotstarve maatulundusmaa 100%).</w:t>
      </w:r>
    </w:p>
    <w:p w14:paraId="68B5AE63" w14:textId="0B39F8F9" w:rsidR="00B86F07" w:rsidRPr="00735B11" w:rsidRDefault="00B86F07" w:rsidP="00735B11">
      <w:pPr>
        <w:tabs>
          <w:tab w:val="left" w:pos="5246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661C7B02" w14:textId="507DCD52" w:rsidR="006A26B4" w:rsidRPr="00BA45DE" w:rsidRDefault="00E121A0" w:rsidP="00BA45DE">
      <w:pPr>
        <w:pStyle w:val="Loendilik"/>
        <w:numPr>
          <w:ilvl w:val="1"/>
          <w:numId w:val="2"/>
        </w:numPr>
        <w:tabs>
          <w:tab w:val="left" w:pos="5246"/>
        </w:tabs>
        <w:spacing w:line="240" w:lineRule="auto"/>
        <w:rPr>
          <w:rFonts w:eastAsia="Times New Roman"/>
          <w:bCs/>
          <w:kern w:val="0"/>
          <w:lang w:eastAsia="en-US" w:bidi="ar-SA"/>
        </w:rPr>
      </w:pPr>
      <w:r>
        <w:rPr>
          <w:rFonts w:eastAsia="Times New Roman"/>
          <w:bCs/>
          <w:kern w:val="0"/>
          <w:lang w:eastAsia="en-US" w:bidi="ar-SA"/>
        </w:rPr>
        <w:t>Jaan-Hardi Prints</w:t>
      </w:r>
      <w:r w:rsidR="002A7C5F">
        <w:rPr>
          <w:rFonts w:eastAsia="Times New Roman"/>
          <w:bCs/>
          <w:kern w:val="0"/>
          <w:lang w:eastAsia="en-US" w:bidi="ar-SA"/>
        </w:rPr>
        <w:t xml:space="preserve"> </w:t>
      </w:r>
      <w:r w:rsidR="006A26B4" w:rsidRPr="00BA45DE">
        <w:rPr>
          <w:rFonts w:eastAsia="Times New Roman"/>
          <w:bCs/>
          <w:kern w:val="0"/>
          <w:lang w:eastAsia="en-US" w:bidi="ar-SA"/>
        </w:rPr>
        <w:t>omandis olevast kinnistu registriosast nr</w:t>
      </w:r>
      <w:r w:rsidR="00AF01A0">
        <w:rPr>
          <w:rFonts w:eastAsia="Times New Roman"/>
          <w:bCs/>
          <w:kern w:val="0"/>
          <w:lang w:eastAsia="en-US" w:bidi="ar-SA"/>
        </w:rPr>
        <w:t xml:space="preserve"> </w:t>
      </w:r>
      <w:r w:rsidRPr="005320A1">
        <w:t>295406</w:t>
      </w:r>
      <w:r w:rsidR="006A26B4" w:rsidRPr="00BA45DE">
        <w:rPr>
          <w:rFonts w:eastAsia="Times New Roman"/>
          <w:bCs/>
          <w:kern w:val="0"/>
          <w:lang w:eastAsia="en-US" w:bidi="ar-SA"/>
        </w:rPr>
        <w:t xml:space="preserve"> vahetatava </w:t>
      </w:r>
      <w:r w:rsidR="00594665" w:rsidRPr="00BA45DE">
        <w:rPr>
          <w:rFonts w:eastAsia="Times New Roman"/>
          <w:bCs/>
          <w:i/>
          <w:iCs/>
          <w:kern w:val="0"/>
          <w:lang w:eastAsia="en-US" w:bidi="ar-SA"/>
        </w:rPr>
        <w:t>ca</w:t>
      </w:r>
      <w:r w:rsidR="00594665" w:rsidRPr="00BA45DE">
        <w:rPr>
          <w:rFonts w:eastAsia="Times New Roman"/>
          <w:bCs/>
          <w:kern w:val="0"/>
          <w:lang w:eastAsia="en-US" w:bidi="ar-SA"/>
        </w:rPr>
        <w:t xml:space="preserve"> </w:t>
      </w:r>
      <w:r>
        <w:rPr>
          <w:rFonts w:eastAsia="Times New Roman" w:cs="Times New Roman"/>
          <w:kern w:val="0"/>
        </w:rPr>
        <w:t>9,19 ha</w:t>
      </w:r>
      <w:r w:rsidR="00AF01A0" w:rsidRPr="00480EF5">
        <w:rPr>
          <w:rFonts w:eastAsia="Times New Roman"/>
          <w:kern w:val="0"/>
          <w:lang w:eastAsia="en-US" w:bidi="ar-SA"/>
        </w:rPr>
        <w:t xml:space="preserve"> </w:t>
      </w:r>
      <w:r w:rsidR="006A26B4" w:rsidRPr="00BA45DE">
        <w:rPr>
          <w:rFonts w:eastAsia="Times New Roman"/>
          <w:bCs/>
          <w:kern w:val="0"/>
          <w:lang w:eastAsia="en-US" w:bidi="ar-SA"/>
        </w:rPr>
        <w:t>suuruse osa harilik väärtus on</w:t>
      </w:r>
      <w:r>
        <w:rPr>
          <w:rFonts w:eastAsia="Times New Roman"/>
          <w:bCs/>
          <w:kern w:val="0"/>
          <w:lang w:eastAsia="en-US" w:bidi="ar-SA"/>
        </w:rPr>
        <w:t xml:space="preserve"> </w:t>
      </w:r>
      <w:r>
        <w:rPr>
          <w:rFonts w:eastAsia="Times New Roman" w:cs="Times New Roman"/>
          <w:kern w:val="0"/>
        </w:rPr>
        <w:t>54 </w:t>
      </w:r>
      <w:r w:rsidR="00D826C7">
        <w:rPr>
          <w:rFonts w:eastAsia="Times New Roman" w:cs="Times New Roman"/>
          <w:kern w:val="0"/>
        </w:rPr>
        <w:t xml:space="preserve">464 </w:t>
      </w:r>
      <w:r w:rsidR="002A7C5F" w:rsidRPr="00A46F1A">
        <w:rPr>
          <w:rFonts w:eastAsia="Times New Roman" w:cs="Times New Roman"/>
          <w:kern w:val="0"/>
        </w:rPr>
        <w:t>eurot</w:t>
      </w:r>
      <w:r w:rsidR="006A26B4" w:rsidRPr="00BA45DE">
        <w:rPr>
          <w:rFonts w:eastAsia="Times New Roman"/>
          <w:bCs/>
          <w:kern w:val="0"/>
          <w:lang w:eastAsia="en-US" w:bidi="ar-SA"/>
        </w:rPr>
        <w:t xml:space="preserve"> ning riigimaast vahetatava </w:t>
      </w:r>
      <w:r w:rsidR="00594665" w:rsidRPr="00BA45DE">
        <w:rPr>
          <w:rFonts w:eastAsia="Times New Roman"/>
          <w:bCs/>
          <w:i/>
          <w:iCs/>
          <w:kern w:val="0"/>
          <w:lang w:eastAsia="en-US" w:bidi="ar-SA"/>
        </w:rPr>
        <w:t>ca</w:t>
      </w:r>
      <w:r w:rsidR="00594665" w:rsidRPr="00BA45DE">
        <w:rPr>
          <w:rFonts w:eastAsia="Times New Roman"/>
          <w:bCs/>
          <w:kern w:val="0"/>
          <w:lang w:eastAsia="en-US" w:bidi="ar-SA"/>
        </w:rPr>
        <w:t xml:space="preserve"> </w:t>
      </w:r>
      <w:r>
        <w:rPr>
          <w:rFonts w:eastAsia="Times New Roman"/>
          <w:bCs/>
          <w:kern w:val="0"/>
          <w:lang w:eastAsia="en-US" w:bidi="ar-SA"/>
        </w:rPr>
        <w:t>6,06</w:t>
      </w:r>
      <w:r w:rsidR="00AF01A0" w:rsidRPr="00480EF5">
        <w:rPr>
          <w:rFonts w:eastAsia="Times New Roman"/>
          <w:kern w:val="0"/>
          <w:lang w:eastAsia="en-US" w:bidi="ar-SA"/>
        </w:rPr>
        <w:t xml:space="preserve"> </w:t>
      </w:r>
      <w:r w:rsidR="006A26B4" w:rsidRPr="00BA45DE">
        <w:rPr>
          <w:rFonts w:eastAsia="Times New Roman"/>
          <w:bCs/>
          <w:kern w:val="0"/>
          <w:lang w:eastAsia="en-US" w:bidi="ar-SA"/>
        </w:rPr>
        <w:t>ha suuruse osa harilik väärtus on</w:t>
      </w:r>
      <w:r>
        <w:rPr>
          <w:rFonts w:eastAsia="Times New Roman"/>
          <w:bCs/>
          <w:kern w:val="0"/>
          <w:lang w:eastAsia="en-US" w:bidi="ar-SA"/>
        </w:rPr>
        <w:t xml:space="preserve"> </w:t>
      </w:r>
      <w:r w:rsidRPr="00E46363">
        <w:rPr>
          <w:rFonts w:eastAsia="Times New Roman" w:cs="Times New Roman"/>
          <w:kern w:val="0"/>
        </w:rPr>
        <w:t>54</w:t>
      </w:r>
      <w:r>
        <w:rPr>
          <w:rFonts w:eastAsia="Times New Roman" w:cs="Times New Roman"/>
          <w:kern w:val="0"/>
        </w:rPr>
        <w:t> </w:t>
      </w:r>
      <w:r w:rsidRPr="00E46363">
        <w:rPr>
          <w:rFonts w:eastAsia="Times New Roman" w:cs="Times New Roman"/>
          <w:kern w:val="0"/>
        </w:rPr>
        <w:t>058</w:t>
      </w:r>
      <w:r w:rsidRPr="00FD68EB">
        <w:rPr>
          <w:rFonts w:eastAsia="Times New Roman" w:cs="Times New Roman"/>
          <w:kern w:val="0"/>
        </w:rPr>
        <w:t xml:space="preserve"> </w:t>
      </w:r>
      <w:r w:rsidR="002A7C5F" w:rsidRPr="00A46F1A">
        <w:rPr>
          <w:rFonts w:eastAsia="Times New Roman" w:cs="Times New Roman"/>
          <w:kern w:val="0"/>
        </w:rPr>
        <w:t>eurot</w:t>
      </w:r>
      <w:r w:rsidR="006A26B4" w:rsidRPr="00BA45DE">
        <w:rPr>
          <w:rFonts w:eastAsia="Times New Roman"/>
          <w:bCs/>
          <w:kern w:val="0"/>
          <w:lang w:eastAsia="en-US" w:bidi="ar-SA"/>
        </w:rPr>
        <w:t>.</w:t>
      </w:r>
    </w:p>
    <w:p w14:paraId="6DA7EAC5" w14:textId="77777777" w:rsidR="006A26B4" w:rsidRPr="00EB55A4" w:rsidRDefault="006A26B4" w:rsidP="006A26B4">
      <w:pPr>
        <w:tabs>
          <w:tab w:val="left" w:pos="5246"/>
        </w:tabs>
        <w:spacing w:line="240" w:lineRule="auto"/>
        <w:ind w:left="851"/>
        <w:rPr>
          <w:rFonts w:eastAsia="Times New Roman"/>
          <w:bCs/>
          <w:kern w:val="0"/>
          <w:lang w:eastAsia="en-US" w:bidi="ar-SA"/>
        </w:rPr>
      </w:pPr>
    </w:p>
    <w:p w14:paraId="00C2053C" w14:textId="33BD27FD" w:rsidR="009315B9" w:rsidRDefault="006A26B4" w:rsidP="0067473E">
      <w:pPr>
        <w:pStyle w:val="Loendilik"/>
        <w:numPr>
          <w:ilvl w:val="1"/>
          <w:numId w:val="2"/>
        </w:numPr>
        <w:tabs>
          <w:tab w:val="left" w:pos="5246"/>
        </w:tabs>
        <w:spacing w:line="240" w:lineRule="auto"/>
        <w:rPr>
          <w:rFonts w:eastAsia="Times New Roman"/>
          <w:bCs/>
          <w:kern w:val="0"/>
          <w:lang w:eastAsia="en-US" w:bidi="ar-SA"/>
        </w:rPr>
      </w:pPr>
      <w:r w:rsidRPr="00E121A0">
        <w:rPr>
          <w:rFonts w:eastAsia="Times New Roman"/>
          <w:bCs/>
          <w:kern w:val="0"/>
          <w:lang w:eastAsia="en-US" w:bidi="ar-SA"/>
        </w:rPr>
        <w:t>Vahetatavate kinnisasjade osade väärtuste vahe</w:t>
      </w:r>
      <w:r w:rsidR="00E121A0" w:rsidRPr="00E121A0">
        <w:rPr>
          <w:rFonts w:eastAsia="Times New Roman"/>
          <w:bCs/>
          <w:kern w:val="0"/>
          <w:lang w:eastAsia="en-US" w:bidi="ar-SA"/>
        </w:rPr>
        <w:t xml:space="preserve"> </w:t>
      </w:r>
      <w:r w:rsidR="008327C6">
        <w:rPr>
          <w:rFonts w:eastAsia="Times New Roman" w:cs="Times New Roman"/>
          <w:kern w:val="0"/>
        </w:rPr>
        <w:t>406</w:t>
      </w:r>
      <w:r w:rsidR="008327C6" w:rsidRPr="00E121A0">
        <w:rPr>
          <w:rFonts w:eastAsia="Times New Roman" w:cs="Times New Roman"/>
          <w:kern w:val="0"/>
        </w:rPr>
        <w:t xml:space="preserve"> </w:t>
      </w:r>
      <w:r w:rsidR="002A7C5F" w:rsidRPr="00E121A0">
        <w:rPr>
          <w:rFonts w:eastAsia="Times New Roman" w:cs="Times New Roman"/>
          <w:kern w:val="0"/>
        </w:rPr>
        <w:t>eurot</w:t>
      </w:r>
      <w:r w:rsidRPr="00E121A0">
        <w:rPr>
          <w:rFonts w:eastAsia="Times New Roman"/>
          <w:bCs/>
          <w:kern w:val="0"/>
          <w:lang w:eastAsia="en-US" w:bidi="ar-SA"/>
        </w:rPr>
        <w:t xml:space="preserve"> </w:t>
      </w:r>
      <w:r w:rsidR="00E121A0">
        <w:rPr>
          <w:rFonts w:eastAsia="Times New Roman"/>
          <w:bCs/>
          <w:kern w:val="0"/>
          <w:lang w:eastAsia="en-US" w:bidi="ar-SA"/>
        </w:rPr>
        <w:t xml:space="preserve">hüvitab riik Murru </w:t>
      </w:r>
      <w:r w:rsidR="008327C6">
        <w:rPr>
          <w:rFonts w:eastAsia="Times New Roman"/>
          <w:bCs/>
          <w:kern w:val="0"/>
          <w:lang w:eastAsia="en-US" w:bidi="ar-SA"/>
        </w:rPr>
        <w:t xml:space="preserve">kinnistu </w:t>
      </w:r>
      <w:r w:rsidR="00E121A0">
        <w:rPr>
          <w:rFonts w:eastAsia="Times New Roman"/>
          <w:bCs/>
          <w:kern w:val="0"/>
          <w:lang w:eastAsia="en-US" w:bidi="ar-SA"/>
        </w:rPr>
        <w:t>omanikule 14 tööpäeva jooksul käesolev korralduse teatavakstegemisest.</w:t>
      </w:r>
    </w:p>
    <w:p w14:paraId="147C26B3" w14:textId="77777777" w:rsidR="00E121A0" w:rsidRPr="00E121A0" w:rsidRDefault="00E121A0" w:rsidP="00E121A0">
      <w:pPr>
        <w:tabs>
          <w:tab w:val="left" w:pos="5246"/>
        </w:tabs>
        <w:spacing w:line="240" w:lineRule="auto"/>
        <w:rPr>
          <w:rFonts w:eastAsia="Times New Roman"/>
          <w:bCs/>
          <w:kern w:val="0"/>
          <w:lang w:eastAsia="en-US" w:bidi="ar-SA"/>
        </w:rPr>
      </w:pPr>
    </w:p>
    <w:p w14:paraId="0AC8C20A" w14:textId="0DBEF002" w:rsidR="00040D2B" w:rsidRPr="0034062B" w:rsidRDefault="00040D2B" w:rsidP="00040D2B">
      <w:pPr>
        <w:pStyle w:val="Loendilik"/>
        <w:numPr>
          <w:ilvl w:val="1"/>
          <w:numId w:val="2"/>
        </w:numPr>
        <w:tabs>
          <w:tab w:val="left" w:pos="5246"/>
        </w:tabs>
        <w:spacing w:line="240" w:lineRule="auto"/>
        <w:rPr>
          <w:rFonts w:eastAsia="Times New Roman"/>
          <w:bCs/>
          <w:kern w:val="0"/>
          <w:lang w:eastAsia="en-US" w:bidi="ar-SA"/>
        </w:rPr>
      </w:pPr>
      <w:r>
        <w:t xml:space="preserve"> </w:t>
      </w:r>
      <w:r w:rsidRPr="00DD7D5A">
        <w:t xml:space="preserve">Maa- ja Ruumiameti </w:t>
      </w:r>
      <w:r w:rsidR="008327C6">
        <w:t xml:space="preserve">riigile </w:t>
      </w:r>
      <w:r w:rsidRPr="00DD7D5A">
        <w:t>maade omandamise ja maakorralduse osakonnal korraldada notariaalse kokkuleppe sõlmimine maakorralduse</w:t>
      </w:r>
      <w:r>
        <w:t xml:space="preserve"> läbiviimiseks </w:t>
      </w:r>
      <w:r w:rsidR="00707F98">
        <w:t>kahe</w:t>
      </w:r>
      <w:r>
        <w:t xml:space="preserve"> kuu jooksul kinnisasja omanikule käesoleva otsuse teatavaks tegemisest arvates.</w:t>
      </w:r>
    </w:p>
    <w:p w14:paraId="654042BC" w14:textId="77777777" w:rsidR="0034062B" w:rsidRPr="0034062B" w:rsidRDefault="0034062B" w:rsidP="0034062B">
      <w:pPr>
        <w:pStyle w:val="Loendilik"/>
        <w:rPr>
          <w:rFonts w:eastAsia="Times New Roman"/>
          <w:bCs/>
          <w:kern w:val="0"/>
          <w:lang w:eastAsia="en-US" w:bidi="ar-SA"/>
        </w:rPr>
      </w:pPr>
    </w:p>
    <w:p w14:paraId="67D6F472" w14:textId="6E497A3B" w:rsidR="006A26B4" w:rsidRPr="00707F98" w:rsidRDefault="00BA45DE" w:rsidP="00707F98">
      <w:pPr>
        <w:tabs>
          <w:tab w:val="left" w:pos="5246"/>
        </w:tabs>
        <w:spacing w:line="240" w:lineRule="auto"/>
        <w:rPr>
          <w:rFonts w:eastAsia="Times New Roman"/>
          <w:bCs/>
          <w:kern w:val="0"/>
          <w:lang w:eastAsia="en-US" w:bidi="ar-SA"/>
        </w:rPr>
      </w:pPr>
      <w:r w:rsidRPr="00707F98">
        <w:rPr>
          <w:rFonts w:eastAsia="Times New Roman"/>
          <w:bCs/>
          <w:kern w:val="0"/>
          <w:lang w:eastAsia="en-US" w:bidi="ar-SA"/>
        </w:rPr>
        <w:t xml:space="preserve"> </w:t>
      </w:r>
      <w:r w:rsidR="006A26B4" w:rsidRPr="00707F98">
        <w:rPr>
          <w:rFonts w:eastAsia="Times New Roman"/>
          <w:bCs/>
          <w:kern w:val="0"/>
          <w:lang w:eastAsia="en-US" w:bidi="ar-SA"/>
        </w:rPr>
        <w:t xml:space="preserve"> </w:t>
      </w:r>
    </w:p>
    <w:p w14:paraId="7DEEFF17" w14:textId="2A23F9B3" w:rsidR="006A26B4" w:rsidRPr="009E7F41" w:rsidRDefault="006A26B4" w:rsidP="009E7F41">
      <w:pPr>
        <w:pStyle w:val="Loendilik"/>
        <w:numPr>
          <w:ilvl w:val="0"/>
          <w:numId w:val="2"/>
        </w:numPr>
        <w:tabs>
          <w:tab w:val="left" w:pos="5670"/>
        </w:tabs>
        <w:spacing w:line="240" w:lineRule="auto"/>
        <w:rPr>
          <w:rFonts w:eastAsia="Times New Roman"/>
          <w:bCs/>
          <w:kern w:val="0"/>
          <w:lang w:eastAsia="en-US" w:bidi="ar-SA"/>
        </w:rPr>
      </w:pPr>
      <w:r w:rsidRPr="009E7F41">
        <w:rPr>
          <w:rFonts w:eastAsia="Times New Roman"/>
          <w:bCs/>
          <w:kern w:val="0"/>
          <w:lang w:eastAsia="en-US" w:bidi="ar-SA"/>
        </w:rPr>
        <w:lastRenderedPageBreak/>
        <w:t>VAIDLUSTAMISVIIDE</w:t>
      </w:r>
    </w:p>
    <w:p w14:paraId="54BD1BDA" w14:textId="77777777" w:rsidR="006A26B4" w:rsidRPr="005B0CF7" w:rsidRDefault="006A26B4" w:rsidP="006A26B4">
      <w:pPr>
        <w:tabs>
          <w:tab w:val="left" w:pos="5670"/>
        </w:tabs>
        <w:spacing w:line="240" w:lineRule="auto"/>
        <w:rPr>
          <w:rFonts w:eastAsia="Times New Roman"/>
          <w:bCs/>
          <w:kern w:val="0"/>
          <w:lang w:eastAsia="en-US" w:bidi="ar-SA"/>
        </w:rPr>
      </w:pPr>
    </w:p>
    <w:p w14:paraId="7883E6D8" w14:textId="75E255D4" w:rsidR="00557E16" w:rsidRDefault="006A26B4" w:rsidP="006A26B4">
      <w:pPr>
        <w:tabs>
          <w:tab w:val="left" w:pos="5670"/>
        </w:tabs>
        <w:spacing w:line="240" w:lineRule="auto"/>
      </w:pPr>
      <w:r w:rsidRPr="005B0CF7">
        <w:rPr>
          <w:rFonts w:eastAsia="Times New Roman"/>
          <w:kern w:val="0"/>
          <w:lang w:eastAsia="en-US" w:bidi="ar-SA"/>
        </w:rPr>
        <w:t>Korraldust on võimalik vaidlustada 30 päeva jooksul haldusakti teatavaks tegemisest, esitades kaebuse Tallinna Halduskohtusse halduskohtumenetluse seadustikus sätestatud korras või vaide Maa-</w:t>
      </w:r>
      <w:r>
        <w:rPr>
          <w:rFonts w:eastAsia="Times New Roman"/>
          <w:kern w:val="0"/>
          <w:lang w:eastAsia="en-US" w:bidi="ar-SA"/>
        </w:rPr>
        <w:t xml:space="preserve"> ja Ruumi</w:t>
      </w:r>
      <w:r w:rsidRPr="005B0CF7">
        <w:rPr>
          <w:rFonts w:eastAsia="Times New Roman"/>
          <w:kern w:val="0"/>
          <w:lang w:eastAsia="en-US" w:bidi="ar-SA"/>
        </w:rPr>
        <w:t>ametile haldusmenetluse seaduses sätestatud korras.</w:t>
      </w:r>
    </w:p>
    <w:p w14:paraId="489C6EEA" w14:textId="77777777" w:rsidR="00E00D7D" w:rsidRDefault="00E00D7D" w:rsidP="0038161C">
      <w:pPr>
        <w:spacing w:line="240" w:lineRule="auto"/>
      </w:pPr>
    </w:p>
    <w:p w14:paraId="2604C48F" w14:textId="483C9FD1" w:rsidR="0066643F" w:rsidRDefault="0066643F" w:rsidP="0038161C">
      <w:pPr>
        <w:spacing w:line="240" w:lineRule="auto"/>
      </w:pPr>
    </w:p>
    <w:p w14:paraId="3123DF5C" w14:textId="77777777" w:rsidR="0066643F" w:rsidRPr="0078205D" w:rsidRDefault="0066643F" w:rsidP="0038161C">
      <w:pPr>
        <w:spacing w:line="240" w:lineRule="auto"/>
      </w:pPr>
    </w:p>
    <w:p w14:paraId="27D9B75C" w14:textId="77777777" w:rsidR="0078205D" w:rsidRPr="0078205D" w:rsidRDefault="0078205D" w:rsidP="0078205D">
      <w:r w:rsidRPr="0078205D">
        <w:t>(allkirjastatud digitaalselt)</w:t>
      </w:r>
    </w:p>
    <w:sdt>
      <w:sdtPr>
        <w:rPr>
          <w:rFonts w:eastAsia="Times New Roman"/>
          <w:kern w:val="0"/>
          <w:lang w:eastAsia="en-US" w:bidi="ar-SA"/>
        </w:rPr>
        <w:alias w:val="Allkirjastaja"/>
        <w:tag w:val="Allkirjastaja"/>
        <w:id w:val="517975981"/>
        <w:lock w:val="contentLocked"/>
        <w:placeholder>
          <w:docPart w:val="00681AE3278F4834ADF8F8D65A6EF7F4"/>
        </w:placeholder>
        <w:dataBinding w:prefixMappings="xmlns:ns0='http://schemas.microsoft.com/office/2006/metadata/properties' xmlns:ns1='http://www.w3.org/2001/XMLSchema-instance' xmlns:ns2='141f1e58-04cc-45e0-9e96-d6560759fb97' " w:xpath="/ns0:properties[1]/documentManagement[1]/ns2:Allkirjastaja[1]" w:storeItemID="{3F8531F2-CDB4-4DD0-8B30-1E063ADC061F}"/>
        <w:text/>
      </w:sdtPr>
      <w:sdtEndPr/>
      <w:sdtContent>
        <w:p w14:paraId="79DC570C" w14:textId="11AC13FC" w:rsidR="00E00D7D" w:rsidRDefault="006A26B4" w:rsidP="00E00D7D">
          <w:pPr>
            <w:widowControl/>
            <w:tabs>
              <w:tab w:val="left" w:pos="2670"/>
            </w:tabs>
            <w:suppressAutoHyphens w:val="0"/>
            <w:spacing w:line="240" w:lineRule="auto"/>
            <w:jc w:val="left"/>
            <w:rPr>
              <w:rFonts w:eastAsia="Times New Roman"/>
              <w:kern w:val="0"/>
              <w:lang w:eastAsia="en-US" w:bidi="ar-SA"/>
            </w:rPr>
          </w:pPr>
          <w:r>
            <w:rPr>
              <w:rFonts w:eastAsia="Times New Roman"/>
              <w:kern w:val="0"/>
              <w:lang w:eastAsia="en-US" w:bidi="ar-SA"/>
            </w:rPr>
            <w:t>Merje Krinal</w:t>
          </w:r>
        </w:p>
      </w:sdtContent>
    </w:sdt>
    <w:p w14:paraId="37725112" w14:textId="35C03311" w:rsidR="00E00D7D" w:rsidRPr="0078205D" w:rsidRDefault="00753F15" w:rsidP="00E00D7D">
      <w:pPr>
        <w:widowControl/>
        <w:tabs>
          <w:tab w:val="left" w:pos="2670"/>
        </w:tabs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  <w:sdt>
        <w:sdtPr>
          <w:rPr>
            <w:rFonts w:eastAsia="Times New Roman"/>
            <w:kern w:val="0"/>
            <w:lang w:eastAsia="en-US" w:bidi="ar-SA"/>
          </w:rPr>
          <w:alias w:val="Allkirjastaja amet/roll"/>
          <w:tag w:val="Allkirjastaja_x0020_amet_x002F_roll"/>
          <w:id w:val="-496105253"/>
          <w:placeholder>
            <w:docPart w:val="24C29C4DA7624B9D96E93A1B2D35FCB7"/>
          </w:placeholder>
          <w:dataBinding w:prefixMappings="xmlns:ns0='http://schemas.microsoft.com/office/2006/metadata/properties' xmlns:ns1='http://www.w3.org/2001/XMLSchema-instance' xmlns:ns2='141f1e58-04cc-45e0-9e96-d6560759fb97' " w:xpath="/ns0:properties[1]/documentManagement[1]/ns2:Allkirjastaja_x0020_amet_x002F_roll[1]" w:storeItemID="{3F8531F2-CDB4-4DD0-8B30-1E063ADC061F}"/>
          <w:text/>
        </w:sdtPr>
        <w:sdtEndPr/>
        <w:sdtContent>
          <w:r w:rsidR="001A11DF">
            <w:rPr>
              <w:rFonts w:eastAsia="Times New Roman"/>
              <w:kern w:val="0"/>
              <w:lang w:eastAsia="en-US" w:bidi="ar-SA"/>
            </w:rPr>
            <w:t>Riigile m</w:t>
          </w:r>
          <w:r w:rsidR="006A26B4">
            <w:rPr>
              <w:rFonts w:eastAsia="Times New Roman"/>
              <w:kern w:val="0"/>
              <w:lang w:eastAsia="en-US" w:bidi="ar-SA"/>
            </w:rPr>
            <w:t>aade omandamise ja maakorralduse osakonna juhataja</w:t>
          </w:r>
        </w:sdtContent>
      </w:sdt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851"/>
        <w:gridCol w:w="8645"/>
      </w:tblGrid>
      <w:tr w:rsidR="0078205D" w:rsidRPr="0078205D" w14:paraId="5E3F99B8" w14:textId="77777777" w:rsidTr="0069392B">
        <w:tc>
          <w:tcPr>
            <w:tcW w:w="851" w:type="dxa"/>
          </w:tcPr>
          <w:p w14:paraId="63DEE2C6" w14:textId="168665D9" w:rsidR="0078205D" w:rsidRPr="0078205D" w:rsidRDefault="0078205D" w:rsidP="0078205D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</w:p>
        </w:tc>
        <w:tc>
          <w:tcPr>
            <w:tcW w:w="8645" w:type="dxa"/>
          </w:tcPr>
          <w:p w14:paraId="78AEA011" w14:textId="572A8D95" w:rsidR="0078205D" w:rsidRPr="0078205D" w:rsidRDefault="0078205D" w:rsidP="00CC6028">
            <w:pPr>
              <w:widowControl/>
              <w:suppressAutoHyphens w:val="0"/>
              <w:spacing w:line="240" w:lineRule="auto"/>
              <w:ind w:left="-250" w:firstLine="250"/>
              <w:jc w:val="left"/>
              <w:rPr>
                <w:rFonts w:eastAsia="Times New Roman"/>
                <w:kern w:val="0"/>
                <w:lang w:eastAsia="en-US" w:bidi="ar-SA"/>
              </w:rPr>
            </w:pPr>
          </w:p>
        </w:tc>
      </w:tr>
    </w:tbl>
    <w:p w14:paraId="48F91743" w14:textId="77777777" w:rsidR="0078205D" w:rsidRPr="0078205D" w:rsidRDefault="0078205D" w:rsidP="0078205D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</w:p>
    <w:p w14:paraId="62B42D4D" w14:textId="65BCD434" w:rsidR="006A26B4" w:rsidRDefault="006A26B4" w:rsidP="006A26B4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>Lisa: Maakorralduskava</w:t>
      </w:r>
    </w:p>
    <w:p w14:paraId="353AC2F5" w14:textId="3C5A0D4B" w:rsidR="006A26B4" w:rsidRDefault="006A26B4" w:rsidP="006A26B4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ab/>
        <w:t xml:space="preserve"> </w:t>
      </w:r>
      <w:r>
        <w:rPr>
          <w:rFonts w:eastAsia="Times New Roman"/>
          <w:kern w:val="0"/>
          <w:lang w:eastAsia="en-US" w:bidi="ar-SA"/>
        </w:rPr>
        <w:tab/>
      </w:r>
    </w:p>
    <w:p w14:paraId="40164739" w14:textId="77777777" w:rsidR="006A26B4" w:rsidRDefault="006A26B4" w:rsidP="006A26B4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</w:p>
    <w:p w14:paraId="31B71C4A" w14:textId="77777777" w:rsidR="006A26B4" w:rsidRPr="0078205D" w:rsidRDefault="006A26B4" w:rsidP="006A26B4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</w:p>
    <w:p w14:paraId="58C520C4" w14:textId="461B69EA" w:rsidR="006A26B4" w:rsidRPr="0078205D" w:rsidRDefault="006A26B4" w:rsidP="006A26B4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 xml:space="preserve">Saata: Maa- ja Ruumiameti </w:t>
      </w:r>
      <w:r w:rsidR="008327C6">
        <w:rPr>
          <w:rFonts w:eastAsia="Times New Roman"/>
          <w:kern w:val="0"/>
          <w:lang w:eastAsia="en-US" w:bidi="ar-SA"/>
        </w:rPr>
        <w:t xml:space="preserve">riigile </w:t>
      </w:r>
      <w:r>
        <w:rPr>
          <w:rFonts w:eastAsia="Times New Roman"/>
          <w:kern w:val="0"/>
          <w:lang w:eastAsia="en-US" w:bidi="ar-SA"/>
        </w:rPr>
        <w:t>maade omandamise ja maakorralduse osakond,</w:t>
      </w:r>
      <w:r w:rsidR="00E121A0">
        <w:rPr>
          <w:rFonts w:eastAsia="Times New Roman"/>
          <w:kern w:val="0"/>
          <w:lang w:eastAsia="en-US" w:bidi="ar-SA"/>
        </w:rPr>
        <w:t xml:space="preserve"> </w:t>
      </w:r>
      <w:r w:rsidR="00E121A0">
        <w:rPr>
          <w:rFonts w:eastAsia="Times New Roman"/>
          <w:bCs/>
          <w:kern w:val="0"/>
          <w:lang w:eastAsia="en-US" w:bidi="ar-SA"/>
        </w:rPr>
        <w:t>Jaan-Hardi Prints</w:t>
      </w:r>
      <w:r>
        <w:rPr>
          <w:rFonts w:eastAsia="Times New Roman"/>
          <w:kern w:val="0"/>
          <w:lang w:eastAsia="en-US" w:bidi="ar-SA"/>
        </w:rPr>
        <w:t xml:space="preserve"> </w:t>
      </w:r>
      <w:r w:rsidR="00B17E9C">
        <w:rPr>
          <w:rFonts w:eastAsia="Times New Roman"/>
          <w:kern w:val="0"/>
          <w:lang w:eastAsia="en-US" w:bidi="ar-SA"/>
        </w:rPr>
        <w:t xml:space="preserve">, </w:t>
      </w:r>
      <w:r>
        <w:rPr>
          <w:rFonts w:eastAsia="Times New Roman"/>
          <w:kern w:val="0"/>
          <w:lang w:eastAsia="en-US" w:bidi="ar-SA"/>
        </w:rPr>
        <w:t>Kliimaministeerium</w:t>
      </w:r>
      <w:r w:rsidR="00707F98">
        <w:rPr>
          <w:rFonts w:eastAsia="Times New Roman"/>
          <w:kern w:val="0"/>
          <w:lang w:eastAsia="en-US" w:bidi="ar-SA"/>
        </w:rPr>
        <w:t>, Riigimetsa Majandamise Keskus</w:t>
      </w:r>
    </w:p>
    <w:p w14:paraId="16FE4301" w14:textId="77777777" w:rsidR="0078205D" w:rsidRPr="0078205D" w:rsidRDefault="0078205D" w:rsidP="0078205D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</w:p>
    <w:p w14:paraId="292DBE9F" w14:textId="142E4B68" w:rsidR="00A81CB7" w:rsidRPr="00761BFC" w:rsidRDefault="00A81CB7" w:rsidP="00761BFC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</w:p>
    <w:sectPr w:rsidR="00A81CB7" w:rsidRPr="00761BFC" w:rsidSect="00C459C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21" w:right="849" w:bottom="851" w:left="1701" w:header="680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82784" w14:textId="77777777" w:rsidR="000B1830" w:rsidRDefault="000B1830" w:rsidP="00DF44DF">
      <w:r>
        <w:separator/>
      </w:r>
    </w:p>
  </w:endnote>
  <w:endnote w:type="continuationSeparator" w:id="0">
    <w:p w14:paraId="177BB486" w14:textId="77777777" w:rsidR="000B1830" w:rsidRDefault="000B183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B0BA4" w14:textId="77777777" w:rsidR="000A2FB4" w:rsidRDefault="000A2FB4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5231215"/>
      <w:docPartObj>
        <w:docPartGallery w:val="Page Numbers (Bottom of Page)"/>
        <w:docPartUnique/>
      </w:docPartObj>
    </w:sdtPr>
    <w:sdtEndPr/>
    <w:sdtContent>
      <w:p w14:paraId="1206DC39" w14:textId="7FCD1287" w:rsidR="003B2A9C" w:rsidRPr="0078205D" w:rsidRDefault="0078205D" w:rsidP="0078205D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6E1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7C3BD" w14:textId="77777777" w:rsidR="000A2FB4" w:rsidRDefault="000A2FB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FDDDF" w14:textId="77777777" w:rsidR="000B1830" w:rsidRDefault="000B1830" w:rsidP="00DF44DF">
      <w:r>
        <w:separator/>
      </w:r>
    </w:p>
  </w:footnote>
  <w:footnote w:type="continuationSeparator" w:id="0">
    <w:p w14:paraId="12AA6609" w14:textId="77777777" w:rsidR="000B1830" w:rsidRDefault="000B183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FD856" w14:textId="77777777" w:rsidR="000A2FB4" w:rsidRDefault="000A2FB4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6DC38" w14:textId="7F0CD9D4" w:rsidR="004B04B8" w:rsidRDefault="00642A94" w:rsidP="0078205D">
    <w:pPr>
      <w:pStyle w:val="Pis"/>
    </w:pPr>
    <w:r w:rsidRPr="0078205D">
      <w:t>ASUTUSESISESEKS KASUTAMISEKS</w:t>
    </w:r>
  </w:p>
  <w:p w14:paraId="2B0D8397" w14:textId="77777777" w:rsidR="0078205D" w:rsidRPr="0078205D" w:rsidRDefault="0078205D" w:rsidP="0078205D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44C82" w14:textId="77777777" w:rsidR="000A2FB4" w:rsidRDefault="000A2FB4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F2E0B"/>
    <w:multiLevelType w:val="multilevel"/>
    <w:tmpl w:val="E6503EF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79"/>
        </w:tabs>
        <w:ind w:left="227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" w15:restartNumberingAfterBreak="0">
    <w:nsid w:val="2C7967E8"/>
    <w:multiLevelType w:val="hybridMultilevel"/>
    <w:tmpl w:val="6C3A815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C2199"/>
    <w:multiLevelType w:val="hybridMultilevel"/>
    <w:tmpl w:val="EDD6D04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42F14EB"/>
    <w:multiLevelType w:val="hybridMultilevel"/>
    <w:tmpl w:val="6006401A"/>
    <w:lvl w:ilvl="0" w:tplc="042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94EF1"/>
    <w:multiLevelType w:val="multilevel"/>
    <w:tmpl w:val="E6503EF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79"/>
        </w:tabs>
        <w:ind w:left="227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5" w15:restartNumberingAfterBreak="0">
    <w:nsid w:val="56F9627C"/>
    <w:multiLevelType w:val="multilevel"/>
    <w:tmpl w:val="E6503EF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79"/>
        </w:tabs>
        <w:ind w:left="227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6" w15:restartNumberingAfterBreak="0">
    <w:nsid w:val="687524EE"/>
    <w:multiLevelType w:val="hybridMultilevel"/>
    <w:tmpl w:val="97343C7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E86610"/>
    <w:multiLevelType w:val="hybridMultilevel"/>
    <w:tmpl w:val="BDDE7DA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9C0552"/>
    <w:multiLevelType w:val="hybridMultilevel"/>
    <w:tmpl w:val="FB7EA532"/>
    <w:lvl w:ilvl="0" w:tplc="911EB352">
      <w:start w:val="3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 w16cid:durableId="1419138800">
    <w:abstractNumId w:val="2"/>
  </w:num>
  <w:num w:numId="2" w16cid:durableId="1015032766">
    <w:abstractNumId w:val="0"/>
  </w:num>
  <w:num w:numId="3" w16cid:durableId="1677919300">
    <w:abstractNumId w:val="6"/>
  </w:num>
  <w:num w:numId="4" w16cid:durableId="901252346">
    <w:abstractNumId w:val="4"/>
  </w:num>
  <w:num w:numId="5" w16cid:durableId="56785732">
    <w:abstractNumId w:val="5"/>
  </w:num>
  <w:num w:numId="6" w16cid:durableId="1708791463">
    <w:abstractNumId w:val="1"/>
  </w:num>
  <w:num w:numId="7" w16cid:durableId="1158036852">
    <w:abstractNumId w:val="7"/>
  </w:num>
  <w:num w:numId="8" w16cid:durableId="1726946517">
    <w:abstractNumId w:val="8"/>
  </w:num>
  <w:num w:numId="9" w16cid:durableId="6114719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5ADE"/>
    <w:rsid w:val="00012138"/>
    <w:rsid w:val="00012FE0"/>
    <w:rsid w:val="00021C8D"/>
    <w:rsid w:val="000303DD"/>
    <w:rsid w:val="00031B12"/>
    <w:rsid w:val="0003742C"/>
    <w:rsid w:val="000378C3"/>
    <w:rsid w:val="00040D2B"/>
    <w:rsid w:val="000438AC"/>
    <w:rsid w:val="00050851"/>
    <w:rsid w:val="00054B44"/>
    <w:rsid w:val="00060947"/>
    <w:rsid w:val="00067279"/>
    <w:rsid w:val="0008671B"/>
    <w:rsid w:val="000913FC"/>
    <w:rsid w:val="00095934"/>
    <w:rsid w:val="00095C73"/>
    <w:rsid w:val="000A17B5"/>
    <w:rsid w:val="000A2FB4"/>
    <w:rsid w:val="000B1830"/>
    <w:rsid w:val="000B5200"/>
    <w:rsid w:val="000C71D9"/>
    <w:rsid w:val="000E1FA5"/>
    <w:rsid w:val="000E5D8A"/>
    <w:rsid w:val="000F1AB3"/>
    <w:rsid w:val="000F3BA0"/>
    <w:rsid w:val="000F5115"/>
    <w:rsid w:val="00116FC6"/>
    <w:rsid w:val="00121724"/>
    <w:rsid w:val="00124999"/>
    <w:rsid w:val="00144E9A"/>
    <w:rsid w:val="001523BD"/>
    <w:rsid w:val="00157090"/>
    <w:rsid w:val="00157CE5"/>
    <w:rsid w:val="00170655"/>
    <w:rsid w:val="00174FFF"/>
    <w:rsid w:val="00182DB1"/>
    <w:rsid w:val="00183DC2"/>
    <w:rsid w:val="00194FBE"/>
    <w:rsid w:val="0019718B"/>
    <w:rsid w:val="001A11DF"/>
    <w:rsid w:val="001A2BEF"/>
    <w:rsid w:val="001A6F51"/>
    <w:rsid w:val="001A7D04"/>
    <w:rsid w:val="001C1095"/>
    <w:rsid w:val="001D3B60"/>
    <w:rsid w:val="001D3FE9"/>
    <w:rsid w:val="001D4CFB"/>
    <w:rsid w:val="001D77E4"/>
    <w:rsid w:val="001E0FB7"/>
    <w:rsid w:val="001E20EC"/>
    <w:rsid w:val="001F31A2"/>
    <w:rsid w:val="001F3849"/>
    <w:rsid w:val="002008A2"/>
    <w:rsid w:val="00201FED"/>
    <w:rsid w:val="00255645"/>
    <w:rsid w:val="00255DEF"/>
    <w:rsid w:val="0026075F"/>
    <w:rsid w:val="002611F0"/>
    <w:rsid w:val="002654E3"/>
    <w:rsid w:val="002779D2"/>
    <w:rsid w:val="00277B46"/>
    <w:rsid w:val="0028251E"/>
    <w:rsid w:val="00282613"/>
    <w:rsid w:val="002835BB"/>
    <w:rsid w:val="0028521F"/>
    <w:rsid w:val="00293449"/>
    <w:rsid w:val="002A3AC1"/>
    <w:rsid w:val="002A7C5F"/>
    <w:rsid w:val="002B0AB1"/>
    <w:rsid w:val="002B3ABE"/>
    <w:rsid w:val="002D47CA"/>
    <w:rsid w:val="002D6D02"/>
    <w:rsid w:val="002E69EC"/>
    <w:rsid w:val="002F254F"/>
    <w:rsid w:val="002F56AA"/>
    <w:rsid w:val="003107B8"/>
    <w:rsid w:val="00311340"/>
    <w:rsid w:val="0032568D"/>
    <w:rsid w:val="003324E9"/>
    <w:rsid w:val="003334F6"/>
    <w:rsid w:val="0033799A"/>
    <w:rsid w:val="0034062B"/>
    <w:rsid w:val="00341CBA"/>
    <w:rsid w:val="00344F21"/>
    <w:rsid w:val="0034719C"/>
    <w:rsid w:val="00350716"/>
    <w:rsid w:val="003508B5"/>
    <w:rsid w:val="0035300B"/>
    <w:rsid w:val="0035385D"/>
    <w:rsid w:val="00354059"/>
    <w:rsid w:val="00363383"/>
    <w:rsid w:val="00373663"/>
    <w:rsid w:val="003755EB"/>
    <w:rsid w:val="003761B2"/>
    <w:rsid w:val="003766CC"/>
    <w:rsid w:val="00376D50"/>
    <w:rsid w:val="0038161C"/>
    <w:rsid w:val="00383B7D"/>
    <w:rsid w:val="00394DCB"/>
    <w:rsid w:val="00396917"/>
    <w:rsid w:val="003B0F18"/>
    <w:rsid w:val="003B2A7E"/>
    <w:rsid w:val="003B2A9C"/>
    <w:rsid w:val="003B6190"/>
    <w:rsid w:val="003C56B6"/>
    <w:rsid w:val="003C6472"/>
    <w:rsid w:val="003C7D7B"/>
    <w:rsid w:val="003E1FB4"/>
    <w:rsid w:val="0040003A"/>
    <w:rsid w:val="00430B83"/>
    <w:rsid w:val="00435A13"/>
    <w:rsid w:val="0044084D"/>
    <w:rsid w:val="00447B1F"/>
    <w:rsid w:val="00447D1B"/>
    <w:rsid w:val="00462BC1"/>
    <w:rsid w:val="0047644E"/>
    <w:rsid w:val="00480EF5"/>
    <w:rsid w:val="0048207B"/>
    <w:rsid w:val="00487E1D"/>
    <w:rsid w:val="00490826"/>
    <w:rsid w:val="0049407E"/>
    <w:rsid w:val="004A0EE9"/>
    <w:rsid w:val="004A49F3"/>
    <w:rsid w:val="004B04B8"/>
    <w:rsid w:val="004C1391"/>
    <w:rsid w:val="004C27CD"/>
    <w:rsid w:val="004D2A3C"/>
    <w:rsid w:val="004D4024"/>
    <w:rsid w:val="004E075C"/>
    <w:rsid w:val="004E090E"/>
    <w:rsid w:val="004F09D5"/>
    <w:rsid w:val="004F7CDE"/>
    <w:rsid w:val="00505274"/>
    <w:rsid w:val="00516914"/>
    <w:rsid w:val="00526146"/>
    <w:rsid w:val="00527056"/>
    <w:rsid w:val="005320A1"/>
    <w:rsid w:val="0053215B"/>
    <w:rsid w:val="005439FA"/>
    <w:rsid w:val="00544ED0"/>
    <w:rsid w:val="00546204"/>
    <w:rsid w:val="0055112A"/>
    <w:rsid w:val="00551E24"/>
    <w:rsid w:val="00552E79"/>
    <w:rsid w:val="00557534"/>
    <w:rsid w:val="00557E16"/>
    <w:rsid w:val="00560A92"/>
    <w:rsid w:val="00564569"/>
    <w:rsid w:val="00564B1C"/>
    <w:rsid w:val="00567B30"/>
    <w:rsid w:val="00574B44"/>
    <w:rsid w:val="00583EE4"/>
    <w:rsid w:val="00594665"/>
    <w:rsid w:val="005971DA"/>
    <w:rsid w:val="005B5AA2"/>
    <w:rsid w:val="005B5CE1"/>
    <w:rsid w:val="005B7331"/>
    <w:rsid w:val="005C0CF3"/>
    <w:rsid w:val="005C2768"/>
    <w:rsid w:val="005C4826"/>
    <w:rsid w:val="005C5438"/>
    <w:rsid w:val="005E12C8"/>
    <w:rsid w:val="005E3AED"/>
    <w:rsid w:val="005E45BB"/>
    <w:rsid w:val="005E542B"/>
    <w:rsid w:val="005E711F"/>
    <w:rsid w:val="005F7AB8"/>
    <w:rsid w:val="0060007E"/>
    <w:rsid w:val="006026EA"/>
    <w:rsid w:val="00602834"/>
    <w:rsid w:val="00614218"/>
    <w:rsid w:val="00616296"/>
    <w:rsid w:val="006172E3"/>
    <w:rsid w:val="006207AE"/>
    <w:rsid w:val="00631BA6"/>
    <w:rsid w:val="00642A94"/>
    <w:rsid w:val="0064376A"/>
    <w:rsid w:val="0064458F"/>
    <w:rsid w:val="006519BC"/>
    <w:rsid w:val="0065383F"/>
    <w:rsid w:val="00657967"/>
    <w:rsid w:val="0066643F"/>
    <w:rsid w:val="00680430"/>
    <w:rsid w:val="00680609"/>
    <w:rsid w:val="00687992"/>
    <w:rsid w:val="00690666"/>
    <w:rsid w:val="006A01AC"/>
    <w:rsid w:val="006A26B4"/>
    <w:rsid w:val="006A5158"/>
    <w:rsid w:val="006B118C"/>
    <w:rsid w:val="006B201A"/>
    <w:rsid w:val="006B3596"/>
    <w:rsid w:val="006B4573"/>
    <w:rsid w:val="006C420F"/>
    <w:rsid w:val="006E1361"/>
    <w:rsid w:val="006E16BD"/>
    <w:rsid w:val="006F3BB9"/>
    <w:rsid w:val="006F6CAB"/>
    <w:rsid w:val="006F72D7"/>
    <w:rsid w:val="007056E1"/>
    <w:rsid w:val="00707F98"/>
    <w:rsid w:val="00713327"/>
    <w:rsid w:val="007143FF"/>
    <w:rsid w:val="00723514"/>
    <w:rsid w:val="00724371"/>
    <w:rsid w:val="00730E71"/>
    <w:rsid w:val="007344CC"/>
    <w:rsid w:val="00735B11"/>
    <w:rsid w:val="00746CC9"/>
    <w:rsid w:val="0075217D"/>
    <w:rsid w:val="00753F15"/>
    <w:rsid w:val="00755F21"/>
    <w:rsid w:val="0075695A"/>
    <w:rsid w:val="007612E3"/>
    <w:rsid w:val="00761BFC"/>
    <w:rsid w:val="00761EA9"/>
    <w:rsid w:val="00763598"/>
    <w:rsid w:val="0077204D"/>
    <w:rsid w:val="00780163"/>
    <w:rsid w:val="0078205D"/>
    <w:rsid w:val="0078435F"/>
    <w:rsid w:val="00786849"/>
    <w:rsid w:val="007A1DE8"/>
    <w:rsid w:val="007A68F7"/>
    <w:rsid w:val="007B5596"/>
    <w:rsid w:val="007B73AD"/>
    <w:rsid w:val="007C5835"/>
    <w:rsid w:val="007C67DA"/>
    <w:rsid w:val="007D3562"/>
    <w:rsid w:val="007D54FC"/>
    <w:rsid w:val="007D6CF5"/>
    <w:rsid w:val="007E3E16"/>
    <w:rsid w:val="007F1F99"/>
    <w:rsid w:val="00810354"/>
    <w:rsid w:val="008305CC"/>
    <w:rsid w:val="008327C6"/>
    <w:rsid w:val="00833695"/>
    <w:rsid w:val="00835858"/>
    <w:rsid w:val="008424DE"/>
    <w:rsid w:val="008517CB"/>
    <w:rsid w:val="008532D4"/>
    <w:rsid w:val="008535A8"/>
    <w:rsid w:val="00870C8F"/>
    <w:rsid w:val="0087468C"/>
    <w:rsid w:val="00886844"/>
    <w:rsid w:val="008919F2"/>
    <w:rsid w:val="0089564F"/>
    <w:rsid w:val="00895913"/>
    <w:rsid w:val="008A7C52"/>
    <w:rsid w:val="008B041F"/>
    <w:rsid w:val="008D4634"/>
    <w:rsid w:val="008D5A6E"/>
    <w:rsid w:val="008D5EE3"/>
    <w:rsid w:val="008D63CE"/>
    <w:rsid w:val="008E6D0A"/>
    <w:rsid w:val="008F0B50"/>
    <w:rsid w:val="008F12AE"/>
    <w:rsid w:val="008F277A"/>
    <w:rsid w:val="00900706"/>
    <w:rsid w:val="00902D1D"/>
    <w:rsid w:val="00910745"/>
    <w:rsid w:val="0091131E"/>
    <w:rsid w:val="0091138C"/>
    <w:rsid w:val="0091786B"/>
    <w:rsid w:val="00926E8A"/>
    <w:rsid w:val="009315B9"/>
    <w:rsid w:val="00936963"/>
    <w:rsid w:val="009370A4"/>
    <w:rsid w:val="00971E6C"/>
    <w:rsid w:val="00973D8E"/>
    <w:rsid w:val="00974FC8"/>
    <w:rsid w:val="009860E4"/>
    <w:rsid w:val="009917E6"/>
    <w:rsid w:val="00994CC9"/>
    <w:rsid w:val="009960B6"/>
    <w:rsid w:val="009A4DD3"/>
    <w:rsid w:val="009A5E8B"/>
    <w:rsid w:val="009B11EF"/>
    <w:rsid w:val="009B4772"/>
    <w:rsid w:val="009C6A82"/>
    <w:rsid w:val="009D105E"/>
    <w:rsid w:val="009D22B2"/>
    <w:rsid w:val="009D27A8"/>
    <w:rsid w:val="009E7F41"/>
    <w:rsid w:val="009E7F4A"/>
    <w:rsid w:val="00A03CA1"/>
    <w:rsid w:val="00A1010F"/>
    <w:rsid w:val="00A10E66"/>
    <w:rsid w:val="00A1244E"/>
    <w:rsid w:val="00A13FDE"/>
    <w:rsid w:val="00A2596B"/>
    <w:rsid w:val="00A30B87"/>
    <w:rsid w:val="00A454A6"/>
    <w:rsid w:val="00A46F1A"/>
    <w:rsid w:val="00A564EC"/>
    <w:rsid w:val="00A56FBD"/>
    <w:rsid w:val="00A60AC2"/>
    <w:rsid w:val="00A81C55"/>
    <w:rsid w:val="00A81CB7"/>
    <w:rsid w:val="00A84E15"/>
    <w:rsid w:val="00A84F2B"/>
    <w:rsid w:val="00A90FB0"/>
    <w:rsid w:val="00A96A45"/>
    <w:rsid w:val="00AA0099"/>
    <w:rsid w:val="00AA083D"/>
    <w:rsid w:val="00AA0A76"/>
    <w:rsid w:val="00AA0EF3"/>
    <w:rsid w:val="00AA10AE"/>
    <w:rsid w:val="00AC4752"/>
    <w:rsid w:val="00AC5348"/>
    <w:rsid w:val="00AD2EA7"/>
    <w:rsid w:val="00AE02A8"/>
    <w:rsid w:val="00AF01A0"/>
    <w:rsid w:val="00B05355"/>
    <w:rsid w:val="00B17E9C"/>
    <w:rsid w:val="00B25FFC"/>
    <w:rsid w:val="00B33E07"/>
    <w:rsid w:val="00B34FF0"/>
    <w:rsid w:val="00B35D0E"/>
    <w:rsid w:val="00B53C1C"/>
    <w:rsid w:val="00B65266"/>
    <w:rsid w:val="00B847B6"/>
    <w:rsid w:val="00B86F07"/>
    <w:rsid w:val="00BA45DE"/>
    <w:rsid w:val="00BA6AB3"/>
    <w:rsid w:val="00BB54C7"/>
    <w:rsid w:val="00BB5C24"/>
    <w:rsid w:val="00BC1A62"/>
    <w:rsid w:val="00BD078E"/>
    <w:rsid w:val="00BD3CCF"/>
    <w:rsid w:val="00BE0CC9"/>
    <w:rsid w:val="00BF2336"/>
    <w:rsid w:val="00BF4D7C"/>
    <w:rsid w:val="00BF7B24"/>
    <w:rsid w:val="00C01F84"/>
    <w:rsid w:val="00C05733"/>
    <w:rsid w:val="00C17C80"/>
    <w:rsid w:val="00C236FE"/>
    <w:rsid w:val="00C24F66"/>
    <w:rsid w:val="00C27B07"/>
    <w:rsid w:val="00C3423A"/>
    <w:rsid w:val="00C3574D"/>
    <w:rsid w:val="00C41FC5"/>
    <w:rsid w:val="00C459CC"/>
    <w:rsid w:val="00C66120"/>
    <w:rsid w:val="00C736D9"/>
    <w:rsid w:val="00C76858"/>
    <w:rsid w:val="00C83346"/>
    <w:rsid w:val="00CA583B"/>
    <w:rsid w:val="00CA5F0B"/>
    <w:rsid w:val="00CA7CE5"/>
    <w:rsid w:val="00CC0278"/>
    <w:rsid w:val="00CC11BB"/>
    <w:rsid w:val="00CC4A75"/>
    <w:rsid w:val="00CC6028"/>
    <w:rsid w:val="00CC6F0E"/>
    <w:rsid w:val="00CD1D71"/>
    <w:rsid w:val="00CD7355"/>
    <w:rsid w:val="00CE0B92"/>
    <w:rsid w:val="00CE6E47"/>
    <w:rsid w:val="00CF2B77"/>
    <w:rsid w:val="00CF4303"/>
    <w:rsid w:val="00D01600"/>
    <w:rsid w:val="00D114B3"/>
    <w:rsid w:val="00D138BE"/>
    <w:rsid w:val="00D13BF7"/>
    <w:rsid w:val="00D146A7"/>
    <w:rsid w:val="00D271E9"/>
    <w:rsid w:val="00D27C59"/>
    <w:rsid w:val="00D30176"/>
    <w:rsid w:val="00D40650"/>
    <w:rsid w:val="00D46038"/>
    <w:rsid w:val="00D50693"/>
    <w:rsid w:val="00D62406"/>
    <w:rsid w:val="00D76DAC"/>
    <w:rsid w:val="00D824D5"/>
    <w:rsid w:val="00D826C7"/>
    <w:rsid w:val="00D82ED2"/>
    <w:rsid w:val="00D86B60"/>
    <w:rsid w:val="00D94224"/>
    <w:rsid w:val="00DA0D60"/>
    <w:rsid w:val="00DA2C21"/>
    <w:rsid w:val="00DC2A65"/>
    <w:rsid w:val="00DC4DE3"/>
    <w:rsid w:val="00DF44DF"/>
    <w:rsid w:val="00E00D7D"/>
    <w:rsid w:val="00E01385"/>
    <w:rsid w:val="00E023F6"/>
    <w:rsid w:val="00E03A96"/>
    <w:rsid w:val="00E03DBB"/>
    <w:rsid w:val="00E121A0"/>
    <w:rsid w:val="00E31083"/>
    <w:rsid w:val="00E312FA"/>
    <w:rsid w:val="00E3138F"/>
    <w:rsid w:val="00E33C4D"/>
    <w:rsid w:val="00E46363"/>
    <w:rsid w:val="00E5437D"/>
    <w:rsid w:val="00E566E1"/>
    <w:rsid w:val="00E74C81"/>
    <w:rsid w:val="00E8353F"/>
    <w:rsid w:val="00E867F4"/>
    <w:rsid w:val="00E94EC9"/>
    <w:rsid w:val="00EA4830"/>
    <w:rsid w:val="00EA71ED"/>
    <w:rsid w:val="00EB0C35"/>
    <w:rsid w:val="00EB1B1A"/>
    <w:rsid w:val="00EB4842"/>
    <w:rsid w:val="00EC3F88"/>
    <w:rsid w:val="00EC5B25"/>
    <w:rsid w:val="00EC7D74"/>
    <w:rsid w:val="00F02F26"/>
    <w:rsid w:val="00F03CF4"/>
    <w:rsid w:val="00F10953"/>
    <w:rsid w:val="00F14F49"/>
    <w:rsid w:val="00F23CAE"/>
    <w:rsid w:val="00F35307"/>
    <w:rsid w:val="00F42C25"/>
    <w:rsid w:val="00F50090"/>
    <w:rsid w:val="00F6215E"/>
    <w:rsid w:val="00F713AC"/>
    <w:rsid w:val="00F8359E"/>
    <w:rsid w:val="00F9645B"/>
    <w:rsid w:val="00F9773D"/>
    <w:rsid w:val="00FA211C"/>
    <w:rsid w:val="00FA3508"/>
    <w:rsid w:val="00FA40F5"/>
    <w:rsid w:val="00FB6B14"/>
    <w:rsid w:val="00FC05A4"/>
    <w:rsid w:val="00FC1E24"/>
    <w:rsid w:val="00FC221B"/>
    <w:rsid w:val="00FD68EB"/>
    <w:rsid w:val="00FE052C"/>
    <w:rsid w:val="00FE0697"/>
    <w:rsid w:val="00FF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4:docId w14:val="1206DBF3"/>
  <w14:defaultImageDpi w14:val="0"/>
  <w15:docId w15:val="{5F7D363D-BE82-4195-BF1F-6CDC4968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unhideWhenUsed/>
    <w:qFormat/>
    <w:rsid w:val="0078205D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78205D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78205D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78205D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78205D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78205D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78205D"/>
    <w:rPr>
      <w:rFonts w:ascii="Arial" w:hAnsi="Arial" w:cs="Arial"/>
      <w:color w:val="000000"/>
      <w:sz w:val="22"/>
      <w:szCs w:val="22"/>
      <w:u w:color="000000"/>
    </w:rPr>
  </w:style>
  <w:style w:type="paragraph" w:styleId="Pis">
    <w:name w:val="header"/>
    <w:basedOn w:val="Normaallaad"/>
    <w:link w:val="PisMrk"/>
    <w:uiPriority w:val="99"/>
    <w:unhideWhenUsed/>
    <w:rsid w:val="0078205D"/>
    <w:pPr>
      <w:tabs>
        <w:tab w:val="center" w:pos="4536"/>
        <w:tab w:val="right" w:pos="9072"/>
      </w:tabs>
      <w:spacing w:line="240" w:lineRule="auto"/>
      <w:jc w:val="right"/>
    </w:pPr>
    <w:rPr>
      <w:rFonts w:cs="Mangal"/>
      <w:b/>
      <w:sz w:val="20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8205D"/>
    <w:rPr>
      <w:rFonts w:eastAsia="SimSun" w:cs="Mangal"/>
      <w:b/>
      <w:kern w:val="1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A81CB7"/>
    <w:pPr>
      <w:tabs>
        <w:tab w:val="center" w:pos="4536"/>
        <w:tab w:val="right" w:pos="9072"/>
      </w:tabs>
      <w:spacing w:line="240" w:lineRule="auto"/>
      <w:jc w:val="left"/>
    </w:pPr>
    <w:rPr>
      <w:rFonts w:cs="Mangal"/>
      <w:kern w:val="24"/>
      <w:sz w:val="20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A81CB7"/>
    <w:rPr>
      <w:rFonts w:eastAsia="SimSun" w:cs="Mangal"/>
      <w:kern w:val="24"/>
      <w:szCs w:val="21"/>
      <w:lang w:eastAsia="zh-CN" w:bidi="hi-IN"/>
    </w:rPr>
  </w:style>
  <w:style w:type="paragraph" w:customStyle="1" w:styleId="AK">
    <w:name w:val="AK"/>
    <w:autoRedefine/>
    <w:qFormat/>
    <w:rsid w:val="00DA0D60"/>
    <w:pPr>
      <w:keepNext/>
      <w:keepLines/>
      <w:suppressLineNumbers/>
      <w:jc w:val="right"/>
    </w:pPr>
    <w:rPr>
      <w:rFonts w:eastAsia="SimSun"/>
      <w:b/>
      <w:bCs/>
      <w:kern w:val="1"/>
      <w:lang w:eastAsia="zh-CN" w:bidi="hi-IN"/>
    </w:rPr>
  </w:style>
  <w:style w:type="paragraph" w:customStyle="1" w:styleId="Adressaat">
    <w:name w:val="Adressaat"/>
    <w:autoRedefine/>
    <w:rsid w:val="00255645"/>
    <w:pPr>
      <w:framePr w:hSpace="141" w:wrap="around" w:vAnchor="page" w:hAnchor="margin" w:y="1341"/>
      <w:ind w:right="-227"/>
    </w:pPr>
    <w:rPr>
      <w:rFonts w:eastAsia="SimSun"/>
      <w:kern w:val="24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customStyle="1" w:styleId="JPP">
    <w:name w:val="JPP"/>
    <w:basedOn w:val="Normaallaad"/>
    <w:qFormat/>
    <w:rsid w:val="00C3423A"/>
    <w:pPr>
      <w:widowControl/>
      <w:suppressAutoHyphens w:val="0"/>
      <w:spacing w:line="240" w:lineRule="auto"/>
      <w:jc w:val="left"/>
    </w:pPr>
    <w:rPr>
      <w:rFonts w:eastAsia="Times New Roman"/>
      <w:kern w:val="0"/>
      <w:sz w:val="20"/>
      <w:szCs w:val="20"/>
      <w:lang w:eastAsia="en-US" w:bidi="ar-SA"/>
    </w:rPr>
  </w:style>
  <w:style w:type="character" w:styleId="Kohatitetekst">
    <w:name w:val="Placeholder Text"/>
    <w:basedOn w:val="Liguvaikefont"/>
    <w:uiPriority w:val="99"/>
    <w:semiHidden/>
    <w:rsid w:val="00B35D0E"/>
    <w:rPr>
      <w:color w:val="808080"/>
    </w:rPr>
  </w:style>
  <w:style w:type="paragraph" w:customStyle="1" w:styleId="peakiri">
    <w:name w:val="peakiri"/>
    <w:basedOn w:val="Normaallaad"/>
    <w:qFormat/>
    <w:locked/>
    <w:rsid w:val="00A81CB7"/>
    <w:pPr>
      <w:widowControl/>
      <w:suppressAutoHyphens w:val="0"/>
      <w:spacing w:before="480" w:after="480" w:line="240" w:lineRule="auto"/>
      <w:ind w:right="4309"/>
    </w:pPr>
    <w:rPr>
      <w:rFonts w:eastAsia="Times New Roman"/>
      <w:b/>
      <w:kern w:val="0"/>
      <w:lang w:eastAsia="en-US" w:bidi="ar-SA"/>
    </w:rPr>
  </w:style>
  <w:style w:type="paragraph" w:styleId="Loendilik">
    <w:name w:val="List Paragraph"/>
    <w:basedOn w:val="Normaallaad"/>
    <w:uiPriority w:val="34"/>
    <w:qFormat/>
    <w:rsid w:val="006A26B4"/>
    <w:pPr>
      <w:ind w:left="720"/>
      <w:contextualSpacing/>
    </w:pPr>
    <w:rPr>
      <w:rFonts w:cs="Mangal"/>
      <w:szCs w:val="21"/>
    </w:rPr>
  </w:style>
  <w:style w:type="paragraph" w:styleId="Redaktsioon">
    <w:name w:val="Revision"/>
    <w:hidden/>
    <w:uiPriority w:val="99"/>
    <w:semiHidden/>
    <w:rsid w:val="00F02F26"/>
    <w:rPr>
      <w:rFonts w:eastAsia="SimSun" w:cs="Mangal"/>
      <w:kern w:val="1"/>
      <w:sz w:val="24"/>
      <w:szCs w:val="21"/>
      <w:lang w:eastAsia="zh-CN" w:bidi="hi-IN"/>
    </w:rPr>
  </w:style>
  <w:style w:type="paragraph" w:styleId="Vahedeta">
    <w:name w:val="No Spacing"/>
    <w:uiPriority w:val="1"/>
    <w:qFormat/>
    <w:rsid w:val="002B0AB1"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Hperlink">
    <w:name w:val="Hyperlink"/>
    <w:basedOn w:val="Liguvaikefont"/>
    <w:uiPriority w:val="99"/>
    <w:unhideWhenUsed/>
    <w:rsid w:val="005320A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320A1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90070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00706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00706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0070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00706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248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innistusraamat.rik.ee/PealeheOtsinguTulemus.aspx?nimi=37505074268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kinnistusraamat.rik.ee/PealeheOtsinguTulemus.aspx?nimi=3750507426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iigivara.fin.ee/rkvr-frontend/varad/8488661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5F034C103C4C71A1EB8B21AB93853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A2D677-D237-4AD8-BA0D-3CE619AA739B}"/>
      </w:docPartPr>
      <w:docPartBody>
        <w:p w:rsidR="00A353FE" w:rsidRDefault="00325D5D" w:rsidP="00325D5D">
          <w:pPr>
            <w:pStyle w:val="BC5F034C103C4C71A1EB8B21AB938531"/>
          </w:pPr>
          <w:r w:rsidRPr="00157880">
            <w:rPr>
              <w:rStyle w:val="Kohatitetekst"/>
            </w:rPr>
            <w:t>[Tiitel]</w:t>
          </w:r>
        </w:p>
      </w:docPartBody>
    </w:docPart>
    <w:docPart>
      <w:docPartPr>
        <w:name w:val="3B98FB387A86469AA7107B081ED47EB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057A56D-F10F-421F-87CF-24926846BC8B}"/>
      </w:docPartPr>
      <w:docPartBody>
        <w:p w:rsidR="00123EC5" w:rsidRDefault="004B4B67">
          <w:r w:rsidRPr="00192414">
            <w:rPr>
              <w:rStyle w:val="Kohatitetekst"/>
            </w:rPr>
            <w:t>[Juurdepääsupiirangu lõpp]</w:t>
          </w:r>
        </w:p>
      </w:docPartBody>
    </w:docPart>
    <w:docPart>
      <w:docPartPr>
        <w:name w:val="EA0AB8696FCF463B8B522F57A37B468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A5E184-08B5-4A83-AAED-F23CDBD05FCA}"/>
      </w:docPartPr>
      <w:docPartBody>
        <w:p w:rsidR="00123EC5" w:rsidRDefault="004B4B67">
          <w:r w:rsidRPr="00192414">
            <w:rPr>
              <w:rStyle w:val="Kohatitetekst"/>
            </w:rPr>
            <w:t>[Registreerimise kuupäev]</w:t>
          </w:r>
        </w:p>
      </w:docPartBody>
    </w:docPart>
    <w:docPart>
      <w:docPartPr>
        <w:name w:val="13AD8CBD24A746B5BCE34435A25E09F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82750A-E991-4503-AA11-D9703FB40F3F}"/>
      </w:docPartPr>
      <w:docPartBody>
        <w:p w:rsidR="00123EC5" w:rsidRDefault="004B4B67">
          <w:r w:rsidRPr="00192414">
            <w:rPr>
              <w:rStyle w:val="Kohatitetekst"/>
            </w:rPr>
            <w:t>[Registreerimisnumber]</w:t>
          </w:r>
        </w:p>
      </w:docPartBody>
    </w:docPart>
    <w:docPart>
      <w:docPartPr>
        <w:name w:val="24C29C4DA7624B9D96E93A1B2D35FCB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FA0BDE-EE2F-4D64-96D4-4160B33C898D}"/>
      </w:docPartPr>
      <w:docPartBody>
        <w:p w:rsidR="00123EC5" w:rsidRDefault="004B4B67" w:rsidP="004B4B67">
          <w:pPr>
            <w:pStyle w:val="24C29C4DA7624B9D96E93A1B2D35FCB7"/>
          </w:pPr>
          <w:r w:rsidRPr="00192414">
            <w:rPr>
              <w:rStyle w:val="Kohatitetekst"/>
            </w:rPr>
            <w:t>[Allkirjastaja amet/roll]</w:t>
          </w:r>
        </w:p>
      </w:docPartBody>
    </w:docPart>
    <w:docPart>
      <w:docPartPr>
        <w:name w:val="8A166F30C32743F7A7DC2BD79E7F51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2171115-3D0F-4E18-AE93-B10549302319}"/>
      </w:docPartPr>
      <w:docPartBody>
        <w:p w:rsidR="005824D1" w:rsidRDefault="00FB2717">
          <w:r w:rsidRPr="007D6022">
            <w:rPr>
              <w:rStyle w:val="Kohatitetekst"/>
            </w:rPr>
            <w:t>[Alus]</w:t>
          </w:r>
        </w:p>
      </w:docPartBody>
    </w:docPart>
    <w:docPart>
      <w:docPartPr>
        <w:name w:val="00681AE3278F4834ADF8F8D65A6EF7F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EFD5B2-4B8C-4CBC-956F-F0E835DEE46D}"/>
      </w:docPartPr>
      <w:docPartBody>
        <w:p w:rsidR="005824D1" w:rsidRDefault="00FB2717">
          <w:r w:rsidRPr="007D6022">
            <w:rPr>
              <w:rStyle w:val="Kohatitetekst"/>
            </w:rPr>
            <w:t>[Allkirjastaja]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D5D"/>
    <w:rsid w:val="00050851"/>
    <w:rsid w:val="00051781"/>
    <w:rsid w:val="000E5D8A"/>
    <w:rsid w:val="000F1AB3"/>
    <w:rsid w:val="00123EC5"/>
    <w:rsid w:val="00161170"/>
    <w:rsid w:val="001C1095"/>
    <w:rsid w:val="00306EFC"/>
    <w:rsid w:val="00325D5D"/>
    <w:rsid w:val="0035300B"/>
    <w:rsid w:val="003755EB"/>
    <w:rsid w:val="003B2A7E"/>
    <w:rsid w:val="003B6190"/>
    <w:rsid w:val="00490826"/>
    <w:rsid w:val="004B4B67"/>
    <w:rsid w:val="004F7CDE"/>
    <w:rsid w:val="00505274"/>
    <w:rsid w:val="00516914"/>
    <w:rsid w:val="00524A1C"/>
    <w:rsid w:val="0053215B"/>
    <w:rsid w:val="005824D1"/>
    <w:rsid w:val="006172E3"/>
    <w:rsid w:val="0065383F"/>
    <w:rsid w:val="006B201A"/>
    <w:rsid w:val="00746CC9"/>
    <w:rsid w:val="00763598"/>
    <w:rsid w:val="007F1F99"/>
    <w:rsid w:val="00853BAA"/>
    <w:rsid w:val="008926B3"/>
    <w:rsid w:val="008A7B76"/>
    <w:rsid w:val="00902D1D"/>
    <w:rsid w:val="0091131E"/>
    <w:rsid w:val="009917E6"/>
    <w:rsid w:val="009960B6"/>
    <w:rsid w:val="009A3FA0"/>
    <w:rsid w:val="009D0D0F"/>
    <w:rsid w:val="009D27A8"/>
    <w:rsid w:val="009F63F2"/>
    <w:rsid w:val="00A353FE"/>
    <w:rsid w:val="00A81C55"/>
    <w:rsid w:val="00A84E15"/>
    <w:rsid w:val="00A90FB0"/>
    <w:rsid w:val="00B6135B"/>
    <w:rsid w:val="00B62D79"/>
    <w:rsid w:val="00BE1244"/>
    <w:rsid w:val="00BE4DB3"/>
    <w:rsid w:val="00C66120"/>
    <w:rsid w:val="00C76858"/>
    <w:rsid w:val="00C923B2"/>
    <w:rsid w:val="00CB227E"/>
    <w:rsid w:val="00D27C59"/>
    <w:rsid w:val="00D5671B"/>
    <w:rsid w:val="00D62406"/>
    <w:rsid w:val="00D752B2"/>
    <w:rsid w:val="00E3138F"/>
    <w:rsid w:val="00E754E7"/>
    <w:rsid w:val="00EC5B25"/>
    <w:rsid w:val="00F03CF4"/>
    <w:rsid w:val="00F569F5"/>
    <w:rsid w:val="00F713AC"/>
    <w:rsid w:val="00FB2717"/>
    <w:rsid w:val="00FE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FB2717"/>
    <w:rPr>
      <w:color w:val="808080"/>
    </w:rPr>
  </w:style>
  <w:style w:type="paragraph" w:customStyle="1" w:styleId="BC5F034C103C4C71A1EB8B21AB938531">
    <w:name w:val="BC5F034C103C4C71A1EB8B21AB938531"/>
    <w:rsid w:val="00325D5D"/>
  </w:style>
  <w:style w:type="paragraph" w:customStyle="1" w:styleId="24C29C4DA7624B9D96E93A1B2D35FCB7">
    <w:name w:val="24C29C4DA7624B9D96E93A1B2D35FCB7"/>
    <w:rsid w:val="004B4B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1" ma:contentTypeVersion="1623" fp:containerId="228b4970-73de-44a4-83e2-9513be360001" fp:lcid="1061" ma:contentTypeName="Lisamaterjal">
  <xs:schema xmlns:f="9606fba4-fbef-4918-8751-efab67026104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Title" minOccurs="0"/>
                <xs:element ref="f:RMRegistrationDate" minOccurs="0"/>
                <xs:element ref="f:RMReferenceCode" minOccurs="0"/>
                <xs:element ref="f:Summary" minOccurs="0"/>
                <xs:element ref="f:RMFolderChain" minOccurs="0"/>
                <xs:element ref="f:RMAccessRestriction" minOccurs="0"/>
                <xs:element ref="f:RMAccessRestrictedFrom" minOccurs="0"/>
                <xs:element ref="f:RMAccessRestrictedUntil" minOccurs="0"/>
                <xs:element ref="f:RMForPDF" minOccurs="0"/>
                <xs:element ref="f:RMPrimaryDocument" minOccurs="0"/>
                <xs:element ref="f:RMSubDocumentCount" minOccurs="0"/>
                <xs:element ref="f:RMInSigningContainer" minOccurs="0"/>
                <xs:element ref="f:RMForSigning" minOccurs="0"/>
                <xs:element ref="f:RMBackgroundInfo" minOccurs="0"/>
                <xs:element ref="f:RMForPublic" minOccurs="0"/>
                <xs:element ref="f:RMRevisionStatus" minOccurs="0"/>
                <xs:element ref="f:RMAddDocumentDataToFileName" minOccurs="0"/>
                <xs:element ref="f:RMOrderPosition" minOccurs="0"/>
                <xs:element ref="f:RMAccessRestrictionOwner" minOccurs="0"/>
                <xs:element ref="f:RMAccessRestrictionLevel" minOccurs="0"/>
                <xs:element ref="f:RMAccessRestrictionReason" minOccurs="0"/>
                <xs:element ref="f:RMAccessRestrictionNotificationTime" minOccurs="0"/>
                <xs:element ref="f:RMAccessRestrictionDate" minOccurs="0"/>
                <xs:element ref="f:RMAccessRestrictionEndEvent" minOccurs="0"/>
                <xs:element ref="f:RMAccessRestrictionDuration" minOccurs="0"/>
                <xs:element ref="f:RMInheritedFields" minOccurs="0"/>
                <xs:element ref="f:Telefon" minOccurs="0"/>
                <xs:element ref="f:RMPublishedDocumentUniqueId" minOccurs="0"/>
                <xs:element ref="f:RMPaperDocumentRetentionSchedule" minOccurs="0"/>
                <xs:element ref="f:Allkirjastaja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AccessRestrictionLastExtensionResolution" minOccurs="0"/>
                <xs:element ref="f:RegNr" minOccurs="0"/>
                <xs:element ref="f:RMAccessRestrictionFromSender" minOccurs="0"/>
                <xs:element ref="f:RMExternalAccessRestrictionNotificationTime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  <xs:element ref="f:Allkirjastaja_x0020_amet_x002F_roll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9606fba4-fbef-4918-8751-efab67026104" elementFormDefault="qualified">
    <xs:element name="RMTitle" ma:displayName="Pealkiri" ma:index="0" ma:internalName="RMTitle" ma:readOnly="true" fp:namespace="228B497073DE44A483E29513BE360001" fp:type="String">
      <xs:simpleType>
        <xs:restriction base="dms:Text">
          <xs:maxLength value="500"/>
        </xs:restriction>
      </xs:simpleType>
    </xs:element>
    <xs:element name="RMRegistrationDate" ma:displayName="Registreerimise kuupäev" ma:index="1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2" ma:internalName="RMReferenceCode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Summary" ma:displayName="Lühikirjeldus" ma:index="3" ma:internalName="Summary" nillable="true" fp:namespace="228B497073DE44A483E29513BE360001" fp:type="String">
      <xs:simpleType>
        <xs:restriction base="dms:Text"/>
      </xs:simpleType>
    </xs:element>
    <xs:element name="RMFolderChain" ma:displayName="RMFolderChain" ma:index="4" ma:internalName="RMFolderChain" nillable="true" ma:readOnly="true" fp:namespace="228B497073DE44A483E29513BE360001" fp:type="String">
      <xs:simpleType>
        <xs:restriction base="dms:Text"/>
      </xs:simpleType>
    </xs:element>
    <xs:element name="RMAccessRestriction" ma:displayName="Juurdepääsupiirang" ma:index="5" ma:internalName="RMAccessRestriction" ma:readOnly="true" fp:namespace="228B497073DE44A483E29513BE360001" fp:type="String">
      <xs:simpleType>
        <xs:restriction base="dms:Text"/>
      </xs:simpleType>
    </xs:element>
    <xs:element name="RMAccessRestrictedFrom" ma:displayName="Juurdepääsupiirangu algusaeg" ma:index="6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Juurdepääsupiirangu lõpp" ma:index="7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ForPDF" ma:displayName="Tee PDFiks" ma:index="8" ma:internalName="RMForPDF" nillable="true" ma:readOnly="true" fp:namespace="228B497073DE44A483E29513BE360001" fp:type="Boolean">
      <xs:simpleType>
        <xs:restriction base="dms:Boolean"/>
      </xs:simpleType>
    </xs:element>
    <xs:element name="RMPrimaryDocument" ma:displayName="Esmane dokument" ma:index="9" ma:internalName="RMPrimaryDocument" nillable="true" ma:readOnly="true" fp:namespace="228B497073DE44A483E29513BE360001" fp:type="Boolean">
      <xs:simpleType>
        <xs:restriction base="dms:Boolean"/>
      </xs:simpleType>
    </xs:element>
    <xs:element name="RMSubDocumentCount" ma:displayName="Alamdokumentide arv" ma:index="10" ma:internalName="RMSubDocumentCount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11" ma:internalName="RMInSigningContainer" nillable="true" ma:readOnly="true" fp:namespace="228B497073DE44A483E29513BE360001" fp:type="Boolean">
      <xs:simpleType>
        <xs:restriction base="dms:Boolean"/>
      </xs:simpleType>
    </xs:element>
    <xs:element name="RMForSigning" ma:displayName="Allkirjastamiseks" ma:index="12" ma:internalName="RMForSigning" nillable="true" ma:readOnly="true" fp:namespace="228B497073DE44A483E29513BE360001" fp:type="Boolean">
      <xs:simpleType>
        <xs:restriction base="dms:Boolean"/>
      </xs:simpleType>
    </xs:element>
    <xs:element name="RMBackgroundInfo" ma:displayName="Taustainfo" ma:index="13" ma:internalName="RMBackgroundInfo" nillable="true" ma:readOnly="true" fp:namespace="228B497073DE44A483E29513BE360001" fp:type="Boolean">
      <xs:simpleType>
        <xs:restriction base="dms:Boolean"/>
      </xs:simpleType>
    </xs:element>
    <xs:element name="RMForPublic" ma:displayName="ADR" ma:index="14" ma:internalName="RMForPublic" nillable="true" ma:readOnly="true" fp:namespace="228B497073DE44A483E29513BE360001" fp:type="Boolean">
      <xs:simpleType>
        <xs:restriction base="dms:Boolean"/>
      </xs:simpleType>
    </xs:element>
    <xs:element name="RMRevisionStatus" ma:displayName="Versiooni olek" ma:index="15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AddDocumentDataToFileName" ma:displayName="Täienda faili pealkirja dokumendi andmetega" ma:index="16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OrderPosition" ma:displayName="Kausta dokumendi järjekorra number" ma:index="17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Owner" ma:displayName="Juurdepääsupiirangu eest vastutaja (koostaja)" ma:index="18" ma:internalName="RMAccessRestrictionOwner" ma:readOnly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19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20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NotificationTime" ma:displayName="Juurdepääsupiirangu meeldetuletus saadetud" ma:index="21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AccessRestrictionDate" ma:displayName="Fikseeritud lõppkuupäev" ma:index="22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23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24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InheritedFields" ma:displayName="Päritavad väljad" ma:index="25" ma:internalName="RMInheritedFields" nillable="true" ma:readOnly="true" fp:namespace="228B497073DE44A483E29513BE360001" fp:type="String">
      <xs:simpleType>
        <xs:restriction base="dms:Text"/>
      </xs:simpleType>
    </xs:element>
    <xs:element name="Telefon" ma:displayName="Telefon" ma:index="26" ma:internalName="Telefon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27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aperDocumentRetentionSchedule" ma:displayName="Paberdokumentide hoiustamise ajakava" ma:index="28" ma:internalName="RMPaperDocumentRetentionSchedule" nillable="true" ma:readOnly="true" fp:namespace="228B497073DE44A483E29513BE360001" fp:type="String">
      <xs:simpleType>
        <xs:restriction base="dms:Text"/>
      </xs:simpleType>
    </xs:element>
    <xs:element name="Allkirjastaja" ma:displayName="Allkirjastaja" ma:index="29" ma:internalName="Allkirjastaja" nillable="true" ma:readOnly="true" fp:namespace="228B497073DE44A483E29513BE360001" fp:type="String">
      <xs:simpleType>
        <xs:restriction base="dms:Text"/>
      </xs:simpleType>
    </xs:element>
    <xs:element name="RMAccessRestrictionOwnerTemp" ma:displayName="Juurdepääsupiirangu eest ajutine vastutaja" ma:index="30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31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32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AccessRestrictionLastExtensionResolution" ma:displayName="Juurdepääsupiirang töövoo kaudu pikendatud" ma:index="33" ma:internalName="RMAccessRestrictionLastExtensionResolution" nillable="true" ma:readOnly="true" fp:namespace="228B497073DE44A483E29513BE360001" fp:type="Boolean">
      <xs:simpleType>
        <xs:restriction base="dms:Boolean"/>
      </xs:simpleType>
    </xs:element>
    <xs:element name="RegNr" ma:displayName="RegNr" ma:index="34" ma:internalName="RegNr" nillable="true" fp:namespace="228B497073DE44A483E29513BE360001" fp:type="String">
      <xs:simpleType>
        <xs:restriction base="dms:Text">
          <xs:maxLength value="255"/>
        </xs:restriction>
      </xs:simpleType>
    </xs:element>
    <xs:element name="RMAccessRestrictionFromSender" ma:displayName="RMAccessRestrictionFromSender" ma:index="35" ma:internalName="RMAccessRestrictionFromSender" nillable="true" ma:readOnly="true" fp:namespace="228B497073DE44A483E29513BE360001" ma:format="DateOnly" fp:type="DateTime">
      <xs:simpleType>
        <xs:restriction base="dms:DateTime"/>
      </xs:simpleType>
    </xs:element>
    <xs:element name="RMExternalAccessRestrictionNotificationTime" ma:displayName="JPP lõppemise eelhoiatus saadetud" ma:index="36" ma:internalName="RMExternal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RetentionDeadline" ma:displayName="Säilitustähtaeg" ma:index="37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38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39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40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41" ma:internalName="RMStatus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llkirjastaja_x0020_amet_x002F_roll" ma:displayName="Allkirjastaja amet/roll" ma:index="42" ma:internalName="Allkirjastaja_x0020_amet_x002F_roll" nillable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4.xml><?xml version="1.0" encoding="utf-8"?>
<p:properties xmlns:p="http://schemas.microsoft.com/office/2006/metadata/properties">
  <documentManagement xmlns:xsi="http://www.w3.org/2001/XMLSchema-instance">
    <RMTitle xmlns="9606fba4-fbef-4918-8751-efab67026104"/>
    <RMRegistrationDate xmlns="9606fba4-fbef-4918-8751-efab67026104">2025-10-21T06:06:24.0907811Z</RMRegistrationDate>
    <RMReferenceCode xmlns="9606fba4-fbef-4918-8751-efab67026104" xsi:nil="true"/>
    <Summary xmlns="9606fba4-fbef-4918-8751-efab67026104" xsi:nil="true"/>
    <RMFolderChain xmlns="9606fba4-fbef-4918-8751-efab67026104" xsi:nil="true"/>
    <RMAccessRestriction xmlns="9606fba4-fbef-4918-8751-efab67026104"/>
    <RMAccessRestrictedFrom xmlns="9606fba4-fbef-4918-8751-efab67026104">2025-10-21T00:00:00</RMAccessRestrictedFrom>
    <RMAccessRestrictedUntil xmlns="9606fba4-fbef-4918-8751-efab67026104">2100-10-20T00:00:00</RMAccessRestrictedUntil>
    <RMForPDF xmlns="9606fba4-fbef-4918-8751-efab67026104">true</RMForPDF>
    <RMPrimaryDocument xmlns="9606fba4-fbef-4918-8751-efab67026104" xsi:nil="true"/>
    <RMSubDocumentCount xmlns="9606fba4-fbef-4918-8751-efab67026104" xsi:nil="true"/>
    <RMInSigningContainer xmlns="9606fba4-fbef-4918-8751-efab67026104" xsi:nil="true"/>
    <RMForSigning xmlns="9606fba4-fbef-4918-8751-efab67026104" xsi:nil="true"/>
    <RMBackgroundInfo xmlns="9606fba4-fbef-4918-8751-efab67026104" xsi:nil="true"/>
    <RMForPublic xmlns="9606fba4-fbef-4918-8751-efab67026104" xsi:nil="true"/>
    <RMRevisionStatus xmlns="9606fba4-fbef-4918-8751-efab67026104" xsi:nil="true"/>
    <RMAddDocumentDataToFileName xmlns="9606fba4-fbef-4918-8751-efab67026104">false</RMAddDocumentDataToFileName>
    <RMOrderPosition xmlns="9606fba4-fbef-4918-8751-efab67026104" xsi:nil="true"/>
    <RMAccessRestrictionOwner xmlns="9606fba4-fbef-4918-8751-efab67026104">Maire Laur</RMAccessRestrictionOwner>
    <RMAccessRestrictionLevel xmlns="9606fba4-fbef-4918-8751-efab67026104">AK</RMAccessRestrictionLevel>
    <RMAccessRestrictionReason xmlns="9606fba4-fbef-4918-8751-efab67026104">AvTS § 35 lg 1 p 12</RMAccessRestrictionReason>
    <RMAccessRestrictionNotificationTime xmlns="9606fba4-fbef-4918-8751-efab67026104" xsi:nil="true"/>
    <RMAccessRestrictionDate xmlns="9606fba4-fbef-4918-8751-efab67026104" xsi:nil="true"/>
    <RMAccessRestrictionEndEvent xmlns="9606fba4-fbef-4918-8751-efab67026104" xsi:nil="true"/>
    <RMAccessRestrictionDuration xmlns="9606fba4-fbef-4918-8751-efab67026104">75</RMAccessRestrictionDuration>
    <RMInheritedFields xmlns="9606fba4-fbef-4918-8751-efab67026104">RMAccessRestrictionReason;RMAccessRestrictionLevel;RMAccessRestrictionEndEvent;RMAccessRestrictionDate;RMAccessRestrictionDuration</RMInheritedFields>
    <Telefon xmlns="9606fba4-fbef-4918-8751-efab67026104" xsi:nil="true"/>
    <RMPublishedDocumentUniqueId xmlns="9606fba4-fbef-4918-8751-efab67026104" xsi:nil="true"/>
    <RMPaperDocumentRetentionSchedule xmlns="9606fba4-fbef-4918-8751-efab67026104" xsi:nil="true"/>
    <Allkirjastaja xmlns="9606fba4-fbef-4918-8751-efab67026104" xsi:nil="true"/>
    <RMAccessRestrictionOwnerTemp xmlns="9606fba4-fbef-4918-8751-efab67026104" xsi:nil="true"/>
    <RMAccessRestrictionOwnerTempUntil xmlns="9606fba4-fbef-4918-8751-efab67026104" xsi:nil="true"/>
    <RMAccessRestrictionExtended xmlns="9606fba4-fbef-4918-8751-efab67026104" xsi:nil="true"/>
    <RMAccessRestrictionLastExtensionResolution xmlns="9606fba4-fbef-4918-8751-efab67026104" xsi:nil="true"/>
    <RegNr xmlns="9606fba4-fbef-4918-8751-efab67026104">7-21/24/13624-12</RegNr>
    <RMAccessRestrictionFromSender xmlns="9606fba4-fbef-4918-8751-efab67026104" xsi:nil="true"/>
    <RMExternalAccessRestrictionNotificationTime xmlns="9606fba4-fbef-4918-8751-efab67026104" xsi:nil="true"/>
    <RMRetentionDeadline xmlns="9606fba4-fbef-4918-8751-efab67026104" xsi:nil="true"/>
    <RMNotes xmlns="9606fba4-fbef-4918-8751-efab67026104">Kairi Jõgis (i.k. 47501140344), kairi.jogis@gmail.com</RMNotes>
    <RMShouldArchiveFilesOnRegistration xmlns="9606fba4-fbef-4918-8751-efab67026104">false</RMShouldArchiveFilesOnRegistration>
    <RMKeywords xmlns="9606fba4-fbef-4918-8751-efab67026104" xsi:nil="true"/>
    <RMStatus xmlns="9606fba4-fbef-4918-8751-efab67026104">Captured</RMStatus>
    <Allkirjastaja_x0020_amet_x002F_roll xmlns="9606fba4-fbef-4918-8751-efab67026104">Maade omandamise ja maakorralduse osakonna juhataja</Allkirjastaja_x0020_amet_x002F_roll>
  </documentManagement>
</p:properties>
</file>

<file path=customXml/itemProps1.xml><?xml version="1.0" encoding="utf-8"?>
<ds:datastoreItem xmlns:ds="http://schemas.openxmlformats.org/officeDocument/2006/customXml" ds:itemID="{38F71E08-0694-478C-A2CD-598E8017DC48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9606fba4-fbef-4918-8751-efab67026104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2.xml><?xml version="1.0" encoding="utf-8"?>
<ds:datastoreItem xmlns:ds="http://schemas.openxmlformats.org/officeDocument/2006/customXml" ds:itemID="{D7C185D4-A6F2-4819-A277-5D4B53930A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A6AF86-15D5-433F-8CED-88A8BA624E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0A7B80-0D24-4B68-B293-239A9424558E}">
  <ds:schemaRefs>
    <ds:schemaRef ds:uri="http://schemas.microsoft.com/office/2006/metadata/properties"/>
    <ds:schemaRef ds:uri="9606fba4-fbef-4918-8751-efab670261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61</TotalTime>
  <Pages>5</Pages>
  <Words>1687</Words>
  <Characters>12271</Characters>
  <Application>Microsoft Office Word</Application>
  <DocSecurity>0</DocSecurity>
  <Lines>102</Lines>
  <Paragraphs>27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Riigi maakorralduse läbiviimine Murru ja Taali metskond 124 kinnisasjadel eelnõu</vt:lpstr>
    </vt:vector>
  </TitlesOfParts>
  <Company/>
  <LinksUpToDate>false</LinksUpToDate>
  <CharactersWithSpaces>13931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Riigi maakorralduse läbiviimine Murru ja Taali metskond 124 kinnisasjadel eelnõu</dc:title>
  <dc:subject/>
  <dc:creator>Maire Laur</dc:creator>
  <dc:description/>
  <cp:lastModifiedBy>Maire Laur</cp:lastModifiedBy>
  <cp:revision>11</cp:revision>
  <cp:lastPrinted>2017-05-18T09:04:00Z</cp:lastPrinted>
  <dcterms:created xsi:type="dcterms:W3CDTF">2025-10-20T10:39:00Z</dcterms:created>
  <dcterms:modified xsi:type="dcterms:W3CDTF">2025-10-21T05:41:00Z</dcterms:modified>
</cp:coreProperties>
</file>